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36C7A0" w14:textId="4EFDCA34" w:rsidR="003F7EEA" w:rsidRDefault="000833B3" w:rsidP="000833B3">
      <w:pPr>
        <w:pStyle w:val="Heading1"/>
      </w:pPr>
      <w:r>
        <w:t>Unit 2 Dataset 2</w:t>
      </w:r>
    </w:p>
    <w:p w14:paraId="08950A4A" w14:textId="79431D5B" w:rsidR="0019353A" w:rsidRDefault="003F7EEA" w:rsidP="000833B3">
      <w:pPr>
        <w:pStyle w:val="Heading2"/>
      </w:pPr>
      <w:r w:rsidRPr="003F7EEA">
        <w:t>Age of Children Accessing Services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0833B3" w:rsidRPr="00737F30" w14:paraId="133F0D0B" w14:textId="77777777" w:rsidTr="000833B3">
        <w:tc>
          <w:tcPr>
            <w:tcW w:w="1915" w:type="dxa"/>
          </w:tcPr>
          <w:p w14:paraId="0B692231" w14:textId="5C39DD58" w:rsidR="000833B3" w:rsidRPr="00737F30" w:rsidRDefault="000833B3" w:rsidP="00B137B7">
            <w:pPr>
              <w:pStyle w:val="BodyText"/>
            </w:pPr>
            <w:r w:rsidRPr="00737F30">
              <w:t>10</w:t>
            </w:r>
            <w:bookmarkStart w:id="0" w:name="Table_Unit_2_Dataset_2"/>
            <w:bookmarkStart w:id="1" w:name="_GoBack"/>
            <w:bookmarkEnd w:id="0"/>
            <w:bookmarkEnd w:id="1"/>
          </w:p>
        </w:tc>
        <w:tc>
          <w:tcPr>
            <w:tcW w:w="1915" w:type="dxa"/>
          </w:tcPr>
          <w:p w14:paraId="5B516D11" w14:textId="569714F9" w:rsidR="000833B3" w:rsidRPr="00737F30" w:rsidRDefault="000833B3" w:rsidP="00B137B7">
            <w:pPr>
              <w:pStyle w:val="BodyText"/>
            </w:pPr>
            <w:r w:rsidRPr="00737F30">
              <w:t>12</w:t>
            </w:r>
          </w:p>
        </w:tc>
        <w:tc>
          <w:tcPr>
            <w:tcW w:w="1915" w:type="dxa"/>
          </w:tcPr>
          <w:p w14:paraId="5DD21903" w14:textId="2853AE09" w:rsidR="000833B3" w:rsidRPr="00737F30" w:rsidRDefault="000833B3" w:rsidP="00B137B7">
            <w:pPr>
              <w:pStyle w:val="BodyText"/>
            </w:pPr>
            <w:r w:rsidRPr="00737F30">
              <w:t>15</w:t>
            </w:r>
          </w:p>
        </w:tc>
        <w:tc>
          <w:tcPr>
            <w:tcW w:w="1915" w:type="dxa"/>
          </w:tcPr>
          <w:p w14:paraId="6016813F" w14:textId="4F841602" w:rsidR="000833B3" w:rsidRPr="00737F30" w:rsidRDefault="000833B3" w:rsidP="00B137B7">
            <w:pPr>
              <w:pStyle w:val="BodyText"/>
            </w:pPr>
            <w:r w:rsidRPr="00737F30">
              <w:t>7</w:t>
            </w:r>
          </w:p>
        </w:tc>
        <w:tc>
          <w:tcPr>
            <w:tcW w:w="1916" w:type="dxa"/>
          </w:tcPr>
          <w:p w14:paraId="5A694313" w14:textId="194D277E" w:rsidR="000833B3" w:rsidRPr="00737F30" w:rsidRDefault="000833B3" w:rsidP="00B137B7">
            <w:pPr>
              <w:pStyle w:val="BodyText"/>
            </w:pPr>
            <w:r w:rsidRPr="00737F30">
              <w:t>6</w:t>
            </w:r>
          </w:p>
        </w:tc>
      </w:tr>
      <w:tr w:rsidR="000833B3" w:rsidRPr="00737F30" w14:paraId="55C1FC8F" w14:textId="77777777" w:rsidTr="000833B3">
        <w:tc>
          <w:tcPr>
            <w:tcW w:w="1915" w:type="dxa"/>
          </w:tcPr>
          <w:p w14:paraId="74E40A01" w14:textId="309FD372" w:rsidR="000833B3" w:rsidRPr="00737F30" w:rsidRDefault="000833B3" w:rsidP="00B137B7">
            <w:pPr>
              <w:pStyle w:val="BodyText"/>
            </w:pPr>
            <w:r w:rsidRPr="00737F30">
              <w:t>6</w:t>
            </w:r>
          </w:p>
        </w:tc>
        <w:tc>
          <w:tcPr>
            <w:tcW w:w="1915" w:type="dxa"/>
          </w:tcPr>
          <w:p w14:paraId="6B60AC3E" w14:textId="7BCBBA4A" w:rsidR="000833B3" w:rsidRPr="00737F30" w:rsidRDefault="000833B3" w:rsidP="00B137B7">
            <w:pPr>
              <w:pStyle w:val="BodyText"/>
            </w:pPr>
            <w:r w:rsidRPr="00737F30">
              <w:t>17</w:t>
            </w:r>
          </w:p>
        </w:tc>
        <w:tc>
          <w:tcPr>
            <w:tcW w:w="1915" w:type="dxa"/>
          </w:tcPr>
          <w:p w14:paraId="76BCA54E" w14:textId="63E9AC1F" w:rsidR="000833B3" w:rsidRPr="00737F30" w:rsidRDefault="000833B3" w:rsidP="00B137B7">
            <w:pPr>
              <w:pStyle w:val="BodyText"/>
            </w:pPr>
            <w:r w:rsidRPr="00737F30">
              <w:t>14</w:t>
            </w:r>
          </w:p>
        </w:tc>
        <w:tc>
          <w:tcPr>
            <w:tcW w:w="1915" w:type="dxa"/>
          </w:tcPr>
          <w:p w14:paraId="3E1E98FF" w14:textId="56DBE209" w:rsidR="000833B3" w:rsidRPr="00737F30" w:rsidRDefault="000833B3" w:rsidP="00B137B7">
            <w:pPr>
              <w:pStyle w:val="BodyText"/>
            </w:pPr>
            <w:r w:rsidRPr="00737F30">
              <w:t>17</w:t>
            </w:r>
          </w:p>
        </w:tc>
        <w:tc>
          <w:tcPr>
            <w:tcW w:w="1916" w:type="dxa"/>
          </w:tcPr>
          <w:p w14:paraId="36E04BA0" w14:textId="4C7B4DC8" w:rsidR="000833B3" w:rsidRPr="00737F30" w:rsidRDefault="000833B3" w:rsidP="00B137B7">
            <w:pPr>
              <w:pStyle w:val="BodyText"/>
            </w:pPr>
            <w:r w:rsidRPr="00737F30">
              <w:t>7</w:t>
            </w:r>
          </w:p>
        </w:tc>
      </w:tr>
      <w:tr w:rsidR="000833B3" w:rsidRPr="00737F30" w14:paraId="28462443" w14:textId="77777777" w:rsidTr="000833B3">
        <w:tc>
          <w:tcPr>
            <w:tcW w:w="1915" w:type="dxa"/>
          </w:tcPr>
          <w:p w14:paraId="0E02E613" w14:textId="3A2C18E1" w:rsidR="000833B3" w:rsidRPr="00737F30" w:rsidRDefault="000833B3" w:rsidP="00B137B7">
            <w:pPr>
              <w:pStyle w:val="BodyText"/>
            </w:pPr>
            <w:r w:rsidRPr="00737F30">
              <w:t>13</w:t>
            </w:r>
          </w:p>
        </w:tc>
        <w:tc>
          <w:tcPr>
            <w:tcW w:w="1915" w:type="dxa"/>
          </w:tcPr>
          <w:p w14:paraId="20411E80" w14:textId="05CB1160" w:rsidR="000833B3" w:rsidRPr="00737F30" w:rsidRDefault="000833B3" w:rsidP="00B137B7">
            <w:pPr>
              <w:pStyle w:val="BodyText"/>
            </w:pPr>
            <w:r w:rsidRPr="00737F30">
              <w:t>10</w:t>
            </w:r>
          </w:p>
        </w:tc>
        <w:tc>
          <w:tcPr>
            <w:tcW w:w="1915" w:type="dxa"/>
          </w:tcPr>
          <w:p w14:paraId="7D3BE5CB" w14:textId="1EA5F737" w:rsidR="000833B3" w:rsidRPr="00737F30" w:rsidRDefault="000833B3" w:rsidP="00B137B7">
            <w:pPr>
              <w:pStyle w:val="BodyText"/>
            </w:pPr>
            <w:r w:rsidRPr="00737F30">
              <w:t>12</w:t>
            </w:r>
          </w:p>
        </w:tc>
        <w:tc>
          <w:tcPr>
            <w:tcW w:w="1915" w:type="dxa"/>
          </w:tcPr>
          <w:p w14:paraId="7DEBA004" w14:textId="61EFAC4A" w:rsidR="000833B3" w:rsidRPr="00737F30" w:rsidRDefault="000833B3" w:rsidP="00B137B7">
            <w:pPr>
              <w:pStyle w:val="BodyText"/>
            </w:pPr>
            <w:r w:rsidRPr="00737F30">
              <w:t>11</w:t>
            </w:r>
          </w:p>
        </w:tc>
        <w:tc>
          <w:tcPr>
            <w:tcW w:w="1916" w:type="dxa"/>
          </w:tcPr>
          <w:p w14:paraId="5366C2A5" w14:textId="629157EE" w:rsidR="000833B3" w:rsidRPr="00737F30" w:rsidRDefault="000833B3" w:rsidP="00B137B7">
            <w:pPr>
              <w:pStyle w:val="BodyText"/>
            </w:pPr>
            <w:r w:rsidRPr="00737F30">
              <w:t>15</w:t>
            </w:r>
          </w:p>
        </w:tc>
      </w:tr>
      <w:tr w:rsidR="000833B3" w:rsidRPr="00737F30" w14:paraId="4B18EEFC" w14:textId="77777777" w:rsidTr="000833B3">
        <w:tc>
          <w:tcPr>
            <w:tcW w:w="1915" w:type="dxa"/>
          </w:tcPr>
          <w:p w14:paraId="25E9DC88" w14:textId="4BDC920D" w:rsidR="000833B3" w:rsidRPr="00737F30" w:rsidRDefault="000833B3" w:rsidP="00B137B7">
            <w:pPr>
              <w:pStyle w:val="BodyText"/>
            </w:pPr>
            <w:r w:rsidRPr="00737F30">
              <w:t>13</w:t>
            </w:r>
          </w:p>
        </w:tc>
        <w:tc>
          <w:tcPr>
            <w:tcW w:w="1915" w:type="dxa"/>
          </w:tcPr>
          <w:p w14:paraId="17BE1E1B" w14:textId="67DBD177" w:rsidR="000833B3" w:rsidRPr="00737F30" w:rsidRDefault="000833B3" w:rsidP="00B137B7">
            <w:pPr>
              <w:pStyle w:val="BodyText"/>
            </w:pPr>
            <w:r w:rsidRPr="00737F30">
              <w:t>7</w:t>
            </w:r>
          </w:p>
        </w:tc>
        <w:tc>
          <w:tcPr>
            <w:tcW w:w="1915" w:type="dxa"/>
          </w:tcPr>
          <w:p w14:paraId="7395BD55" w14:textId="76FFACC7" w:rsidR="000833B3" w:rsidRPr="00737F30" w:rsidRDefault="000833B3" w:rsidP="00B137B7">
            <w:pPr>
              <w:pStyle w:val="BodyText"/>
            </w:pPr>
            <w:r w:rsidRPr="00737F30">
              <w:t>5</w:t>
            </w:r>
          </w:p>
        </w:tc>
        <w:tc>
          <w:tcPr>
            <w:tcW w:w="1915" w:type="dxa"/>
          </w:tcPr>
          <w:p w14:paraId="528D69AD" w14:textId="0E6FFC93" w:rsidR="000833B3" w:rsidRPr="00737F30" w:rsidRDefault="000833B3" w:rsidP="00B137B7">
            <w:pPr>
              <w:pStyle w:val="BodyText"/>
            </w:pPr>
            <w:r w:rsidRPr="00737F30">
              <w:t>14</w:t>
            </w:r>
          </w:p>
        </w:tc>
        <w:tc>
          <w:tcPr>
            <w:tcW w:w="1916" w:type="dxa"/>
          </w:tcPr>
          <w:p w14:paraId="161BFF2C" w14:textId="24A61FD1" w:rsidR="000833B3" w:rsidRPr="00737F30" w:rsidRDefault="000833B3" w:rsidP="00B137B7">
            <w:pPr>
              <w:pStyle w:val="BodyText"/>
            </w:pPr>
            <w:r w:rsidRPr="00737F30">
              <w:t>11</w:t>
            </w:r>
          </w:p>
        </w:tc>
      </w:tr>
      <w:tr w:rsidR="000833B3" w:rsidRPr="00737F30" w14:paraId="7A2ABC9C" w14:textId="77777777" w:rsidTr="000833B3">
        <w:tc>
          <w:tcPr>
            <w:tcW w:w="1915" w:type="dxa"/>
          </w:tcPr>
          <w:p w14:paraId="169515A3" w14:textId="14C0E8B0" w:rsidR="000833B3" w:rsidRPr="00737F30" w:rsidRDefault="000833B3" w:rsidP="00B137B7">
            <w:pPr>
              <w:pStyle w:val="BodyText"/>
            </w:pPr>
            <w:r w:rsidRPr="00737F30">
              <w:t>12</w:t>
            </w:r>
          </w:p>
        </w:tc>
        <w:tc>
          <w:tcPr>
            <w:tcW w:w="1915" w:type="dxa"/>
          </w:tcPr>
          <w:p w14:paraId="706BCAC1" w14:textId="16B32298" w:rsidR="000833B3" w:rsidRPr="00737F30" w:rsidRDefault="000833B3" w:rsidP="00B137B7">
            <w:pPr>
              <w:pStyle w:val="BodyText"/>
            </w:pPr>
            <w:r w:rsidRPr="00737F30">
              <w:t>10</w:t>
            </w:r>
          </w:p>
        </w:tc>
        <w:tc>
          <w:tcPr>
            <w:tcW w:w="1915" w:type="dxa"/>
          </w:tcPr>
          <w:p w14:paraId="724E4552" w14:textId="7142D18B" w:rsidR="000833B3" w:rsidRPr="00737F30" w:rsidRDefault="000833B3" w:rsidP="00B137B7">
            <w:pPr>
              <w:pStyle w:val="BodyText"/>
            </w:pPr>
            <w:r w:rsidRPr="00737F30">
              <w:t>9</w:t>
            </w:r>
          </w:p>
        </w:tc>
        <w:tc>
          <w:tcPr>
            <w:tcW w:w="1915" w:type="dxa"/>
          </w:tcPr>
          <w:p w14:paraId="3FC65AB1" w14:textId="2B6DC7C5" w:rsidR="000833B3" w:rsidRPr="00737F30" w:rsidRDefault="000833B3" w:rsidP="00B137B7">
            <w:pPr>
              <w:pStyle w:val="BodyText"/>
            </w:pPr>
            <w:r w:rsidRPr="00737F30">
              <w:t>7</w:t>
            </w:r>
          </w:p>
        </w:tc>
        <w:tc>
          <w:tcPr>
            <w:tcW w:w="1916" w:type="dxa"/>
          </w:tcPr>
          <w:p w14:paraId="3792148A" w14:textId="5ED74A8F" w:rsidR="000833B3" w:rsidRPr="00737F30" w:rsidRDefault="000833B3" w:rsidP="00B137B7">
            <w:pPr>
              <w:pStyle w:val="BodyText"/>
            </w:pPr>
            <w:r w:rsidRPr="00737F30">
              <w:t>12</w:t>
            </w:r>
          </w:p>
        </w:tc>
      </w:tr>
      <w:tr w:rsidR="000833B3" w14:paraId="3B1B3B45" w14:textId="77777777" w:rsidTr="000833B3">
        <w:tc>
          <w:tcPr>
            <w:tcW w:w="1915" w:type="dxa"/>
          </w:tcPr>
          <w:p w14:paraId="54929BA4" w14:textId="04543C86" w:rsidR="000833B3" w:rsidRPr="00737F30" w:rsidRDefault="000833B3" w:rsidP="00B137B7">
            <w:pPr>
              <w:pStyle w:val="BodyText"/>
            </w:pPr>
            <w:r w:rsidRPr="00737F30">
              <w:t>5</w:t>
            </w:r>
          </w:p>
        </w:tc>
        <w:tc>
          <w:tcPr>
            <w:tcW w:w="1915" w:type="dxa"/>
          </w:tcPr>
          <w:p w14:paraId="1769BCDF" w14:textId="2F3CE724" w:rsidR="000833B3" w:rsidRPr="00737F30" w:rsidRDefault="000833B3" w:rsidP="00B137B7">
            <w:pPr>
              <w:pStyle w:val="BodyText"/>
            </w:pPr>
            <w:r w:rsidRPr="00737F30">
              <w:t>12</w:t>
            </w:r>
          </w:p>
        </w:tc>
        <w:tc>
          <w:tcPr>
            <w:tcW w:w="1915" w:type="dxa"/>
          </w:tcPr>
          <w:p w14:paraId="4E7F65C4" w14:textId="0D2D04DD" w:rsidR="000833B3" w:rsidRPr="00737F30" w:rsidRDefault="000833B3" w:rsidP="00B137B7">
            <w:pPr>
              <w:pStyle w:val="BodyText"/>
            </w:pPr>
            <w:r w:rsidRPr="00737F30">
              <w:t>16</w:t>
            </w:r>
          </w:p>
        </w:tc>
        <w:tc>
          <w:tcPr>
            <w:tcW w:w="1915" w:type="dxa"/>
          </w:tcPr>
          <w:p w14:paraId="086FF73C" w14:textId="5A34E396" w:rsidR="000833B3" w:rsidRPr="00737F30" w:rsidRDefault="000833B3" w:rsidP="00B137B7">
            <w:pPr>
              <w:pStyle w:val="BodyText"/>
            </w:pPr>
            <w:r w:rsidRPr="00737F30">
              <w:t>11</w:t>
            </w:r>
          </w:p>
        </w:tc>
        <w:tc>
          <w:tcPr>
            <w:tcW w:w="1916" w:type="dxa"/>
          </w:tcPr>
          <w:p w14:paraId="4A6C62E8" w14:textId="722DE5EB" w:rsidR="000833B3" w:rsidRPr="00737F30" w:rsidRDefault="000833B3" w:rsidP="00B137B7">
            <w:pPr>
              <w:pStyle w:val="BodyText"/>
            </w:pPr>
            <w:r w:rsidRPr="00737F30">
              <w:t>10</w:t>
            </w:r>
          </w:p>
        </w:tc>
      </w:tr>
      <w:tr w:rsidR="000833B3" w:rsidRPr="00737F30" w14:paraId="1C97453A" w14:textId="77777777" w:rsidTr="000833B3">
        <w:tc>
          <w:tcPr>
            <w:tcW w:w="1915" w:type="dxa"/>
          </w:tcPr>
          <w:p w14:paraId="1EBD8981" w14:textId="65DA5B29" w:rsidR="000833B3" w:rsidRPr="00737F30" w:rsidRDefault="000833B3" w:rsidP="00B137B7">
            <w:pPr>
              <w:pStyle w:val="BodyText"/>
            </w:pPr>
            <w:r w:rsidRPr="00737F30">
              <w:t>6</w:t>
            </w:r>
          </w:p>
        </w:tc>
        <w:tc>
          <w:tcPr>
            <w:tcW w:w="1915" w:type="dxa"/>
          </w:tcPr>
          <w:p w14:paraId="6850DF9F" w14:textId="56F624DD" w:rsidR="000833B3" w:rsidRPr="00737F30" w:rsidRDefault="000833B3" w:rsidP="00B137B7">
            <w:pPr>
              <w:pStyle w:val="BodyText"/>
            </w:pPr>
            <w:r w:rsidRPr="00737F30">
              <w:t>14</w:t>
            </w:r>
          </w:p>
        </w:tc>
        <w:tc>
          <w:tcPr>
            <w:tcW w:w="1915" w:type="dxa"/>
          </w:tcPr>
          <w:p w14:paraId="019FB4BA" w14:textId="71B6A658" w:rsidR="000833B3" w:rsidRPr="00737F30" w:rsidRDefault="00737F30" w:rsidP="00B137B7">
            <w:pPr>
              <w:pStyle w:val="BodyText"/>
            </w:pPr>
            <w:r w:rsidRPr="00737F30">
              <w:t>6</w:t>
            </w:r>
          </w:p>
        </w:tc>
        <w:tc>
          <w:tcPr>
            <w:tcW w:w="1915" w:type="dxa"/>
          </w:tcPr>
          <w:p w14:paraId="66E4EE81" w14:textId="29203CA9" w:rsidR="000833B3" w:rsidRPr="00737F30" w:rsidRDefault="000833B3" w:rsidP="00B137B7">
            <w:pPr>
              <w:pStyle w:val="BodyText"/>
            </w:pPr>
            <w:r w:rsidRPr="00737F30">
              <w:t>5</w:t>
            </w:r>
          </w:p>
        </w:tc>
        <w:tc>
          <w:tcPr>
            <w:tcW w:w="1916" w:type="dxa"/>
          </w:tcPr>
          <w:p w14:paraId="779EA7C6" w14:textId="54C3F0D7" w:rsidR="000833B3" w:rsidRPr="00737F30" w:rsidRDefault="000833B3" w:rsidP="00B137B7">
            <w:pPr>
              <w:pStyle w:val="BodyText"/>
            </w:pPr>
            <w:r w:rsidRPr="00737F30">
              <w:t>8</w:t>
            </w:r>
          </w:p>
        </w:tc>
      </w:tr>
      <w:tr w:rsidR="000833B3" w:rsidRPr="00737F30" w14:paraId="684F25CC" w14:textId="77777777" w:rsidTr="000833B3">
        <w:tc>
          <w:tcPr>
            <w:tcW w:w="1915" w:type="dxa"/>
          </w:tcPr>
          <w:p w14:paraId="724783EE" w14:textId="39410BF7" w:rsidR="000833B3" w:rsidRPr="00737F30" w:rsidRDefault="000833B3" w:rsidP="00B137B7">
            <w:pPr>
              <w:pStyle w:val="BodyText"/>
            </w:pPr>
            <w:r w:rsidRPr="00737F30">
              <w:t>10</w:t>
            </w:r>
          </w:p>
        </w:tc>
        <w:tc>
          <w:tcPr>
            <w:tcW w:w="1915" w:type="dxa"/>
          </w:tcPr>
          <w:p w14:paraId="3C9D34B4" w14:textId="0ED1BAA6" w:rsidR="000833B3" w:rsidRPr="00737F30" w:rsidRDefault="000833B3" w:rsidP="00B137B7">
            <w:pPr>
              <w:pStyle w:val="BodyText"/>
            </w:pPr>
            <w:r w:rsidRPr="00737F30">
              <w:t>10</w:t>
            </w:r>
          </w:p>
        </w:tc>
        <w:tc>
          <w:tcPr>
            <w:tcW w:w="1915" w:type="dxa"/>
          </w:tcPr>
          <w:p w14:paraId="75FB9EF3" w14:textId="1EF22D20" w:rsidR="000833B3" w:rsidRPr="00737F30" w:rsidRDefault="000833B3" w:rsidP="00B137B7">
            <w:pPr>
              <w:pStyle w:val="BodyText"/>
            </w:pPr>
            <w:r w:rsidRPr="00737F30">
              <w:t>8</w:t>
            </w:r>
          </w:p>
        </w:tc>
        <w:tc>
          <w:tcPr>
            <w:tcW w:w="1915" w:type="dxa"/>
          </w:tcPr>
          <w:p w14:paraId="510DCE02" w14:textId="4BB9EEA7" w:rsidR="000833B3" w:rsidRPr="00737F30" w:rsidRDefault="000833B3" w:rsidP="00B137B7">
            <w:pPr>
              <w:pStyle w:val="BodyText"/>
            </w:pPr>
            <w:r w:rsidRPr="00737F30">
              <w:t>9</w:t>
            </w:r>
          </w:p>
        </w:tc>
        <w:tc>
          <w:tcPr>
            <w:tcW w:w="1916" w:type="dxa"/>
          </w:tcPr>
          <w:p w14:paraId="19A4F4C7" w14:textId="657AEC60" w:rsidR="000833B3" w:rsidRPr="00737F30" w:rsidRDefault="000833B3" w:rsidP="00B137B7">
            <w:pPr>
              <w:pStyle w:val="BodyText"/>
            </w:pPr>
            <w:r w:rsidRPr="00737F30">
              <w:t>10</w:t>
            </w:r>
          </w:p>
        </w:tc>
      </w:tr>
      <w:tr w:rsidR="000833B3" w:rsidRPr="00737F30" w14:paraId="01EE8C4A" w14:textId="77777777" w:rsidTr="000833B3">
        <w:tc>
          <w:tcPr>
            <w:tcW w:w="1915" w:type="dxa"/>
          </w:tcPr>
          <w:p w14:paraId="1221C7E7" w14:textId="37CB1124" w:rsidR="000833B3" w:rsidRPr="00737F30" w:rsidRDefault="000833B3" w:rsidP="00B137B7">
            <w:pPr>
              <w:pStyle w:val="BodyText"/>
            </w:pPr>
            <w:r w:rsidRPr="00737F30">
              <w:t>8</w:t>
            </w:r>
          </w:p>
        </w:tc>
        <w:tc>
          <w:tcPr>
            <w:tcW w:w="1915" w:type="dxa"/>
          </w:tcPr>
          <w:p w14:paraId="34FEA383" w14:textId="045D6BFF" w:rsidR="000833B3" w:rsidRPr="00737F30" w:rsidRDefault="000833B3" w:rsidP="00B137B7">
            <w:pPr>
              <w:pStyle w:val="BodyText"/>
            </w:pPr>
            <w:r w:rsidRPr="00737F30">
              <w:t>8</w:t>
            </w:r>
          </w:p>
        </w:tc>
        <w:tc>
          <w:tcPr>
            <w:tcW w:w="1915" w:type="dxa"/>
          </w:tcPr>
          <w:p w14:paraId="27D3B414" w14:textId="0F04C7EB" w:rsidR="000833B3" w:rsidRPr="00737F30" w:rsidRDefault="000833B3" w:rsidP="00B137B7">
            <w:pPr>
              <w:pStyle w:val="BodyText"/>
            </w:pPr>
            <w:r w:rsidRPr="00737F30">
              <w:t>7</w:t>
            </w:r>
          </w:p>
        </w:tc>
        <w:tc>
          <w:tcPr>
            <w:tcW w:w="1915" w:type="dxa"/>
          </w:tcPr>
          <w:p w14:paraId="7FB034C9" w14:textId="624D3F64" w:rsidR="000833B3" w:rsidRPr="00737F30" w:rsidRDefault="000833B3" w:rsidP="00B137B7">
            <w:pPr>
              <w:pStyle w:val="BodyText"/>
            </w:pPr>
            <w:r w:rsidRPr="00737F30">
              <w:t>17</w:t>
            </w:r>
          </w:p>
        </w:tc>
        <w:tc>
          <w:tcPr>
            <w:tcW w:w="1916" w:type="dxa"/>
          </w:tcPr>
          <w:p w14:paraId="25E5F4D6" w14:textId="5039B478" w:rsidR="000833B3" w:rsidRPr="00737F30" w:rsidRDefault="000833B3" w:rsidP="00B137B7">
            <w:pPr>
              <w:pStyle w:val="BodyText"/>
            </w:pPr>
            <w:r w:rsidRPr="00737F30">
              <w:t>14</w:t>
            </w:r>
          </w:p>
        </w:tc>
      </w:tr>
      <w:tr w:rsidR="000833B3" w:rsidRPr="00737F30" w14:paraId="5A332923" w14:textId="77777777" w:rsidTr="000833B3">
        <w:tc>
          <w:tcPr>
            <w:tcW w:w="1915" w:type="dxa"/>
          </w:tcPr>
          <w:p w14:paraId="52245C40" w14:textId="6D77399B" w:rsidR="000833B3" w:rsidRPr="00737F30" w:rsidRDefault="000833B3" w:rsidP="00B137B7">
            <w:pPr>
              <w:pStyle w:val="BodyText"/>
            </w:pPr>
            <w:r w:rsidRPr="00737F30">
              <w:t>16</w:t>
            </w:r>
          </w:p>
        </w:tc>
        <w:tc>
          <w:tcPr>
            <w:tcW w:w="1915" w:type="dxa"/>
          </w:tcPr>
          <w:p w14:paraId="57F3F597" w14:textId="52045AE6" w:rsidR="000833B3" w:rsidRPr="00737F30" w:rsidRDefault="000833B3" w:rsidP="00B137B7">
            <w:pPr>
              <w:pStyle w:val="BodyText"/>
            </w:pPr>
            <w:r w:rsidRPr="00737F30">
              <w:t>12</w:t>
            </w:r>
          </w:p>
        </w:tc>
        <w:tc>
          <w:tcPr>
            <w:tcW w:w="1915" w:type="dxa"/>
          </w:tcPr>
          <w:p w14:paraId="452182BD" w14:textId="0C1FF83C" w:rsidR="000833B3" w:rsidRPr="00737F30" w:rsidRDefault="000833B3" w:rsidP="00B137B7">
            <w:pPr>
              <w:pStyle w:val="BodyText"/>
            </w:pPr>
            <w:r w:rsidRPr="00737F30">
              <w:t>7</w:t>
            </w:r>
          </w:p>
        </w:tc>
        <w:tc>
          <w:tcPr>
            <w:tcW w:w="1915" w:type="dxa"/>
          </w:tcPr>
          <w:p w14:paraId="31A1612E" w14:textId="4182BEA2" w:rsidR="000833B3" w:rsidRPr="00737F30" w:rsidRDefault="000833B3" w:rsidP="00B137B7">
            <w:pPr>
              <w:pStyle w:val="BodyText"/>
            </w:pPr>
            <w:r w:rsidRPr="00737F30">
              <w:t>8</w:t>
            </w:r>
          </w:p>
        </w:tc>
        <w:tc>
          <w:tcPr>
            <w:tcW w:w="1916" w:type="dxa"/>
          </w:tcPr>
          <w:p w14:paraId="1719F75B" w14:textId="3248865D" w:rsidR="000833B3" w:rsidRPr="00737F30" w:rsidRDefault="000833B3" w:rsidP="00B137B7">
            <w:pPr>
              <w:pStyle w:val="BodyText"/>
            </w:pPr>
            <w:r w:rsidRPr="00737F30">
              <w:t>10</w:t>
            </w:r>
          </w:p>
        </w:tc>
      </w:tr>
      <w:tr w:rsidR="000833B3" w:rsidRPr="00737F30" w14:paraId="24212646" w14:textId="77777777" w:rsidTr="000833B3">
        <w:tc>
          <w:tcPr>
            <w:tcW w:w="1915" w:type="dxa"/>
          </w:tcPr>
          <w:p w14:paraId="33CA3F05" w14:textId="699E5472" w:rsidR="000833B3" w:rsidRPr="00737F30" w:rsidRDefault="000833B3" w:rsidP="00B137B7">
            <w:pPr>
              <w:pStyle w:val="BodyText"/>
            </w:pPr>
            <w:r w:rsidRPr="00737F30">
              <w:t>18</w:t>
            </w:r>
          </w:p>
        </w:tc>
        <w:tc>
          <w:tcPr>
            <w:tcW w:w="1915" w:type="dxa"/>
          </w:tcPr>
          <w:p w14:paraId="70E07F33" w14:textId="68FCFA25" w:rsidR="000833B3" w:rsidRPr="00737F30" w:rsidRDefault="000833B3" w:rsidP="00B137B7">
            <w:pPr>
              <w:pStyle w:val="BodyText"/>
            </w:pPr>
            <w:r w:rsidRPr="00737F30">
              <w:t>10</w:t>
            </w:r>
          </w:p>
        </w:tc>
        <w:tc>
          <w:tcPr>
            <w:tcW w:w="1915" w:type="dxa"/>
          </w:tcPr>
          <w:p w14:paraId="6F7CC64E" w14:textId="5A26D8A7" w:rsidR="000833B3" w:rsidRPr="00737F30" w:rsidRDefault="000833B3" w:rsidP="00B137B7">
            <w:pPr>
              <w:pStyle w:val="BodyText"/>
            </w:pPr>
            <w:r w:rsidRPr="00737F30">
              <w:t>9</w:t>
            </w:r>
          </w:p>
        </w:tc>
        <w:tc>
          <w:tcPr>
            <w:tcW w:w="1915" w:type="dxa"/>
          </w:tcPr>
          <w:p w14:paraId="20D08511" w14:textId="1F5276C8" w:rsidR="000833B3" w:rsidRPr="00737F30" w:rsidRDefault="000833B3" w:rsidP="00B137B7">
            <w:pPr>
              <w:pStyle w:val="BodyText"/>
            </w:pPr>
            <w:r w:rsidRPr="00737F30">
              <w:t>7</w:t>
            </w:r>
          </w:p>
        </w:tc>
        <w:tc>
          <w:tcPr>
            <w:tcW w:w="1916" w:type="dxa"/>
          </w:tcPr>
          <w:p w14:paraId="7A8D91D9" w14:textId="52F120C5" w:rsidR="000833B3" w:rsidRPr="00737F30" w:rsidRDefault="000833B3" w:rsidP="00B137B7">
            <w:pPr>
              <w:pStyle w:val="BodyText"/>
            </w:pPr>
            <w:r w:rsidRPr="00737F30">
              <w:t>11</w:t>
            </w:r>
          </w:p>
        </w:tc>
      </w:tr>
      <w:tr w:rsidR="000833B3" w:rsidRPr="00737F30" w14:paraId="483676F2" w14:textId="77777777" w:rsidTr="000833B3">
        <w:tc>
          <w:tcPr>
            <w:tcW w:w="1915" w:type="dxa"/>
          </w:tcPr>
          <w:p w14:paraId="6B77E8AF" w14:textId="73108B57" w:rsidR="000833B3" w:rsidRPr="00737F30" w:rsidRDefault="000833B3" w:rsidP="00B137B7">
            <w:pPr>
              <w:pStyle w:val="BodyText"/>
            </w:pPr>
            <w:r w:rsidRPr="00737F30">
              <w:t>7</w:t>
            </w:r>
          </w:p>
        </w:tc>
        <w:tc>
          <w:tcPr>
            <w:tcW w:w="1915" w:type="dxa"/>
          </w:tcPr>
          <w:p w14:paraId="72268286" w14:textId="5CBE7301" w:rsidR="000833B3" w:rsidRPr="00737F30" w:rsidRDefault="000833B3" w:rsidP="00B137B7">
            <w:pPr>
              <w:pStyle w:val="BodyText"/>
            </w:pPr>
            <w:r w:rsidRPr="00737F30">
              <w:t>7</w:t>
            </w:r>
          </w:p>
        </w:tc>
        <w:tc>
          <w:tcPr>
            <w:tcW w:w="1915" w:type="dxa"/>
          </w:tcPr>
          <w:p w14:paraId="4A6A3FBF" w14:textId="114EC482" w:rsidR="000833B3" w:rsidRPr="00737F30" w:rsidRDefault="000833B3" w:rsidP="00B137B7">
            <w:pPr>
              <w:pStyle w:val="BodyText"/>
            </w:pPr>
            <w:r w:rsidRPr="00737F30">
              <w:t>5</w:t>
            </w:r>
          </w:p>
        </w:tc>
        <w:tc>
          <w:tcPr>
            <w:tcW w:w="1915" w:type="dxa"/>
          </w:tcPr>
          <w:p w14:paraId="691C5FF8" w14:textId="28C47E13" w:rsidR="000833B3" w:rsidRPr="00737F30" w:rsidRDefault="000833B3" w:rsidP="00B137B7">
            <w:pPr>
              <w:pStyle w:val="BodyText"/>
            </w:pPr>
            <w:r w:rsidRPr="00737F30">
              <w:t>9</w:t>
            </w:r>
          </w:p>
        </w:tc>
        <w:tc>
          <w:tcPr>
            <w:tcW w:w="1916" w:type="dxa"/>
          </w:tcPr>
          <w:p w14:paraId="009AA848" w14:textId="288B2784" w:rsidR="000833B3" w:rsidRPr="00737F30" w:rsidRDefault="000833B3" w:rsidP="00B137B7">
            <w:pPr>
              <w:pStyle w:val="BodyText"/>
            </w:pPr>
            <w:r w:rsidRPr="00737F30">
              <w:t>15</w:t>
            </w:r>
          </w:p>
        </w:tc>
      </w:tr>
      <w:tr w:rsidR="000833B3" w:rsidRPr="00737F30" w14:paraId="05CA7039" w14:textId="77777777" w:rsidTr="000833B3">
        <w:tc>
          <w:tcPr>
            <w:tcW w:w="1915" w:type="dxa"/>
          </w:tcPr>
          <w:p w14:paraId="05793457" w14:textId="5451D65A" w:rsidR="000833B3" w:rsidRPr="00737F30" w:rsidRDefault="000833B3" w:rsidP="00B137B7">
            <w:pPr>
              <w:pStyle w:val="BodyText"/>
            </w:pPr>
            <w:r w:rsidRPr="00737F30">
              <w:t>11</w:t>
            </w:r>
          </w:p>
        </w:tc>
        <w:tc>
          <w:tcPr>
            <w:tcW w:w="1915" w:type="dxa"/>
          </w:tcPr>
          <w:p w14:paraId="15D99ADD" w14:textId="267914A6" w:rsidR="000833B3" w:rsidRPr="00737F30" w:rsidRDefault="000833B3" w:rsidP="00B137B7">
            <w:pPr>
              <w:pStyle w:val="BodyText"/>
            </w:pPr>
            <w:r w:rsidRPr="00737F30">
              <w:t>18</w:t>
            </w:r>
          </w:p>
        </w:tc>
        <w:tc>
          <w:tcPr>
            <w:tcW w:w="1915" w:type="dxa"/>
          </w:tcPr>
          <w:p w14:paraId="5816DF09" w14:textId="1465F811" w:rsidR="000833B3" w:rsidRPr="00737F30" w:rsidRDefault="000833B3" w:rsidP="00B137B7">
            <w:pPr>
              <w:pStyle w:val="BodyText"/>
            </w:pPr>
            <w:r w:rsidRPr="00737F30">
              <w:t>15</w:t>
            </w:r>
          </w:p>
        </w:tc>
        <w:tc>
          <w:tcPr>
            <w:tcW w:w="1915" w:type="dxa"/>
          </w:tcPr>
          <w:p w14:paraId="00773271" w14:textId="26EA66A4" w:rsidR="000833B3" w:rsidRPr="00737F30" w:rsidRDefault="000833B3" w:rsidP="00B137B7">
            <w:pPr>
              <w:pStyle w:val="BodyText"/>
            </w:pPr>
            <w:r w:rsidRPr="00737F30">
              <w:t>6</w:t>
            </w:r>
          </w:p>
        </w:tc>
        <w:tc>
          <w:tcPr>
            <w:tcW w:w="1916" w:type="dxa"/>
          </w:tcPr>
          <w:p w14:paraId="77D6C82D" w14:textId="36256421" w:rsidR="000833B3" w:rsidRPr="00737F30" w:rsidRDefault="000833B3" w:rsidP="00B137B7">
            <w:pPr>
              <w:pStyle w:val="BodyText"/>
            </w:pPr>
            <w:r w:rsidRPr="00737F30">
              <w:t>11</w:t>
            </w:r>
          </w:p>
        </w:tc>
      </w:tr>
      <w:tr w:rsidR="000833B3" w:rsidRPr="00737F30" w14:paraId="5D5EACAD" w14:textId="77777777" w:rsidTr="000833B3">
        <w:tc>
          <w:tcPr>
            <w:tcW w:w="1915" w:type="dxa"/>
          </w:tcPr>
          <w:p w14:paraId="6623AF9B" w14:textId="4CF250D6" w:rsidR="000833B3" w:rsidRPr="00737F30" w:rsidRDefault="000833B3" w:rsidP="00B137B7">
            <w:pPr>
              <w:pStyle w:val="BodyText"/>
            </w:pPr>
            <w:r w:rsidRPr="00737F30">
              <w:t>14</w:t>
            </w:r>
          </w:p>
        </w:tc>
        <w:tc>
          <w:tcPr>
            <w:tcW w:w="1915" w:type="dxa"/>
          </w:tcPr>
          <w:p w14:paraId="0214B4B7" w14:textId="25E66673" w:rsidR="000833B3" w:rsidRPr="00737F30" w:rsidRDefault="000833B3" w:rsidP="00B137B7">
            <w:pPr>
              <w:pStyle w:val="BodyText"/>
            </w:pPr>
            <w:r w:rsidRPr="00737F30">
              <w:t>11</w:t>
            </w:r>
          </w:p>
        </w:tc>
        <w:tc>
          <w:tcPr>
            <w:tcW w:w="1915" w:type="dxa"/>
          </w:tcPr>
          <w:p w14:paraId="6F657711" w14:textId="12F4FFBB" w:rsidR="000833B3" w:rsidRPr="00737F30" w:rsidRDefault="000833B3" w:rsidP="00B137B7">
            <w:pPr>
              <w:pStyle w:val="BodyText"/>
            </w:pPr>
            <w:r w:rsidRPr="00737F30">
              <w:t>6</w:t>
            </w:r>
          </w:p>
        </w:tc>
        <w:tc>
          <w:tcPr>
            <w:tcW w:w="1915" w:type="dxa"/>
          </w:tcPr>
          <w:p w14:paraId="2295B5ED" w14:textId="06BB084E" w:rsidR="000833B3" w:rsidRPr="00737F30" w:rsidRDefault="000833B3" w:rsidP="00B137B7">
            <w:pPr>
              <w:pStyle w:val="BodyText"/>
            </w:pPr>
            <w:r w:rsidRPr="00737F30">
              <w:t>13</w:t>
            </w:r>
          </w:p>
        </w:tc>
        <w:tc>
          <w:tcPr>
            <w:tcW w:w="1916" w:type="dxa"/>
          </w:tcPr>
          <w:p w14:paraId="6470FB1E" w14:textId="503A4C8F" w:rsidR="000833B3" w:rsidRPr="00737F30" w:rsidRDefault="000833B3" w:rsidP="00B137B7">
            <w:pPr>
              <w:pStyle w:val="BodyText"/>
            </w:pPr>
            <w:r w:rsidRPr="00737F30">
              <w:t>8</w:t>
            </w:r>
          </w:p>
        </w:tc>
      </w:tr>
      <w:tr w:rsidR="000833B3" w:rsidRPr="00737F30" w14:paraId="1FD68215" w14:textId="77777777" w:rsidTr="000833B3">
        <w:tc>
          <w:tcPr>
            <w:tcW w:w="1915" w:type="dxa"/>
          </w:tcPr>
          <w:p w14:paraId="407EE5DA" w14:textId="1A9A1AE7" w:rsidR="000833B3" w:rsidRPr="00737F30" w:rsidRDefault="000833B3" w:rsidP="00B137B7">
            <w:pPr>
              <w:pStyle w:val="BodyText"/>
            </w:pPr>
            <w:r w:rsidRPr="00737F30">
              <w:t>9</w:t>
            </w:r>
          </w:p>
        </w:tc>
        <w:tc>
          <w:tcPr>
            <w:tcW w:w="1915" w:type="dxa"/>
          </w:tcPr>
          <w:p w14:paraId="5F44A600" w14:textId="1151968C" w:rsidR="000833B3" w:rsidRPr="00737F30" w:rsidRDefault="000833B3" w:rsidP="00B137B7">
            <w:pPr>
              <w:pStyle w:val="BodyText"/>
            </w:pPr>
            <w:r w:rsidRPr="00737F30">
              <w:t>10</w:t>
            </w:r>
          </w:p>
        </w:tc>
        <w:tc>
          <w:tcPr>
            <w:tcW w:w="1915" w:type="dxa"/>
          </w:tcPr>
          <w:p w14:paraId="67A1249D" w14:textId="33336538" w:rsidR="000833B3" w:rsidRPr="00737F30" w:rsidRDefault="000833B3" w:rsidP="00B137B7">
            <w:pPr>
              <w:pStyle w:val="BodyText"/>
            </w:pPr>
            <w:r w:rsidRPr="00737F30">
              <w:t>11</w:t>
            </w:r>
          </w:p>
        </w:tc>
        <w:tc>
          <w:tcPr>
            <w:tcW w:w="1915" w:type="dxa"/>
          </w:tcPr>
          <w:p w14:paraId="2C069A57" w14:textId="18133074" w:rsidR="000833B3" w:rsidRPr="00737F30" w:rsidRDefault="000833B3" w:rsidP="00B137B7">
            <w:pPr>
              <w:pStyle w:val="BodyText"/>
            </w:pPr>
            <w:r w:rsidRPr="00737F30">
              <w:t>12</w:t>
            </w:r>
          </w:p>
        </w:tc>
        <w:tc>
          <w:tcPr>
            <w:tcW w:w="1916" w:type="dxa"/>
          </w:tcPr>
          <w:p w14:paraId="145BC663" w14:textId="4C971CBE" w:rsidR="000833B3" w:rsidRPr="00737F30" w:rsidRDefault="000833B3" w:rsidP="00B137B7">
            <w:pPr>
              <w:pStyle w:val="BodyText"/>
            </w:pPr>
            <w:r w:rsidRPr="00737F30">
              <w:t>10</w:t>
            </w:r>
          </w:p>
        </w:tc>
      </w:tr>
      <w:tr w:rsidR="000833B3" w:rsidRPr="00737F30" w14:paraId="7E12E595" w14:textId="77777777" w:rsidTr="000833B3">
        <w:tc>
          <w:tcPr>
            <w:tcW w:w="1915" w:type="dxa"/>
          </w:tcPr>
          <w:p w14:paraId="50FCF11A" w14:textId="5C3692A4" w:rsidR="000833B3" w:rsidRPr="00737F30" w:rsidRDefault="000833B3" w:rsidP="00B137B7">
            <w:pPr>
              <w:pStyle w:val="BodyText"/>
            </w:pPr>
            <w:r w:rsidRPr="00737F30">
              <w:t>5</w:t>
            </w:r>
          </w:p>
        </w:tc>
        <w:tc>
          <w:tcPr>
            <w:tcW w:w="1915" w:type="dxa"/>
          </w:tcPr>
          <w:p w14:paraId="12BA56B4" w14:textId="34A493D1" w:rsidR="000833B3" w:rsidRPr="00737F30" w:rsidRDefault="000833B3" w:rsidP="00B137B7">
            <w:pPr>
              <w:pStyle w:val="BodyText"/>
            </w:pPr>
            <w:r w:rsidRPr="00737F30">
              <w:t>7</w:t>
            </w:r>
          </w:p>
        </w:tc>
        <w:tc>
          <w:tcPr>
            <w:tcW w:w="1915" w:type="dxa"/>
          </w:tcPr>
          <w:p w14:paraId="119CEC38" w14:textId="28C78488" w:rsidR="000833B3" w:rsidRPr="00737F30" w:rsidRDefault="000833B3" w:rsidP="00B137B7">
            <w:pPr>
              <w:pStyle w:val="BodyText"/>
            </w:pPr>
            <w:r w:rsidRPr="00737F30">
              <w:t>9</w:t>
            </w:r>
          </w:p>
        </w:tc>
        <w:tc>
          <w:tcPr>
            <w:tcW w:w="1915" w:type="dxa"/>
          </w:tcPr>
          <w:p w14:paraId="4C1ED5FE" w14:textId="09341373" w:rsidR="000833B3" w:rsidRPr="00737F30" w:rsidRDefault="000833B3" w:rsidP="00B137B7">
            <w:pPr>
              <w:pStyle w:val="BodyText"/>
            </w:pPr>
            <w:r w:rsidRPr="00737F30">
              <w:t>7</w:t>
            </w:r>
          </w:p>
        </w:tc>
        <w:tc>
          <w:tcPr>
            <w:tcW w:w="1916" w:type="dxa"/>
          </w:tcPr>
          <w:p w14:paraId="56044D36" w14:textId="2DDAE58A" w:rsidR="000833B3" w:rsidRPr="00737F30" w:rsidRDefault="000833B3" w:rsidP="00B137B7">
            <w:pPr>
              <w:pStyle w:val="BodyText"/>
            </w:pPr>
            <w:r w:rsidRPr="00737F30">
              <w:t>6</w:t>
            </w:r>
          </w:p>
        </w:tc>
      </w:tr>
      <w:tr w:rsidR="000833B3" w:rsidRPr="00737F30" w14:paraId="6E8ED9EC" w14:textId="77777777" w:rsidTr="000833B3">
        <w:tc>
          <w:tcPr>
            <w:tcW w:w="1915" w:type="dxa"/>
          </w:tcPr>
          <w:p w14:paraId="2D7AD20B" w14:textId="6670249A" w:rsidR="000833B3" w:rsidRPr="00737F30" w:rsidRDefault="000833B3" w:rsidP="00B137B7">
            <w:pPr>
              <w:pStyle w:val="BodyText"/>
            </w:pPr>
            <w:r w:rsidRPr="00737F30">
              <w:t>10</w:t>
            </w:r>
          </w:p>
        </w:tc>
        <w:tc>
          <w:tcPr>
            <w:tcW w:w="1915" w:type="dxa"/>
          </w:tcPr>
          <w:p w14:paraId="5BD8B3CE" w14:textId="64FD000A" w:rsidR="000833B3" w:rsidRPr="00737F30" w:rsidRDefault="000833B3" w:rsidP="00B137B7">
            <w:pPr>
              <w:pStyle w:val="BodyText"/>
            </w:pPr>
            <w:r w:rsidRPr="00737F30">
              <w:t>13</w:t>
            </w:r>
          </w:p>
        </w:tc>
        <w:tc>
          <w:tcPr>
            <w:tcW w:w="1915" w:type="dxa"/>
          </w:tcPr>
          <w:p w14:paraId="2376CE70" w14:textId="58F75C2B" w:rsidR="000833B3" w:rsidRPr="00737F30" w:rsidRDefault="000833B3" w:rsidP="00B137B7">
            <w:pPr>
              <w:pStyle w:val="BodyText"/>
            </w:pPr>
            <w:r w:rsidRPr="00737F30">
              <w:t>8</w:t>
            </w:r>
          </w:p>
        </w:tc>
        <w:tc>
          <w:tcPr>
            <w:tcW w:w="1915" w:type="dxa"/>
          </w:tcPr>
          <w:p w14:paraId="1FDA680B" w14:textId="2497C3FA" w:rsidR="000833B3" w:rsidRPr="00737F30" w:rsidRDefault="000833B3" w:rsidP="00B137B7">
            <w:pPr>
              <w:pStyle w:val="BodyText"/>
            </w:pPr>
            <w:r w:rsidRPr="00737F30">
              <w:t>8</w:t>
            </w:r>
          </w:p>
        </w:tc>
        <w:tc>
          <w:tcPr>
            <w:tcW w:w="1916" w:type="dxa"/>
          </w:tcPr>
          <w:p w14:paraId="18D6412B" w14:textId="325ECA44" w:rsidR="000833B3" w:rsidRPr="00737F30" w:rsidRDefault="000833B3" w:rsidP="00B137B7">
            <w:pPr>
              <w:pStyle w:val="BodyText"/>
            </w:pPr>
            <w:r w:rsidRPr="00737F30">
              <w:t>10</w:t>
            </w:r>
          </w:p>
        </w:tc>
      </w:tr>
      <w:tr w:rsidR="000833B3" w14:paraId="055F749A" w14:textId="77777777" w:rsidTr="000833B3">
        <w:tc>
          <w:tcPr>
            <w:tcW w:w="1915" w:type="dxa"/>
          </w:tcPr>
          <w:p w14:paraId="1F884E02" w14:textId="798252C3" w:rsidR="000833B3" w:rsidRPr="00737F30" w:rsidRDefault="000833B3" w:rsidP="00B137B7">
            <w:pPr>
              <w:pStyle w:val="BodyText"/>
            </w:pPr>
            <w:r w:rsidRPr="00737F30">
              <w:t>9</w:t>
            </w:r>
          </w:p>
        </w:tc>
        <w:tc>
          <w:tcPr>
            <w:tcW w:w="1915" w:type="dxa"/>
          </w:tcPr>
          <w:p w14:paraId="4B25755F" w14:textId="0B751AC7" w:rsidR="000833B3" w:rsidRPr="00737F30" w:rsidRDefault="000833B3" w:rsidP="00B137B7">
            <w:pPr>
              <w:pStyle w:val="BodyText"/>
            </w:pPr>
            <w:r w:rsidRPr="00737F30">
              <w:t>10</w:t>
            </w:r>
          </w:p>
        </w:tc>
        <w:tc>
          <w:tcPr>
            <w:tcW w:w="1915" w:type="dxa"/>
          </w:tcPr>
          <w:p w14:paraId="7714A4C3" w14:textId="20C64607" w:rsidR="000833B3" w:rsidRPr="00737F30" w:rsidRDefault="000833B3" w:rsidP="00B137B7">
            <w:pPr>
              <w:pStyle w:val="BodyText"/>
            </w:pPr>
            <w:r w:rsidRPr="00737F30">
              <w:t>11</w:t>
            </w:r>
          </w:p>
        </w:tc>
        <w:tc>
          <w:tcPr>
            <w:tcW w:w="1915" w:type="dxa"/>
          </w:tcPr>
          <w:p w14:paraId="6E01B237" w14:textId="53570B6C" w:rsidR="000833B3" w:rsidRPr="00737F30" w:rsidRDefault="000833B3" w:rsidP="00B137B7">
            <w:pPr>
              <w:pStyle w:val="BodyText"/>
            </w:pPr>
            <w:r w:rsidRPr="00737F30">
              <w:t>12</w:t>
            </w:r>
          </w:p>
        </w:tc>
        <w:tc>
          <w:tcPr>
            <w:tcW w:w="1916" w:type="dxa"/>
          </w:tcPr>
          <w:p w14:paraId="521EDF0A" w14:textId="2F50E592" w:rsidR="000833B3" w:rsidRPr="00737F30" w:rsidRDefault="000833B3" w:rsidP="00B137B7">
            <w:pPr>
              <w:pStyle w:val="BodyText"/>
            </w:pPr>
            <w:r w:rsidRPr="00737F30">
              <w:t>16</w:t>
            </w:r>
          </w:p>
        </w:tc>
      </w:tr>
    </w:tbl>
    <w:p w14:paraId="73882518" w14:textId="49041097" w:rsidR="00315688" w:rsidRDefault="00315688" w:rsidP="000833B3">
      <w:pPr>
        <w:rPr>
          <w:rFonts w:cs="Arial"/>
        </w:rPr>
      </w:pPr>
    </w:p>
    <w:p w14:paraId="3BFD48E6" w14:textId="7EE26370" w:rsidR="00315688" w:rsidRDefault="00315688" w:rsidP="000833B3">
      <w:pPr>
        <w:rPr>
          <w:rFonts w:cs="Arial"/>
        </w:rPr>
      </w:pPr>
    </w:p>
    <w:p w14:paraId="4E0DAF41" w14:textId="7E093C48" w:rsidR="00315688" w:rsidRDefault="00315688" w:rsidP="000833B3">
      <w:pPr>
        <w:rPr>
          <w:rFonts w:cs="Arial"/>
        </w:rPr>
      </w:pPr>
    </w:p>
    <w:p w14:paraId="435A9708" w14:textId="77777777" w:rsidR="00315688" w:rsidRPr="003F7EEA" w:rsidRDefault="00315688" w:rsidP="000833B3">
      <w:pPr>
        <w:rPr>
          <w:rFonts w:cs="Arial"/>
        </w:rPr>
      </w:pPr>
    </w:p>
    <w:sectPr w:rsidR="00315688" w:rsidRPr="003F7EEA" w:rsidSect="0019353A"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14F7" w14:textId="77777777" w:rsidR="00201B2F" w:rsidRDefault="00201B2F">
      <w:r>
        <w:separator/>
      </w:r>
    </w:p>
  </w:endnote>
  <w:endnote w:type="continuationSeparator" w:id="0">
    <w:p w14:paraId="339B737B" w14:textId="77777777" w:rsidR="00201B2F" w:rsidRDefault="00201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artika">
    <w:panose1 w:val="02020503030404060203"/>
    <w:charset w:val="00"/>
    <w:family w:val="roman"/>
    <w:pitch w:val="variable"/>
    <w:sig w:usb0="008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8AEB4" w14:textId="77777777" w:rsidR="0019353A" w:rsidRPr="009E5038" w:rsidRDefault="0019353A" w:rsidP="0019353A">
    <w:pPr>
      <w:pStyle w:val="Footer"/>
      <w:pBdr>
        <w:top w:val="single" w:sz="12" w:space="3" w:color="808080"/>
      </w:pBdr>
      <w:tabs>
        <w:tab w:val="clear" w:pos="4320"/>
        <w:tab w:val="clear" w:pos="8640"/>
        <w:tab w:val="right" w:pos="9360"/>
      </w:tabs>
      <w:jc w:val="right"/>
    </w:pPr>
    <w:r w:rsidRPr="009E5038">
      <w:rPr>
        <w:rStyle w:val="PageNumber"/>
      </w:rPr>
      <w:fldChar w:fldCharType="begin"/>
    </w:r>
    <w:r w:rsidRPr="009E5038">
      <w:rPr>
        <w:rStyle w:val="PageNumber"/>
      </w:rPr>
      <w:instrText xml:space="preserve"> PAGE </w:instrText>
    </w:r>
    <w:r w:rsidRPr="009E5038">
      <w:rPr>
        <w:rStyle w:val="PageNumber"/>
      </w:rPr>
      <w:fldChar w:fldCharType="separate"/>
    </w:r>
    <w:r>
      <w:rPr>
        <w:rStyle w:val="PageNumber"/>
        <w:noProof/>
      </w:rPr>
      <w:t>2</w:t>
    </w:r>
    <w:r w:rsidRPr="009E5038"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7EBE55" w14:textId="2DA972A8" w:rsidR="0019353A" w:rsidRPr="009E5038" w:rsidRDefault="0019353A" w:rsidP="0019353A">
    <w:pPr>
      <w:pStyle w:val="Footer"/>
      <w:pBdr>
        <w:top w:val="single" w:sz="12" w:space="3" w:color="808080"/>
      </w:pBdr>
      <w:tabs>
        <w:tab w:val="clear" w:pos="4320"/>
        <w:tab w:val="clear" w:pos="8640"/>
        <w:tab w:val="right" w:pos="9360"/>
      </w:tabs>
      <w:jc w:val="right"/>
    </w:pPr>
    <w:r w:rsidRPr="009E5038">
      <w:rPr>
        <w:rStyle w:val="PageNumber"/>
      </w:rPr>
      <w:fldChar w:fldCharType="begin"/>
    </w:r>
    <w:r w:rsidRPr="009E5038">
      <w:rPr>
        <w:rStyle w:val="PageNumber"/>
      </w:rPr>
      <w:instrText xml:space="preserve"> PAGE </w:instrText>
    </w:r>
    <w:r w:rsidRPr="009E5038">
      <w:rPr>
        <w:rStyle w:val="PageNumber"/>
      </w:rPr>
      <w:fldChar w:fldCharType="separate"/>
    </w:r>
    <w:r w:rsidR="009417E4">
      <w:rPr>
        <w:rStyle w:val="PageNumber"/>
        <w:noProof/>
      </w:rPr>
      <w:t>1</w:t>
    </w:r>
    <w:r w:rsidRPr="009E5038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70A685" w14:textId="77777777" w:rsidR="00201B2F" w:rsidRDefault="00201B2F">
      <w:r>
        <w:separator/>
      </w:r>
    </w:p>
  </w:footnote>
  <w:footnote w:type="continuationSeparator" w:id="0">
    <w:p w14:paraId="4FF48485" w14:textId="77777777" w:rsidR="00201B2F" w:rsidRDefault="00201B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9ECA9" w14:textId="05BCF70E" w:rsidR="0019353A" w:rsidRDefault="003F7EEA" w:rsidP="0019353A">
    <w:pPr>
      <w:pStyle w:val="Header"/>
      <w:pBdr>
        <w:bottom w:val="single" w:sz="12" w:space="3" w:color="808080"/>
      </w:pBdr>
      <w:tabs>
        <w:tab w:val="clear" w:pos="4320"/>
        <w:tab w:val="clear" w:pos="8640"/>
        <w:tab w:val="right" w:pos="9360"/>
      </w:tabs>
    </w:pPr>
    <w:r>
      <w:rPr>
        <w:noProof/>
      </w:rPr>
      <w:drawing>
        <wp:inline distT="0" distB="0" distL="0" distR="0" wp14:anchorId="6465A120" wp14:editId="29E33C8A">
          <wp:extent cx="1943100" cy="295275"/>
          <wp:effectExtent l="0" t="0" r="0" b="9525"/>
          <wp:docPr id="1" name="Picture 6" descr="CU_Horiz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U_Horiz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9353A">
      <w:tab/>
    </w:r>
    <w:r w:rsidR="00315688">
      <w:rPr>
        <w:b/>
        <w:color w:val="808080"/>
        <w:sz w:val="28"/>
        <w:szCs w:val="28"/>
      </w:rPr>
      <w:t>SWK5015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B4414E" w14:textId="4D448CDA" w:rsidR="0019353A" w:rsidRDefault="003F7EEA" w:rsidP="0019353A">
    <w:pPr>
      <w:pStyle w:val="Header"/>
      <w:pBdr>
        <w:bottom w:val="single" w:sz="12" w:space="3" w:color="808080"/>
      </w:pBdr>
      <w:tabs>
        <w:tab w:val="clear" w:pos="4320"/>
        <w:tab w:val="clear" w:pos="8640"/>
        <w:tab w:val="right" w:pos="9360"/>
      </w:tabs>
    </w:pPr>
    <w:r>
      <w:rPr>
        <w:noProof/>
      </w:rPr>
      <w:drawing>
        <wp:inline distT="0" distB="0" distL="0" distR="0" wp14:anchorId="0D9653E6" wp14:editId="5B1D6942">
          <wp:extent cx="1943100" cy="295275"/>
          <wp:effectExtent l="0" t="0" r="0" b="9525"/>
          <wp:docPr id="2" name="Picture 6" descr="CU_Horiz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U_Horiz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9353A">
      <w:tab/>
    </w:r>
    <w:r>
      <w:rPr>
        <w:b/>
        <w:color w:val="808080"/>
        <w:sz w:val="28"/>
        <w:szCs w:val="28"/>
      </w:rPr>
      <w:t>SWK5015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27E2C"/>
    <w:multiLevelType w:val="hybridMultilevel"/>
    <w:tmpl w:val="6CC42E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B962A9"/>
    <w:multiLevelType w:val="hybridMultilevel"/>
    <w:tmpl w:val="511CF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F93F3A"/>
    <w:multiLevelType w:val="multilevel"/>
    <w:tmpl w:val="194E3E12"/>
    <w:lvl w:ilvl="0">
      <w:start w:val="1"/>
      <w:numFmt w:val="bullet"/>
      <w:pStyle w:val="stylebulleted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3E84A9A"/>
    <w:multiLevelType w:val="hybridMultilevel"/>
    <w:tmpl w:val="7C1235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1F264A"/>
    <w:multiLevelType w:val="multilevel"/>
    <w:tmpl w:val="7B96BC6A"/>
    <w:lvl w:ilvl="0">
      <w:start w:val="1"/>
      <w:numFmt w:val="decimal"/>
      <w:pStyle w:val="stylenumbered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color w:val="auto"/>
        <w:sz w:val="22"/>
        <w:szCs w:val="20"/>
        <w:u w:val="none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B81"/>
    <w:rsid w:val="000209A9"/>
    <w:rsid w:val="000833B3"/>
    <w:rsid w:val="00085A33"/>
    <w:rsid w:val="000B1F9D"/>
    <w:rsid w:val="001175F6"/>
    <w:rsid w:val="00191F09"/>
    <w:rsid w:val="0019353A"/>
    <w:rsid w:val="00201B2F"/>
    <w:rsid w:val="0022491A"/>
    <w:rsid w:val="00242852"/>
    <w:rsid w:val="002A511E"/>
    <w:rsid w:val="002B3EC0"/>
    <w:rsid w:val="002F5D66"/>
    <w:rsid w:val="003106F6"/>
    <w:rsid w:val="00315688"/>
    <w:rsid w:val="00331E2D"/>
    <w:rsid w:val="00382E77"/>
    <w:rsid w:val="00392604"/>
    <w:rsid w:val="003957AE"/>
    <w:rsid w:val="003B6396"/>
    <w:rsid w:val="003F7EEA"/>
    <w:rsid w:val="004023EF"/>
    <w:rsid w:val="00402F5A"/>
    <w:rsid w:val="00442481"/>
    <w:rsid w:val="004E5957"/>
    <w:rsid w:val="00524F64"/>
    <w:rsid w:val="005B7B81"/>
    <w:rsid w:val="00666326"/>
    <w:rsid w:val="0067617E"/>
    <w:rsid w:val="00697B29"/>
    <w:rsid w:val="00705317"/>
    <w:rsid w:val="00737F30"/>
    <w:rsid w:val="007C6C25"/>
    <w:rsid w:val="007F4D5A"/>
    <w:rsid w:val="00825B29"/>
    <w:rsid w:val="008965F6"/>
    <w:rsid w:val="008E793E"/>
    <w:rsid w:val="009417E4"/>
    <w:rsid w:val="0097450F"/>
    <w:rsid w:val="00996595"/>
    <w:rsid w:val="009E40DF"/>
    <w:rsid w:val="00A41367"/>
    <w:rsid w:val="00AC37A0"/>
    <w:rsid w:val="00AD4DDE"/>
    <w:rsid w:val="00B051AD"/>
    <w:rsid w:val="00B137B7"/>
    <w:rsid w:val="00B341F2"/>
    <w:rsid w:val="00B824A1"/>
    <w:rsid w:val="00B93CA5"/>
    <w:rsid w:val="00BA0818"/>
    <w:rsid w:val="00C601A3"/>
    <w:rsid w:val="00C63FDE"/>
    <w:rsid w:val="00D43857"/>
    <w:rsid w:val="00D75DF9"/>
    <w:rsid w:val="00D9465E"/>
    <w:rsid w:val="00D95A66"/>
    <w:rsid w:val="00DA02DF"/>
    <w:rsid w:val="00DD7FBE"/>
    <w:rsid w:val="00EA3DFD"/>
    <w:rsid w:val="00F64ED5"/>
    <w:rsid w:val="00FC3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AA61742"/>
  <w15:docId w15:val="{D0FF9035-C7EA-4F40-AB22-491F5F523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2E77"/>
    <w:rPr>
      <w:sz w:val="22"/>
      <w:szCs w:val="24"/>
    </w:rPr>
  </w:style>
  <w:style w:type="paragraph" w:styleId="Heading1">
    <w:name w:val="heading 1"/>
    <w:next w:val="Normal"/>
    <w:link w:val="Heading1Char"/>
    <w:qFormat/>
    <w:rsid w:val="00382E77"/>
    <w:pPr>
      <w:pageBreakBefore/>
      <w:spacing w:before="240" w:after="120"/>
      <w:outlineLvl w:val="0"/>
    </w:pPr>
    <w:rPr>
      <w:b/>
      <w:sz w:val="36"/>
      <w:szCs w:val="18"/>
    </w:rPr>
  </w:style>
  <w:style w:type="paragraph" w:styleId="Heading2">
    <w:name w:val="heading 2"/>
    <w:next w:val="Normal"/>
    <w:link w:val="Heading2Char"/>
    <w:qFormat/>
    <w:rsid w:val="00382E77"/>
    <w:pPr>
      <w:spacing w:before="360" w:after="60"/>
      <w:outlineLvl w:val="1"/>
    </w:pPr>
    <w:rPr>
      <w:rFonts w:cs="Arial"/>
      <w:b/>
      <w:bCs/>
      <w:color w:val="000000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382E77"/>
    <w:pPr>
      <w:keepNext/>
      <w:spacing w:before="240" w:after="60"/>
      <w:outlineLvl w:val="2"/>
    </w:pPr>
    <w:rPr>
      <w:rFonts w:cs="Arial"/>
      <w:b/>
      <w:bCs/>
      <w:sz w:val="28"/>
      <w:szCs w:val="26"/>
    </w:rPr>
  </w:style>
  <w:style w:type="paragraph" w:styleId="Heading4">
    <w:name w:val="heading 4"/>
    <w:basedOn w:val="Normal"/>
    <w:next w:val="Normal"/>
    <w:link w:val="Heading4Char"/>
    <w:qFormat/>
    <w:rsid w:val="00382E77"/>
    <w:pPr>
      <w:keepNext/>
      <w:spacing w:before="240" w:after="60"/>
      <w:outlineLvl w:val="3"/>
    </w:pPr>
    <w:rPr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382E77"/>
    <w:p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aliases w:val="apaindent"/>
    <w:basedOn w:val="Normal"/>
    <w:next w:val="Normal"/>
    <w:link w:val="Heading6Char"/>
    <w:qFormat/>
    <w:rsid w:val="00382E77"/>
    <w:pPr>
      <w:spacing w:before="120" w:after="60"/>
      <w:ind w:left="720" w:hanging="720"/>
      <w:outlineLvl w:val="5"/>
    </w:pPr>
    <w:rPr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B341F2"/>
    <w:pPr>
      <w:spacing w:before="360"/>
      <w:ind w:left="720"/>
    </w:pPr>
    <w:rPr>
      <w:rFonts w:cs="Arial"/>
      <w:b/>
      <w:bCs/>
    </w:rPr>
  </w:style>
  <w:style w:type="paragraph" w:styleId="Header">
    <w:name w:val="header"/>
    <w:basedOn w:val="Normal"/>
    <w:rsid w:val="005B7B8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B7B81"/>
    <w:pPr>
      <w:tabs>
        <w:tab w:val="center" w:pos="4320"/>
        <w:tab w:val="right" w:pos="8640"/>
      </w:tabs>
    </w:pPr>
  </w:style>
  <w:style w:type="paragraph" w:customStyle="1" w:styleId="HeaderTitle">
    <w:name w:val="HeaderTitle"/>
    <w:basedOn w:val="Normal"/>
    <w:rsid w:val="005B7B81"/>
    <w:pPr>
      <w:jc w:val="right"/>
    </w:pPr>
    <w:rPr>
      <w:rFonts w:cs="Arial"/>
      <w:b/>
      <w:color w:val="808080"/>
      <w:sz w:val="28"/>
    </w:rPr>
  </w:style>
  <w:style w:type="character" w:styleId="PageNumber">
    <w:name w:val="page number"/>
    <w:rsid w:val="005B7B81"/>
    <w:rPr>
      <w:rFonts w:ascii="Arial" w:hAnsi="Arial"/>
      <w:sz w:val="18"/>
    </w:rPr>
  </w:style>
  <w:style w:type="character" w:customStyle="1" w:styleId="Heading3Char">
    <w:name w:val="Heading 3 Char"/>
    <w:link w:val="Heading3"/>
    <w:rsid w:val="00382E77"/>
    <w:rPr>
      <w:rFonts w:ascii="Arial" w:hAnsi="Arial" w:cs="Arial"/>
      <w:b/>
      <w:bCs/>
      <w:sz w:val="28"/>
      <w:szCs w:val="26"/>
      <w:lang w:val="en-US" w:eastAsia="en-US" w:bidi="ar-SA"/>
    </w:rPr>
  </w:style>
  <w:style w:type="paragraph" w:customStyle="1" w:styleId="Body">
    <w:name w:val="Body"/>
    <w:basedOn w:val="Normal"/>
    <w:rsid w:val="00DD7FBE"/>
    <w:rPr>
      <w:rFonts w:cs="Courier New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2E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82E77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382E77"/>
    <w:rPr>
      <w:b/>
      <w:sz w:val="36"/>
      <w:szCs w:val="18"/>
      <w:lang w:val="en-US" w:eastAsia="en-US" w:bidi="ar-SA"/>
    </w:rPr>
  </w:style>
  <w:style w:type="character" w:customStyle="1" w:styleId="Heading2Char">
    <w:name w:val="Heading 2 Char"/>
    <w:link w:val="Heading2"/>
    <w:rsid w:val="00382E77"/>
    <w:rPr>
      <w:rFonts w:cs="Arial"/>
      <w:b/>
      <w:bCs/>
      <w:color w:val="000000"/>
      <w:sz w:val="32"/>
      <w:szCs w:val="32"/>
      <w:lang w:val="en-US" w:eastAsia="en-US" w:bidi="ar-SA"/>
    </w:rPr>
  </w:style>
  <w:style w:type="character" w:customStyle="1" w:styleId="Heading4Char">
    <w:name w:val="Heading 4 Char"/>
    <w:link w:val="Heading4"/>
    <w:rsid w:val="00382E77"/>
    <w:rPr>
      <w:b/>
      <w:bCs/>
      <w:sz w:val="24"/>
      <w:szCs w:val="28"/>
    </w:rPr>
  </w:style>
  <w:style w:type="character" w:customStyle="1" w:styleId="Heading5Char">
    <w:name w:val="Heading 5 Char"/>
    <w:link w:val="Heading5"/>
    <w:rsid w:val="00382E77"/>
    <w:rPr>
      <w:b/>
      <w:bCs/>
      <w:iCs/>
      <w:szCs w:val="26"/>
    </w:rPr>
  </w:style>
  <w:style w:type="character" w:customStyle="1" w:styleId="Heading6Char">
    <w:name w:val="Heading 6 Char"/>
    <w:aliases w:val="apaindent Char"/>
    <w:link w:val="Heading6"/>
    <w:rsid w:val="00382E77"/>
    <w:rPr>
      <w:bCs/>
    </w:rPr>
  </w:style>
  <w:style w:type="paragraph" w:customStyle="1" w:styleId="stylebulleted">
    <w:name w:val="style bulleted"/>
    <w:basedOn w:val="BodyText"/>
    <w:qFormat/>
    <w:rsid w:val="00242852"/>
    <w:pPr>
      <w:numPr>
        <w:numId w:val="1"/>
      </w:numPr>
      <w:ind w:left="720"/>
    </w:pPr>
  </w:style>
  <w:style w:type="paragraph" w:customStyle="1" w:styleId="BodyText">
    <w:name w:val="BodyText"/>
    <w:link w:val="BodyTextChar"/>
    <w:qFormat/>
    <w:rsid w:val="00C63FDE"/>
    <w:pPr>
      <w:spacing w:before="120" w:after="60"/>
    </w:pPr>
    <w:rPr>
      <w:sz w:val="22"/>
      <w:szCs w:val="24"/>
    </w:rPr>
  </w:style>
  <w:style w:type="character" w:customStyle="1" w:styleId="BodyTextChar">
    <w:name w:val="BodyText Char"/>
    <w:link w:val="BodyText"/>
    <w:rsid w:val="00C63FDE"/>
    <w:rPr>
      <w:sz w:val="22"/>
      <w:szCs w:val="24"/>
    </w:rPr>
  </w:style>
  <w:style w:type="paragraph" w:customStyle="1" w:styleId="stylenumbered">
    <w:name w:val="style numbered"/>
    <w:basedOn w:val="BodyText"/>
    <w:link w:val="stylenumberedChar"/>
    <w:qFormat/>
    <w:rsid w:val="00382E77"/>
    <w:pPr>
      <w:numPr>
        <w:numId w:val="2"/>
      </w:numPr>
    </w:pPr>
  </w:style>
  <w:style w:type="character" w:customStyle="1" w:styleId="stylenumberedChar">
    <w:name w:val="style numbered Char"/>
    <w:link w:val="stylenumbered"/>
    <w:rsid w:val="00996595"/>
    <w:rPr>
      <w:sz w:val="22"/>
      <w:szCs w:val="24"/>
    </w:rPr>
  </w:style>
  <w:style w:type="table" w:styleId="TableGrid">
    <w:name w:val="Table Grid"/>
    <w:basedOn w:val="TableNormal"/>
    <w:uiPriority w:val="59"/>
    <w:rsid w:val="00331E2D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31E2D"/>
    <w:pPr>
      <w:spacing w:after="200" w:line="276" w:lineRule="auto"/>
      <w:ind w:left="720"/>
      <w:contextualSpacing/>
    </w:pPr>
    <w:rPr>
      <w:rFonts w:ascii="Calibri" w:eastAsia="Calibri" w:hAnsi="Calibri"/>
      <w:szCs w:val="22"/>
    </w:rPr>
  </w:style>
  <w:style w:type="character" w:styleId="Emphasis">
    <w:name w:val="Emphasis"/>
    <w:uiPriority w:val="20"/>
    <w:qFormat/>
    <w:rsid w:val="00331E2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9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hool_x002d_Specific_x0020_Resources xmlns="46D0C8FD-6622-4DA9-9CBF-9ACEA4AD9EE9">
      <Value>Standards, Styles, and Templates</Value>
    </School_x002d_Specific_x0020_Resources>
    <Keyword xmlns="46D0C8FD-6622-4DA9-9CBF-9ACEA4AD9EE9">
      <Value>Templates</Value>
    </Keyword>
    <Add_x0020_to_x0020_Home_x0020_Page_x003f_ xmlns="46d0c8fd-6622-4da9-9cbf-9acea4ad9ee9">false</Add_x0020_to_x0020_Home_x0020_Page_x003f_>
    <Description0 xmlns="46D0C8FD-6622-4DA9-9CBF-9ACEA4AD9EE9">With placeholder text only.</Description0>
    <Doc_x0020_Status xmlns="46D0C8FD-6622-4DA9-9CBF-9ACEA4AD9EE9">Up to date.</Doc_x0020_Status>
    <Maintenance_x0020_Notes xmlns="46D0C8FD-6622-4DA9-9CBF-9ACEA4AD9EE9">ATLAS--N/A</Maintenance_x0020_Notes>
    <LinkID xmlns="46d0c8fd-6622-4da9-9cbf-9acea4ad9ee9">103</LinkID>
    <Current_x0020_Doc_x0020_Owner xmlns="46D0C8FD-6622-4DA9-9CBF-9ACEA4AD9EE9">Tanya</Current_x0020_Doc_x0020_Owner>
    <PublishingExpirationDate xmlns="http://schemas.microsoft.com/sharepoint/v3" xsi:nil="true"/>
    <Doc_x0020_Team xmlns="46D0C8FD-6622-4DA9-9CBF-9ACEA4AD9EE9">Team 1</Doc_x0020_Team>
    <Title_x0020__x0028_with_x0020_link_x0020_to_x0020_document_x0029_ xmlns="46D0C8FD-6622-4DA9-9CBF-9ACEA4AD9EE9">
      <Url>https://share.capella.edu/functional/opux/CCD/DE/Documents/course_files_template_portrait.doc</Url>
      <Description>Course Files Template (Portrait)</Description>
    </Title_x0020__x0028_with_x0020_link_x0020_to_x0020_document_x0029_>
    <PublishingStartDate xmlns="http://schemas.microsoft.com/sharepoint/v3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82B78626A37144CAC7F94D59A0419AC" ma:contentTypeVersion="77" ma:contentTypeDescription="Upload a new document." ma:contentTypeScope="" ma:versionID="cca50783a6c14b040ca0fdbef5d2acbb">
  <xsd:schema xmlns:xsd="http://www.w3.org/2001/XMLSchema" xmlns:xs="http://www.w3.org/2001/XMLSchema" xmlns:p="http://schemas.microsoft.com/office/2006/metadata/properties" xmlns:ns1="http://schemas.microsoft.com/sharepoint/v3" xmlns:ns2="46D0C8FD-6622-4DA9-9CBF-9ACEA4AD9EE9" xmlns:ns3="46d0c8fd-6622-4da9-9cbf-9acea4ad9ee9" targetNamespace="http://schemas.microsoft.com/office/2006/metadata/properties" ma:root="true" ma:fieldsID="42c18218afb46ccb9a67cb31c3a8360c" ns1:_="" ns2:_="" ns3:_="">
    <xsd:import namespace="http://schemas.microsoft.com/sharepoint/v3"/>
    <xsd:import namespace="46D0C8FD-6622-4DA9-9CBF-9ACEA4AD9EE9"/>
    <xsd:import namespace="46d0c8fd-6622-4da9-9cbf-9acea4ad9ee9"/>
    <xsd:element name="properties">
      <xsd:complexType>
        <xsd:sequence>
          <xsd:element name="documentManagement">
            <xsd:complexType>
              <xsd:all>
                <xsd:element ref="ns2:Title_x0020__x0028_with_x0020_link_x0020_to_x0020_document_x0029_" minOccurs="0"/>
                <xsd:element ref="ns2:Current_x0020_Doc_x0020_Owner" minOccurs="0"/>
                <xsd:element ref="ns2:Doc_x0020_Team" minOccurs="0"/>
                <xsd:element ref="ns2:Doc_x0020_Status" minOccurs="0"/>
                <xsd:element ref="ns2:Maintenance_x0020_Notes" minOccurs="0"/>
                <xsd:element ref="ns3:LinkID" minOccurs="0"/>
                <xsd:element ref="ns2:Description0" minOccurs="0"/>
                <xsd:element ref="ns2:School_x002d_Specific_x0020_Resources" minOccurs="0"/>
                <xsd:element ref="ns2:Keyword" minOccurs="0"/>
                <xsd:element ref="ns3:Add_x0020_to_x0020_Home_x0020_Page_x003f_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3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14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D0C8FD-6622-4DA9-9CBF-9ACEA4AD9EE9" elementFormDefault="qualified">
    <xsd:import namespace="http://schemas.microsoft.com/office/2006/documentManagement/types"/>
    <xsd:import namespace="http://schemas.microsoft.com/office/infopath/2007/PartnerControls"/>
    <xsd:element name="Title_x0020__x0028_with_x0020_link_x0020_to_x0020_document_x0029_" ma:index="1" nillable="true" ma:displayName="Doc Title (with link)" ma:description="Instructions:&#10;• Important: In the Name row at the top, delete any information that was auto-filled by SharePoint. Then, type the filename up to the file extension.&#10;• Next, copy the following URL into the *Type the Web address* box: https://share.capella.edu/functional/opux/CCD/DE/Documents/&#10;• Add your document's filename and extension to the end of this URL. &#10;• Type the doc title into the *Type the description* box." ma:format="Hyperlink" ma:internalName="Title_x0020__x0028_with_x0020_link_x0020_to_x0020_document_x0029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Current_x0020_Doc_x0020_Owner" ma:index="2" nillable="true" ma:displayName="Owner" ma:default="_Select your name" ma:description="The doc owner is the person who created the doc or most recently updated it." ma:format="Dropdown" ma:internalName="Current_x0020_Doc_x0020_Owner">
      <xsd:simpleType>
        <xsd:restriction base="dms:Choice">
          <xsd:enumeration value="_Select your name"/>
          <xsd:enumeration value="Andrew"/>
          <xsd:enumeration value="Ann K."/>
          <xsd:enumeration value="Anne L."/>
          <xsd:enumeration value="Brent"/>
          <xsd:enumeration value="Jeff"/>
          <xsd:enumeration value="Keri"/>
          <xsd:enumeration value="Rachel"/>
          <xsd:enumeration value="Tanya"/>
          <xsd:enumeration value="Wendy"/>
          <xsd:enumeration value="Samantha"/>
          <xsd:enumeration value="All Team"/>
        </xsd:restriction>
      </xsd:simpleType>
    </xsd:element>
    <xsd:element name="Doc_x0020_Team" ma:index="3" nillable="true" ma:displayName="Team" ma:description="Doc Team" ma:format="Dropdown" ma:internalName="Doc_x0020_Team" ma:readOnly="false">
      <xsd:simpleType>
        <xsd:restriction base="dms:Choice">
          <xsd:enumeration value="Team 1"/>
          <xsd:enumeration value="Team 2"/>
          <xsd:enumeration value="Team 3"/>
          <xsd:enumeration value="Supervisor"/>
        </xsd:restriction>
      </xsd:simpleType>
    </xsd:element>
    <xsd:element name="Doc_x0020_Status" ma:index="4" nillable="true" ma:displayName="Doc Status" ma:default="_" ma:format="RadioButtons" ma:internalName="Doc_x0020_Status" ma:readOnly="false">
      <xsd:simpleType>
        <xsd:restriction base="dms:Choice">
          <xsd:enumeration value="_"/>
          <xsd:enumeration value="Up to date."/>
          <xsd:enumeration value="Continuous maintenance."/>
          <xsd:enumeration value="Under construction."/>
          <xsd:enumeration value="To be archived."/>
          <xsd:enumeration value="Update is needed."/>
          <xsd:enumeration value="Update is pending."/>
        </xsd:restriction>
      </xsd:simpleType>
    </xsd:element>
    <xsd:element name="Maintenance_x0020_Notes" ma:index="5" nillable="true" ma:displayName="Maintenance Notes" ma:internalName="Maintenance_x0020_Notes" ma:readOnly="false">
      <xsd:simpleType>
        <xsd:restriction base="dms:Note">
          <xsd:maxLength value="255"/>
        </xsd:restriction>
      </xsd:simpleType>
    </xsd:element>
    <xsd:element name="Description0" ma:index="7" nillable="true" ma:displayName="Doc Description" ma:internalName="Description0" ma:readOnly="false">
      <xsd:simpleType>
        <xsd:restriction base="dms:Note">
          <xsd:maxLength value="255"/>
        </xsd:restriction>
      </xsd:simpleType>
    </xsd:element>
    <xsd:element name="School_x002d_Specific_x0020_Resources" ma:index="8" nillable="true" ma:displayName="Category" ma:description="Select the folder in which you want this link to appear." ma:internalName="School_x002d_Specific_x0020_Resources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Processes and Practices"/>
                    <xsd:enumeration value="Standards, Styles, and Templates"/>
                    <xsd:enumeration value="Special Course Elements"/>
                    <xsd:enumeration value="Course Materials and Media"/>
                    <xsd:enumeration value="Celeste"/>
                  </xsd:restriction>
                </xsd:simpleType>
              </xsd:element>
            </xsd:sequence>
          </xsd:extension>
        </xsd:complexContent>
      </xsd:complexType>
    </xsd:element>
    <xsd:element name="Keyword" ma:index="9" nillable="true" ma:displayName="Subcategory" ma:description="Identify the subcategory this resource should appear under." ma:internalName="Keyword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DA"/>
                    <xsd:enumeration value="APA"/>
                    <xsd:enumeration value="Business Practices"/>
                    <xsd:enumeration value="Course Files"/>
                    <xsd:enumeration value="Course Materials"/>
                    <xsd:enumeration value="Forms"/>
                    <xsd:enumeration value="Inauthentic Content/Copyright"/>
                    <xsd:enumeration value="Knowledge Maintenance"/>
                    <xsd:enumeration value="Matrices and Checklists"/>
                    <xsd:enumeration value="Media"/>
                    <xsd:enumeration value="Minors"/>
                    <xsd:enumeration value="Processes, Workflow, and Tracking"/>
                    <xsd:enumeration value="QA"/>
                    <xsd:enumeration value="Quizzes"/>
                    <xsd:enumeration value="School-and Curriculum-based Elements"/>
                    <xsd:enumeration value="Standards"/>
                    <xsd:enumeration value="Styles"/>
                    <xsd:enumeration value="Technology-based Elements"/>
                    <xsd:enumeration value="Template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d0c8fd-6622-4da9-9cbf-9acea4ad9ee9" elementFormDefault="qualified">
    <xsd:import namespace="http://schemas.microsoft.com/office/2006/documentManagement/types"/>
    <xsd:import namespace="http://schemas.microsoft.com/office/infopath/2007/PartnerControls"/>
    <xsd:element name="LinkID" ma:index="6" nillable="true" ma:displayName="LinkID" ma:default="0" ma:description="" ma:internalName="LinkID">
      <xsd:simpleType>
        <xsd:restriction base="dms:Number"/>
      </xsd:simpleType>
    </xsd:element>
    <xsd:element name="Add_x0020_to_x0020_Home_x0020_Page_x003f_" ma:index="10" nillable="true" ma:displayName="Add to Home Page?" ma:default="0" ma:description="Click to have this document included as one of our most frequently used." ma:internalName="Add_x0020_to_x0020_Home_x0020_Page_x003f_" ma:readOnly="fals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5" ma:displayName="Content Type"/>
        <xsd:element ref="dc:title" minOccurs="0" maxOccurs="1" ma:displayName="Leave This Space Empty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8F1F3-1747-42B1-9728-01A4F0EC3953}">
  <ds:schemaRefs>
    <ds:schemaRef ds:uri="http://schemas.microsoft.com/office/2006/metadata/properties"/>
    <ds:schemaRef ds:uri="http://schemas.microsoft.com/office/infopath/2007/PartnerControls"/>
    <ds:schemaRef ds:uri="46D0C8FD-6622-4DA9-9CBF-9ACEA4AD9EE9"/>
    <ds:schemaRef ds:uri="46d0c8fd-6622-4da9-9cbf-9acea4ad9ee9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9ACC7528-D252-41FE-A787-42CA4C1918AF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14EF6F46-23D2-4A1A-A566-F90C9DEF82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04849A-4D74-492E-95A7-DC26ADC9F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6D0C8FD-6622-4DA9-9CBF-9ACEA4AD9EE9"/>
    <ds:schemaRef ds:uri="46d0c8fd-6622-4da9-9cbf-9acea4ad9e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2D78DEB-BF77-477B-AC85-520F54553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C6E1E83D</Template>
  <TotalTime>15</TotalTime>
  <Pages>1</Pages>
  <Words>45</Words>
  <Characters>261</Characters>
  <Application>Microsoft Office Word</Application>
  <DocSecurity>0</DocSecurity>
  <Lines>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Capella Education Company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tleffler</dc:creator>
  <cp:lastModifiedBy>Unny, Bindhu</cp:lastModifiedBy>
  <cp:revision>9</cp:revision>
  <cp:lastPrinted>2004-11-23T17:45:00Z</cp:lastPrinted>
  <dcterms:created xsi:type="dcterms:W3CDTF">2016-12-27T17:00:00Z</dcterms:created>
  <dcterms:modified xsi:type="dcterms:W3CDTF">2019-01-22T02:27:00Z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Leffler, Tanya</vt:lpwstr>
  </property>
  <property fmtid="{D5CDD505-2E9C-101B-9397-08002B2CF9AE}" pid="3" name="Celeste">
    <vt:lpwstr>0</vt:lpwstr>
  </property>
  <property fmtid="{D5CDD505-2E9C-101B-9397-08002B2CF9AE}" pid="4" name="Department Info">
    <vt:lpwstr>0</vt:lpwstr>
  </property>
  <property fmtid="{D5CDD505-2E9C-101B-9397-08002B2CF9AE}" pid="5" name="The Editor Role">
    <vt:lpwstr>0</vt:lpwstr>
  </property>
  <property fmtid="{D5CDD505-2E9C-101B-9397-08002B2CF9AE}" pid="6" name="Editricks">
    <vt:lpwstr>0</vt:lpwstr>
  </property>
  <property fmtid="{D5CDD505-2E9C-101B-9397-08002B2CF9AE}" pid="7" name="Forms">
    <vt:lpwstr>1</vt:lpwstr>
  </property>
  <property fmtid="{D5CDD505-2E9C-101B-9397-08002B2CF9AE}" pid="8" name="Guidance">
    <vt:lpwstr>0</vt:lpwstr>
  </property>
  <property fmtid="{D5CDD505-2E9C-101B-9397-08002B2CF9AE}" pid="9" name="Standardized Language">
    <vt:lpwstr>0</vt:lpwstr>
  </property>
  <property fmtid="{D5CDD505-2E9C-101B-9397-08002B2CF9AE}" pid="10" name="Tool Instructions">
    <vt:lpwstr>0</vt:lpwstr>
  </property>
  <property fmtid="{D5CDD505-2E9C-101B-9397-08002B2CF9AE}" pid="11" name="Sub-page">
    <vt:lpwstr>;#Styles, Formatting, and Templates;#</vt:lpwstr>
  </property>
  <property fmtid="{D5CDD505-2E9C-101B-9397-08002B2CF9AE}" pid="12" name="ePortfolio">
    <vt:lpwstr>0</vt:lpwstr>
  </property>
  <property fmtid="{D5CDD505-2E9C-101B-9397-08002B2CF9AE}" pid="13" name="Media">
    <vt:lpwstr>0</vt:lpwstr>
  </property>
  <property fmtid="{D5CDD505-2E9C-101B-9397-08002B2CF9AE}" pid="14" name="Minors">
    <vt:lpwstr>0</vt:lpwstr>
  </property>
  <property fmtid="{D5CDD505-2E9C-101B-9397-08002B2CF9AE}" pid="15" name="Meetings Docs">
    <vt:lpwstr>0</vt:lpwstr>
  </property>
  <property fmtid="{D5CDD505-2E9C-101B-9397-08002B2CF9AE}" pid="16" name="New/Revised">
    <vt:lpwstr>0</vt:lpwstr>
  </property>
  <property fmtid="{D5CDD505-2E9C-101B-9397-08002B2CF9AE}" pid="17" name="Parts of the Course Test">
    <vt:lpwstr/>
  </property>
  <property fmtid="{D5CDD505-2E9C-101B-9397-08002B2CF9AE}" pid="18" name="Date Uploaded to Toolbox">
    <vt:lpwstr>2010-07-29T00:00:00Z</vt:lpwstr>
  </property>
  <property fmtid="{D5CDD505-2E9C-101B-9397-08002B2CF9AE}" pid="19" name="Creating Links">
    <vt:lpwstr>0</vt:lpwstr>
  </property>
  <property fmtid="{D5CDD505-2E9C-101B-9397-08002B2CF9AE}" pid="20" name="Dreamweaver">
    <vt:lpwstr>0</vt:lpwstr>
  </property>
  <property fmtid="{D5CDD505-2E9C-101B-9397-08002B2CF9AE}" pid="21" name="Checklist">
    <vt:lpwstr>0</vt:lpwstr>
  </property>
  <property fmtid="{D5CDD505-2E9C-101B-9397-08002B2CF9AE}" pid="22" name="Technologies">
    <vt:lpwstr>0</vt:lpwstr>
  </property>
  <property fmtid="{D5CDD505-2E9C-101B-9397-08002B2CF9AE}" pid="23" name="VitalSource">
    <vt:lpwstr>0</vt:lpwstr>
  </property>
  <property fmtid="{D5CDD505-2E9C-101B-9397-08002B2CF9AE}" pid="24" name="The DERG">
    <vt:lpwstr>0</vt:lpwstr>
  </property>
  <property fmtid="{D5CDD505-2E9C-101B-9397-08002B2CF9AE}" pid="25" name="Styles and Standards Column">
    <vt:lpwstr/>
  </property>
  <property fmtid="{D5CDD505-2E9C-101B-9397-08002B2CF9AE}" pid="26" name="Web Pages">
    <vt:lpwstr>0</vt:lpwstr>
  </property>
  <property fmtid="{D5CDD505-2E9C-101B-9397-08002B2CF9AE}" pid="27" name="SafeAssign">
    <vt:lpwstr>0</vt:lpwstr>
  </property>
  <property fmtid="{D5CDD505-2E9C-101B-9397-08002B2CF9AE}" pid="28" name="Styles and Formatting">
    <vt:lpwstr>1</vt:lpwstr>
  </property>
  <property fmtid="{D5CDD505-2E9C-101B-9397-08002B2CF9AE}" pid="29" name="VSS">
    <vt:lpwstr>0</vt:lpwstr>
  </property>
  <property fmtid="{D5CDD505-2E9C-101B-9397-08002B2CF9AE}" pid="30" name="EmailTo">
    <vt:lpwstr/>
  </property>
  <property fmtid="{D5CDD505-2E9C-101B-9397-08002B2CF9AE}" pid="31" name="EmailSender">
    <vt:lpwstr/>
  </property>
  <property fmtid="{D5CDD505-2E9C-101B-9397-08002B2CF9AE}" pid="32" name="EmailFrom">
    <vt:lpwstr/>
  </property>
  <property fmtid="{D5CDD505-2E9C-101B-9397-08002B2CF9AE}" pid="33" name="Filename_test">
    <vt:lpwstr/>
  </property>
  <property fmtid="{D5CDD505-2E9C-101B-9397-08002B2CF9AE}" pid="34" name="EmailSubject">
    <vt:lpwstr/>
  </property>
  <property fmtid="{D5CDD505-2E9C-101B-9397-08002B2CF9AE}" pid="35" name="EmailCc">
    <vt:lpwstr/>
  </property>
  <property fmtid="{D5CDD505-2E9C-101B-9397-08002B2CF9AE}" pid="36" name="Filename">
    <vt:lpwstr/>
  </property>
  <property fmtid="{D5CDD505-2E9C-101B-9397-08002B2CF9AE}" pid="37" name="Order">
    <vt:lpwstr>17400.0000000000</vt:lpwstr>
  </property>
  <property fmtid="{D5CDD505-2E9C-101B-9397-08002B2CF9AE}" pid="38" name="Doc Title with Link WIP">
    <vt:lpwstr>https://collaborate.capella.edu/nextgen/ngl1/editor_toolbox/All%20Documents/course_file_template_portrait.doc</vt:lpwstr>
  </property>
  <property fmtid="{D5CDD505-2E9C-101B-9397-08002B2CF9AE}" pid="39" name="ContentType">
    <vt:lpwstr>Document</vt:lpwstr>
  </property>
  <property fmtid="{D5CDD505-2E9C-101B-9397-08002B2CF9AE}" pid="40" name="Choose Category (Left Nav)">
    <vt:lpwstr>;#Styles and Standards;#Celeste New and Revised;#Non-Celeste New and Revised;#</vt:lpwstr>
  </property>
  <property fmtid="{D5CDD505-2E9C-101B-9397-08002B2CF9AE}" pid="41" name="Archive This Doc">
    <vt:lpwstr>0</vt:lpwstr>
  </property>
  <property fmtid="{D5CDD505-2E9C-101B-9397-08002B2CF9AE}" pid="42" name="WorkflowChangePath">
    <vt:lpwstr>a908e54d-bb11-4491-974d-87c7c5b26495,24;</vt:lpwstr>
  </property>
  <property fmtid="{D5CDD505-2E9C-101B-9397-08002B2CF9AE}" pid="43" name="source_item_id">
    <vt:lpwstr>18</vt:lpwstr>
  </property>
</Properties>
</file>