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676" w:rsidRPr="00045676" w:rsidRDefault="00045676" w:rsidP="00045676">
      <w:pPr>
        <w:rPr>
          <w14:ligatures w14:val="standardContextual"/>
        </w:rPr>
      </w:pPr>
      <w:bookmarkStart w:id="0" w:name="_GoBack"/>
      <w:bookmarkEnd w:id="0"/>
      <w:r w:rsidRPr="00045676">
        <w:rPr>
          <w14:ligatures w14:val="standardContextual"/>
        </w:rPr>
        <w:t>Name</w:t>
      </w:r>
      <w:r>
        <w:rPr>
          <w14:ligatures w14:val="standardContextual"/>
        </w:rPr>
        <w:br/>
        <w:t>Date</w:t>
      </w:r>
      <w:r w:rsidRPr="00045676">
        <w:rPr>
          <w14:ligatures w14:val="standardContextual"/>
        </w:rPr>
        <w:t xml:space="preserve"> </w:t>
      </w:r>
      <w:r w:rsidRPr="00045676">
        <w:rPr>
          <w14:ligatures w14:val="standardContextual"/>
        </w:rPr>
        <w:br/>
        <w:t>HCM.</w:t>
      </w:r>
      <w:r w:rsidR="00571D09">
        <w:rPr>
          <w14:ligatures w14:val="standardContextual"/>
        </w:rPr>
        <w:t>820</w:t>
      </w:r>
    </w:p>
    <w:p w:rsidR="00F7053E" w:rsidRPr="00CE134C" w:rsidRDefault="00F7053E" w:rsidP="00F7053E">
      <w:pPr>
        <w:spacing w:line="240" w:lineRule="auto"/>
        <w:jc w:val="center"/>
        <w:rPr>
          <w:b/>
          <w:sz w:val="24"/>
          <w:u w:val="single"/>
          <w14:ligatures w14:val="standardContextual"/>
        </w:rPr>
      </w:pPr>
      <w:r w:rsidRPr="00CE134C">
        <w:rPr>
          <w:b/>
          <w:sz w:val="24"/>
          <w:u w:val="single"/>
          <w14:ligatures w14:val="standardContextual"/>
        </w:rPr>
        <w:t>Predicting Total Treatment and Rehabilitation Costs in Stroke Clinical Trial Patients</w:t>
      </w:r>
    </w:p>
    <w:p w:rsidR="00F7053E" w:rsidRPr="00F7053E" w:rsidRDefault="00F7053E" w:rsidP="00F7053E">
      <w:pPr>
        <w:rPr>
          <w:b/>
          <w:sz w:val="24"/>
        </w:rPr>
      </w:pPr>
      <w:r w:rsidRPr="00F7053E">
        <w:rPr>
          <w:b/>
          <w:sz w:val="24"/>
        </w:rPr>
        <w:t>Section One: Regression Modeling</w:t>
      </w:r>
    </w:p>
    <w:p w:rsidR="00B120A6" w:rsidRPr="00E03ACF" w:rsidRDefault="00B120A6" w:rsidP="00F7053E">
      <w:pPr>
        <w:spacing w:after="0" w:line="240" w:lineRule="auto"/>
        <w:jc w:val="both"/>
        <w:rPr>
          <w14:ligatures w14:val="standardContextual"/>
        </w:rPr>
      </w:pPr>
      <w:r w:rsidRPr="00E03ACF">
        <w:rPr>
          <w:b/>
          <w14:ligatures w14:val="standardContextual"/>
        </w:rPr>
        <w:t xml:space="preserve">Table </w:t>
      </w:r>
      <w:r w:rsidR="00F7053E">
        <w:rPr>
          <w:b/>
          <w14:ligatures w14:val="standardContextual"/>
        </w:rPr>
        <w:t>One</w:t>
      </w:r>
      <w:r w:rsidRPr="00E03ACF">
        <w:rPr>
          <w:b/>
          <w14:ligatures w14:val="standardContextual"/>
        </w:rPr>
        <w:t xml:space="preserve">: </w:t>
      </w:r>
      <w:r w:rsidR="0072059B">
        <w:rPr>
          <w14:ligatures w14:val="standardContextual"/>
        </w:rPr>
        <w:t>Model summary</w:t>
      </w:r>
      <w:r w:rsidRPr="00E03ACF">
        <w:rPr>
          <w14:ligatures w14:val="standardContextual"/>
        </w:rPr>
        <w:t xml:space="preserve"> predicting </w:t>
      </w:r>
      <w:r w:rsidR="0072059B" w:rsidRPr="00796416">
        <w:rPr>
          <w:b/>
          <w:color w:val="C00000"/>
          <w14:ligatures w14:val="standardContextual"/>
        </w:rPr>
        <w:t>Parent Variable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325"/>
        <w:gridCol w:w="937"/>
        <w:gridCol w:w="1446"/>
        <w:gridCol w:w="1620"/>
        <w:gridCol w:w="1530"/>
      </w:tblGrid>
      <w:tr w:rsidR="0072059B" w:rsidRPr="00E03ACF" w:rsidTr="0072059B">
        <w:trPr>
          <w:trHeight w:val="63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 w:rsidP="00720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 w:rsidP="007205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Square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Adjusted R Square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Std. Error of the Estimate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72059B" w:rsidRPr="00E03ACF" w:rsidRDefault="00720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Durbin-Watson</w:t>
            </w:r>
            <w:r w:rsidR="00F7053E">
              <w:rPr>
                <w:sz w:val="20"/>
                <w:szCs w:val="20"/>
              </w:rPr>
              <w:t xml:space="preserve"> Statistic</w:t>
            </w:r>
          </w:p>
        </w:tc>
      </w:tr>
      <w:tr w:rsidR="002B6A1C" w:rsidRPr="002B6A1C" w:rsidTr="0072059B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59B" w:rsidRPr="002B6A1C" w:rsidRDefault="0072059B">
            <w:pPr>
              <w:rPr>
                <w:sz w:val="20"/>
                <w:szCs w:val="20"/>
              </w:rPr>
            </w:pPr>
            <w:r w:rsidRPr="002B6A1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59B" w:rsidRPr="002B6A1C" w:rsidRDefault="00720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9B" w:rsidRPr="002B6A1C" w:rsidRDefault="00720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9B" w:rsidRPr="002B6A1C" w:rsidRDefault="00720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9B" w:rsidRPr="002B6A1C" w:rsidRDefault="00720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59B" w:rsidRPr="002B6A1C" w:rsidRDefault="0072059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059B" w:rsidRPr="002B6A1C" w:rsidRDefault="002B6A1C" w:rsidP="002B6A1C">
      <w:pPr>
        <w:spacing w:before="240"/>
      </w:pPr>
      <w:r>
        <w:t>-- Table One</w:t>
      </w:r>
      <w:r w:rsidR="0047408B">
        <w:t xml:space="preserve"> written</w:t>
      </w:r>
      <w:r>
        <w:t xml:space="preserve"> analysis here --</w:t>
      </w:r>
    </w:p>
    <w:p w:rsidR="00245538" w:rsidRDefault="00245538" w:rsidP="00F7053E">
      <w:pPr>
        <w:spacing w:before="240" w:after="0"/>
        <w:rPr>
          <w14:ligatures w14:val="standardContextual"/>
        </w:rPr>
      </w:pPr>
      <w:r>
        <w:rPr>
          <w:b/>
          <w14:ligatures w14:val="standardContextual"/>
        </w:rPr>
        <w:t xml:space="preserve">Table </w:t>
      </w:r>
      <w:r w:rsidR="00F7053E">
        <w:rPr>
          <w:b/>
          <w14:ligatures w14:val="standardContextual"/>
        </w:rPr>
        <w:t>Two</w:t>
      </w:r>
      <w:r>
        <w:rPr>
          <w:b/>
          <w14:ligatures w14:val="standardContextual"/>
        </w:rPr>
        <w:t xml:space="preserve">: </w:t>
      </w:r>
      <w:r w:rsidR="009F7A6D" w:rsidRPr="009F7A6D">
        <w:rPr>
          <w14:ligatures w14:val="standardContextual"/>
        </w:rPr>
        <w:t xml:space="preserve">Coefficients </w:t>
      </w:r>
      <w:r>
        <w:rPr>
          <w14:ligatures w14:val="standardContextual"/>
        </w:rPr>
        <w:t xml:space="preserve">Results from the regression model </w:t>
      </w:r>
    </w:p>
    <w:tbl>
      <w:tblPr>
        <w:tblStyle w:val="TableGrid"/>
        <w:tblW w:w="5030" w:type="pct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1169"/>
        <w:gridCol w:w="1891"/>
        <w:gridCol w:w="2006"/>
        <w:gridCol w:w="1505"/>
        <w:gridCol w:w="1405"/>
      </w:tblGrid>
      <w:tr w:rsidR="00245538" w:rsidTr="009F7A6D">
        <w:trPr>
          <w:jc w:val="center"/>
        </w:trPr>
        <w:tc>
          <w:tcPr>
            <w:tcW w:w="765" w:type="pct"/>
            <w:shd w:val="clear" w:color="auto" w:fill="A6A6A6" w:themeFill="background1" w:themeFillShade="A6"/>
          </w:tcPr>
          <w:p w:rsidR="00245538" w:rsidRDefault="00245538" w:rsidP="00C37308">
            <w:pPr>
              <w:rPr>
                <w:sz w:val="20"/>
              </w:rPr>
            </w:pPr>
          </w:p>
        </w:tc>
        <w:tc>
          <w:tcPr>
            <w:tcW w:w="621" w:type="pct"/>
            <w:shd w:val="clear" w:color="auto" w:fill="A6A6A6" w:themeFill="background1" w:themeFillShade="A6"/>
          </w:tcPr>
          <w:p w:rsidR="00245538" w:rsidRDefault="00245538" w:rsidP="00C37308">
            <w:pPr>
              <w:rPr>
                <w:sz w:val="20"/>
              </w:rPr>
            </w:pPr>
          </w:p>
        </w:tc>
        <w:tc>
          <w:tcPr>
            <w:tcW w:w="1004" w:type="pct"/>
            <w:shd w:val="clear" w:color="auto" w:fill="A6A6A6" w:themeFill="background1" w:themeFillShade="A6"/>
          </w:tcPr>
          <w:p w:rsidR="00245538" w:rsidRDefault="00245538" w:rsidP="00C37308">
            <w:pPr>
              <w:rPr>
                <w:sz w:val="20"/>
              </w:rPr>
            </w:pPr>
          </w:p>
        </w:tc>
        <w:tc>
          <w:tcPr>
            <w:tcW w:w="1065" w:type="pct"/>
            <w:shd w:val="clear" w:color="auto" w:fill="A6A6A6" w:themeFill="background1" w:themeFillShade="A6"/>
          </w:tcPr>
          <w:p w:rsidR="00245538" w:rsidRDefault="00245538" w:rsidP="00C37308">
            <w:pPr>
              <w:rPr>
                <w:sz w:val="20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hideMark/>
          </w:tcPr>
          <w:p w:rsidR="00245538" w:rsidRDefault="00245538" w:rsidP="00C37308">
            <w:pPr>
              <w:rPr>
                <w:sz w:val="20"/>
              </w:rPr>
            </w:pPr>
            <w:r>
              <w:rPr>
                <w:sz w:val="20"/>
              </w:rPr>
              <w:t xml:space="preserve">95% C.I. for </w:t>
            </w:r>
            <w:r w:rsidRPr="009F7A6D">
              <w:rPr>
                <w:sz w:val="20"/>
                <w:szCs w:val="20"/>
              </w:rPr>
              <w:t>β</w:t>
            </w:r>
            <w:r w:rsidR="009F7A6D">
              <w:rPr>
                <w:sz w:val="20"/>
                <w:szCs w:val="20"/>
              </w:rPr>
              <w:t xml:space="preserve"> (beta)</w:t>
            </w:r>
          </w:p>
        </w:tc>
      </w:tr>
      <w:tr w:rsidR="00245538" w:rsidTr="009F7A6D">
        <w:trPr>
          <w:jc w:val="center"/>
        </w:trPr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245538" w:rsidP="00C37308">
            <w:pPr>
              <w:rPr>
                <w:sz w:val="20"/>
              </w:rPr>
            </w:pPr>
            <w:r>
              <w:rPr>
                <w:sz w:val="20"/>
              </w:rPr>
              <w:t>Variable Name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245538" w:rsidP="00C37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9F7A6D" w:rsidP="009F7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Standardized β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9F7A6D" w:rsidP="009F7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Significance (p value)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245538" w:rsidP="00C37308">
            <w:pPr>
              <w:rPr>
                <w:sz w:val="20"/>
              </w:rPr>
            </w:pPr>
            <w:r>
              <w:rPr>
                <w:sz w:val="20"/>
              </w:rPr>
              <w:t>Lower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245538" w:rsidRDefault="00245538" w:rsidP="00C37308">
            <w:pPr>
              <w:rPr>
                <w:sz w:val="20"/>
              </w:rPr>
            </w:pPr>
            <w:r>
              <w:rPr>
                <w:sz w:val="20"/>
              </w:rPr>
              <w:t>Upper</w:t>
            </w:r>
          </w:p>
        </w:tc>
      </w:tr>
      <w:tr w:rsidR="002B6A1C" w:rsidRPr="002B6A1C" w:rsidTr="009F7A6D">
        <w:trPr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hideMark/>
          </w:tcPr>
          <w:p w:rsidR="00245538" w:rsidRPr="002B6A1C" w:rsidRDefault="00245538" w:rsidP="00C37308">
            <w:pPr>
              <w:rPr>
                <w:sz w:val="20"/>
              </w:rPr>
            </w:pPr>
            <w:r w:rsidRPr="002B6A1C">
              <w:rPr>
                <w:sz w:val="20"/>
              </w:rPr>
              <w:t>Constant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</w:tr>
      <w:tr w:rsidR="002B6A1C" w:rsidRPr="002B6A1C" w:rsidTr="009F7A6D">
        <w:trPr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hideMark/>
          </w:tcPr>
          <w:p w:rsidR="00245538" w:rsidRPr="002B6A1C" w:rsidRDefault="00245538" w:rsidP="00C37308">
            <w:pPr>
              <w:rPr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38" w:rsidRPr="002B6A1C" w:rsidRDefault="00245538" w:rsidP="00C37308">
            <w:pPr>
              <w:jc w:val="center"/>
              <w:rPr>
                <w:sz w:val="20"/>
              </w:rPr>
            </w:pPr>
          </w:p>
        </w:tc>
      </w:tr>
      <w:tr w:rsidR="002B6A1C" w:rsidRPr="002B6A1C" w:rsidTr="009F7A6D">
        <w:trPr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rPr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</w:tr>
      <w:tr w:rsidR="002B6A1C" w:rsidRPr="002B6A1C" w:rsidTr="009F7A6D">
        <w:trPr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rPr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</w:tr>
      <w:tr w:rsidR="002B6A1C" w:rsidRPr="002B6A1C" w:rsidTr="009F7A6D">
        <w:trPr>
          <w:jc w:val="center"/>
        </w:trPr>
        <w:tc>
          <w:tcPr>
            <w:tcW w:w="765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rPr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1C" w:rsidRPr="002B6A1C" w:rsidRDefault="002B6A1C" w:rsidP="00C37308">
            <w:pPr>
              <w:jc w:val="center"/>
              <w:rPr>
                <w:sz w:val="20"/>
              </w:rPr>
            </w:pPr>
          </w:p>
        </w:tc>
      </w:tr>
    </w:tbl>
    <w:p w:rsidR="00245538" w:rsidRPr="002B6A1C" w:rsidRDefault="00245538" w:rsidP="002B6A1C">
      <w:pPr>
        <w:spacing w:before="240"/>
      </w:pPr>
      <w:r w:rsidRPr="002B6A1C">
        <w:t>Final Regression Equation:</w:t>
      </w:r>
      <w:r w:rsidR="002B6A1C">
        <w:t xml:space="preserve"> </w:t>
      </w:r>
    </w:p>
    <w:p w:rsidR="00CE134C" w:rsidRPr="002B6A1C" w:rsidRDefault="002B6A1C" w:rsidP="002B6A1C">
      <w:r w:rsidRPr="002B6A1C">
        <w:t xml:space="preserve">-- </w:t>
      </w:r>
      <w:r>
        <w:t>T</w:t>
      </w:r>
      <w:r w:rsidRPr="002B6A1C">
        <w:t xml:space="preserve">able </w:t>
      </w:r>
      <w:r>
        <w:t>Two</w:t>
      </w:r>
      <w:r w:rsidR="0047408B">
        <w:t xml:space="preserve"> written</w:t>
      </w:r>
      <w:r>
        <w:t xml:space="preserve"> analysis here --</w:t>
      </w:r>
    </w:p>
    <w:p w:rsidR="0047408B" w:rsidRPr="0047408B" w:rsidRDefault="0047408B" w:rsidP="00F05EC3">
      <w:r w:rsidRPr="0047408B">
        <w:t xml:space="preserve">&gt;&gt;include in this </w:t>
      </w:r>
      <w:r>
        <w:t>section your answer to question 3 and 4</w:t>
      </w:r>
      <w:r w:rsidR="00586277">
        <w:t>.</w:t>
      </w:r>
    </w:p>
    <w:p w:rsidR="002B6A1C" w:rsidRDefault="002B6A1C">
      <w:pPr>
        <w:rPr>
          <w:b/>
          <w:sz w:val="24"/>
        </w:rPr>
      </w:pPr>
      <w:r>
        <w:rPr>
          <w:b/>
          <w:sz w:val="24"/>
        </w:rPr>
        <w:br w:type="page"/>
      </w:r>
    </w:p>
    <w:p w:rsidR="00F7053E" w:rsidRPr="00CE134C" w:rsidRDefault="00F7053E" w:rsidP="00F7053E">
      <w:pPr>
        <w:rPr>
          <w:b/>
          <w:sz w:val="24"/>
        </w:rPr>
      </w:pPr>
      <w:r w:rsidRPr="00CE134C">
        <w:rPr>
          <w:b/>
          <w:sz w:val="24"/>
        </w:rPr>
        <w:lastRenderedPageBreak/>
        <w:t>Section Two: Data Visualization</w:t>
      </w:r>
    </w:p>
    <w:p w:rsidR="00F7053E" w:rsidRPr="00CE134C" w:rsidRDefault="00CE134C" w:rsidP="00F7053E">
      <w:pPr>
        <w:rPr>
          <w:b/>
        </w:rPr>
      </w:pPr>
      <w:r w:rsidRPr="00CE134C">
        <w:rPr>
          <w:b/>
        </w:rPr>
        <w:t>Visualization Title</w:t>
      </w:r>
      <w:r>
        <w:rPr>
          <w:b/>
        </w:rPr>
        <w:t xml:space="preserve"> (First)</w:t>
      </w:r>
    </w:p>
    <w:p w:rsidR="00CE134C" w:rsidRDefault="00CE134C" w:rsidP="00F7053E">
      <w:pPr>
        <w:rPr>
          <w:i/>
        </w:rPr>
      </w:pPr>
      <w:r>
        <w:rPr>
          <w:i/>
        </w:rPr>
        <w:t>--- Insert image here --- (see next page on how to copy an image from Tableau)</w:t>
      </w:r>
    </w:p>
    <w:p w:rsidR="00CE134C" w:rsidRDefault="00CE134C" w:rsidP="00F7053E">
      <w:r>
        <w:t>A 4 to 5 sentence description of the visualization you created; be sure to address all the required points noted in the assignment.</w:t>
      </w:r>
    </w:p>
    <w:p w:rsidR="00CE134C" w:rsidRDefault="00CE134C" w:rsidP="00CE134C">
      <w:pPr>
        <w:rPr>
          <w:b/>
        </w:rPr>
      </w:pPr>
    </w:p>
    <w:p w:rsidR="00CE134C" w:rsidRPr="00CE134C" w:rsidRDefault="00CE134C" w:rsidP="00CE134C">
      <w:pPr>
        <w:rPr>
          <w:b/>
        </w:rPr>
      </w:pPr>
      <w:r w:rsidRPr="00CE134C">
        <w:rPr>
          <w:b/>
        </w:rPr>
        <w:t>Visualization Title</w:t>
      </w:r>
      <w:r>
        <w:rPr>
          <w:b/>
        </w:rPr>
        <w:t xml:space="preserve"> (Second)</w:t>
      </w:r>
    </w:p>
    <w:p w:rsidR="00CE134C" w:rsidRDefault="00CE134C" w:rsidP="00CE134C">
      <w:pPr>
        <w:rPr>
          <w:i/>
        </w:rPr>
      </w:pPr>
      <w:r>
        <w:rPr>
          <w:i/>
        </w:rPr>
        <w:t>--- Insert image here ---</w:t>
      </w:r>
    </w:p>
    <w:p w:rsidR="00CE134C" w:rsidRPr="00CE134C" w:rsidRDefault="00CE134C" w:rsidP="00CE134C">
      <w:r>
        <w:t>A 4 to 5 sentence description of the visualization you created; be sure to address all the required points noted in the assignment.</w:t>
      </w:r>
    </w:p>
    <w:p w:rsidR="00CE134C" w:rsidRDefault="00CE134C" w:rsidP="00CE134C">
      <w:pPr>
        <w:rPr>
          <w:b/>
        </w:rPr>
      </w:pPr>
    </w:p>
    <w:p w:rsidR="00CE134C" w:rsidRPr="00CE134C" w:rsidRDefault="00CE134C" w:rsidP="00CE134C">
      <w:pPr>
        <w:rPr>
          <w:b/>
        </w:rPr>
      </w:pPr>
      <w:r w:rsidRPr="00CE134C">
        <w:rPr>
          <w:b/>
        </w:rPr>
        <w:t>Visualization Title</w:t>
      </w:r>
      <w:r>
        <w:rPr>
          <w:b/>
        </w:rPr>
        <w:t xml:space="preserve"> (Third)</w:t>
      </w:r>
    </w:p>
    <w:p w:rsidR="00CE134C" w:rsidRDefault="00CE134C" w:rsidP="00CE134C">
      <w:pPr>
        <w:rPr>
          <w:i/>
        </w:rPr>
      </w:pPr>
      <w:r>
        <w:rPr>
          <w:i/>
        </w:rPr>
        <w:t>--- Insert image here ---</w:t>
      </w:r>
    </w:p>
    <w:p w:rsidR="00CE134C" w:rsidRPr="00CE134C" w:rsidRDefault="00CE134C" w:rsidP="002B6A1C">
      <w:r>
        <w:t>A 4 to 5 sentence description of the visualization you created; be sure to address all the required points noted in the assignment</w:t>
      </w:r>
      <w:r w:rsidR="002B6A1C">
        <w:t>.</w:t>
      </w:r>
    </w:p>
    <w:sectPr w:rsidR="00CE134C" w:rsidRPr="00CE134C" w:rsidSect="002B6A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BA" w:rsidRDefault="00CB10BA" w:rsidP="00E03ACF">
      <w:pPr>
        <w:spacing w:after="0" w:line="240" w:lineRule="auto"/>
      </w:pPr>
      <w:r>
        <w:separator/>
      </w:r>
    </w:p>
  </w:endnote>
  <w:endnote w:type="continuationSeparator" w:id="0">
    <w:p w:rsidR="00CB10BA" w:rsidRDefault="00CB10BA" w:rsidP="00E0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A1C" w:rsidRDefault="002B6A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AA" w:rsidRDefault="002B6A1C" w:rsidP="000A29AA">
    <w:pPr>
      <w:pStyle w:val="Footer"/>
      <w:tabs>
        <w:tab w:val="clear" w:pos="9360"/>
        <w:tab w:val="right" w:pos="10800"/>
      </w:tabs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6231E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A1C" w:rsidRDefault="002B6A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BA" w:rsidRDefault="00CB10BA" w:rsidP="00E03ACF">
      <w:pPr>
        <w:spacing w:after="0" w:line="240" w:lineRule="auto"/>
      </w:pPr>
      <w:r>
        <w:separator/>
      </w:r>
    </w:p>
  </w:footnote>
  <w:footnote w:type="continuationSeparator" w:id="0">
    <w:p w:rsidR="00CB10BA" w:rsidRDefault="00CB10BA" w:rsidP="00E0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A1C" w:rsidRDefault="002B6A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A1C" w:rsidRDefault="002B6A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A1C" w:rsidRDefault="002B6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53B32"/>
    <w:multiLevelType w:val="hybridMultilevel"/>
    <w:tmpl w:val="67A6DF62"/>
    <w:lvl w:ilvl="0" w:tplc="778CB12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B523FC0">
      <w:start w:val="92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BBE5D9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ACA8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D36FD4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8F06E6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E004D0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244289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318261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25114285"/>
    <w:multiLevelType w:val="hybridMultilevel"/>
    <w:tmpl w:val="3B7EE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3819AD"/>
    <w:multiLevelType w:val="hybridMultilevel"/>
    <w:tmpl w:val="8B20C43E"/>
    <w:lvl w:ilvl="0" w:tplc="398E54E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0E4465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6E6F4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448BB3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98AE10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4C4189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522FD0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7CE79D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0BEF20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65D9110B"/>
    <w:multiLevelType w:val="hybridMultilevel"/>
    <w:tmpl w:val="1DFA6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NzcxMjE0NbI0MrNU0lEKTi0uzszPAykwrgUA2+8ZqywAAAA="/>
  </w:docVars>
  <w:rsids>
    <w:rsidRoot w:val="00D6231E"/>
    <w:rsid w:val="0002627A"/>
    <w:rsid w:val="00045676"/>
    <w:rsid w:val="001C3363"/>
    <w:rsid w:val="00245538"/>
    <w:rsid w:val="002625AE"/>
    <w:rsid w:val="00271DED"/>
    <w:rsid w:val="002A0433"/>
    <w:rsid w:val="002A4570"/>
    <w:rsid w:val="002B6A1C"/>
    <w:rsid w:val="002C66EE"/>
    <w:rsid w:val="002E26A9"/>
    <w:rsid w:val="002F145B"/>
    <w:rsid w:val="003637BD"/>
    <w:rsid w:val="0038507D"/>
    <w:rsid w:val="003D2E8D"/>
    <w:rsid w:val="003F0C6A"/>
    <w:rsid w:val="004551D7"/>
    <w:rsid w:val="00471FE1"/>
    <w:rsid w:val="0047408B"/>
    <w:rsid w:val="0047696F"/>
    <w:rsid w:val="00494D0C"/>
    <w:rsid w:val="004B40FA"/>
    <w:rsid w:val="00571D09"/>
    <w:rsid w:val="00586277"/>
    <w:rsid w:val="005A53AB"/>
    <w:rsid w:val="0060319F"/>
    <w:rsid w:val="00690EF9"/>
    <w:rsid w:val="0072059B"/>
    <w:rsid w:val="00796416"/>
    <w:rsid w:val="00796857"/>
    <w:rsid w:val="007E56D4"/>
    <w:rsid w:val="00830A75"/>
    <w:rsid w:val="00897880"/>
    <w:rsid w:val="008D119A"/>
    <w:rsid w:val="009F7A6D"/>
    <w:rsid w:val="00A217EA"/>
    <w:rsid w:val="00A22AC0"/>
    <w:rsid w:val="00A24077"/>
    <w:rsid w:val="00A2445D"/>
    <w:rsid w:val="00A40FBD"/>
    <w:rsid w:val="00A75E27"/>
    <w:rsid w:val="00B120A6"/>
    <w:rsid w:val="00C22F16"/>
    <w:rsid w:val="00C27C5F"/>
    <w:rsid w:val="00C875FE"/>
    <w:rsid w:val="00CB10BA"/>
    <w:rsid w:val="00CE134C"/>
    <w:rsid w:val="00D57F42"/>
    <w:rsid w:val="00D6231E"/>
    <w:rsid w:val="00E03ACF"/>
    <w:rsid w:val="00EA1F2E"/>
    <w:rsid w:val="00EF1B70"/>
    <w:rsid w:val="00F05EC3"/>
    <w:rsid w:val="00F7053E"/>
    <w:rsid w:val="00F74B14"/>
    <w:rsid w:val="00F93822"/>
    <w:rsid w:val="00FD6852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BDB5F"/>
  <w15:chartTrackingRefBased/>
  <w15:docId w15:val="{1E1BB6B2-694D-400D-B057-A5A53FC6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5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F2E"/>
    <w:pPr>
      <w:spacing w:after="0" w:line="240" w:lineRule="auto"/>
    </w:pPr>
    <w:rPr>
      <w:rFonts w:cstheme="minorHAnsi"/>
      <w14:ligatures w14:val="standardContextual"/>
      <w14:numForm w14:val="lining"/>
      <w14:numSpacing w14:val="tabular"/>
      <w14:cntxtAlts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ACF"/>
  </w:style>
  <w:style w:type="paragraph" w:styleId="Footer">
    <w:name w:val="footer"/>
    <w:basedOn w:val="Normal"/>
    <w:link w:val="FooterChar"/>
    <w:uiPriority w:val="99"/>
    <w:unhideWhenUsed/>
    <w:rsid w:val="00E03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ACF"/>
  </w:style>
  <w:style w:type="paragraph" w:styleId="ListParagraph">
    <w:name w:val="List Paragraph"/>
    <w:basedOn w:val="Normal"/>
    <w:uiPriority w:val="34"/>
    <w:qFormat/>
    <w:rsid w:val="00C27C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05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5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5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5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5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53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705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E134C"/>
    <w:pPr>
      <w:pBdr>
        <w:bottom w:val="single" w:sz="4" w:space="1" w:color="auto"/>
      </w:pBdr>
      <w:spacing w:after="0" w:line="204" w:lineRule="auto"/>
      <w:contextualSpacing/>
      <w:jc w:val="right"/>
    </w:pPr>
    <w:rPr>
      <w:rFonts w:asciiTheme="majorHAnsi" w:eastAsiaTheme="majorEastAsia" w:hAnsiTheme="majorHAnsi" w:cstheme="majorBidi"/>
      <w:smallCaps/>
      <w:spacing w:val="-15"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E134C"/>
    <w:rPr>
      <w:rFonts w:asciiTheme="majorHAnsi" w:eastAsiaTheme="majorEastAsia" w:hAnsiTheme="majorHAnsi" w:cstheme="majorBidi"/>
      <w:smallCaps/>
      <w:spacing w:val="-15"/>
      <w:sz w:val="56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34C"/>
    <w:pPr>
      <w:numPr>
        <w:ilvl w:val="1"/>
      </w:numPr>
      <w:spacing w:after="240" w:line="240" w:lineRule="auto"/>
      <w:jc w:val="right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34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500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460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362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470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73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326018\Downloads\Week%2014%20Assignment%20Template%20-%202021S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12CFA67E7F7642B9A7D3CA8DFD10CB" ma:contentTypeVersion="17" ma:contentTypeDescription="Create a new document." ma:contentTypeScope="" ma:versionID="abec0b726a6e91d3d327b77268aafc37">
  <xsd:schema xmlns:xsd="http://www.w3.org/2001/XMLSchema" xmlns:xs="http://www.w3.org/2001/XMLSchema" xmlns:p="http://schemas.microsoft.com/office/2006/metadata/properties" xmlns:ns1="http://schemas.microsoft.com/sharepoint/v3" xmlns:ns3="1d68aabd-cdd3-4a6a-99dc-bf54d5cc941a" xmlns:ns4="d9bf24e2-150a-4ab7-b1d5-a84964c06605" targetNamespace="http://schemas.microsoft.com/office/2006/metadata/properties" ma:root="true" ma:fieldsID="6669fd1218a879b3859fcd31fad24c10" ns1:_="" ns3:_="" ns4:_="">
    <xsd:import namespace="http://schemas.microsoft.com/sharepoint/v3"/>
    <xsd:import namespace="1d68aabd-cdd3-4a6a-99dc-bf54d5cc941a"/>
    <xsd:import namespace="d9bf24e2-150a-4ab7-b1d5-a84964c0660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8aabd-cdd3-4a6a-99dc-bf54d5cc94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f24e2-150a-4ab7-b1d5-a84964c066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B035-223D-46AB-A375-F8606FD11B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9E75A41-CF46-42EA-8F6C-571CEFE20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68aabd-cdd3-4a6a-99dc-bf54d5cc941a"/>
    <ds:schemaRef ds:uri="d9bf24e2-150a-4ab7-b1d5-a84964c066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7A16D3-6977-4331-8D89-4AB8975A47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51F2A-7D6F-4581-82D3-A86D890D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 14 Assignment Template - 2021SP</Template>
  <TotalTime>126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MCPHS University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Juma, Shem (0326018)</dc:creator>
  <cp:keywords/>
  <dc:description/>
  <cp:lastModifiedBy>Juma, Shem (0326018)</cp:lastModifiedBy>
  <cp:revision>1</cp:revision>
  <cp:lastPrinted>2021-04-20T01:13:00Z</cp:lastPrinted>
  <dcterms:created xsi:type="dcterms:W3CDTF">2021-04-20T12:11:00Z</dcterms:created>
  <dcterms:modified xsi:type="dcterms:W3CDTF">2021-04-20T14:18:00Z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0x0101000A12CFA67E7F7642B9A7D3CA8DFD10CB</vt:lpwstr>
  </property>
</Properties>
</file>