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87510" w14:textId="27A40E30" w:rsidR="00CA34A4" w:rsidRPr="00CA34A4" w:rsidRDefault="00CA34A4" w:rsidP="00CA34A4">
      <w:pPr>
        <w:jc w:val="center"/>
        <w:rPr>
          <w:rFonts w:ascii="Arial" w:hAnsi="Arial" w:cs="Arial"/>
          <w:b/>
        </w:rPr>
      </w:pPr>
      <w:r w:rsidRPr="00CA34A4">
        <w:rPr>
          <w:rFonts w:ascii="Arial" w:hAnsi="Arial" w:cs="Arial"/>
          <w:b/>
        </w:rPr>
        <w:t>Insights and Analytics Candidate Project –</w:t>
      </w:r>
    </w:p>
    <w:p w14:paraId="592FD003" w14:textId="77777777" w:rsidR="00CA34A4" w:rsidRPr="00CA34A4" w:rsidRDefault="00CA34A4" w:rsidP="00CA34A4">
      <w:pPr>
        <w:rPr>
          <w:rFonts w:ascii="Arial" w:hAnsi="Arial" w:cs="Arial"/>
          <w:b/>
        </w:rPr>
      </w:pPr>
    </w:p>
    <w:p w14:paraId="1A4BDDD5" w14:textId="77777777" w:rsidR="00CA34A4" w:rsidRPr="00CA34A4" w:rsidRDefault="00CA34A4" w:rsidP="00CA34A4">
      <w:pPr>
        <w:pStyle w:val="ListParagraph"/>
        <w:numPr>
          <w:ilvl w:val="0"/>
          <w:numId w:val="25"/>
        </w:numPr>
        <w:spacing w:before="100" w:beforeAutospacing="1" w:after="100" w:afterAutospacing="1"/>
        <w:rPr>
          <w:rFonts w:ascii="Arial" w:hAnsi="Arial" w:cs="Arial"/>
          <w:b/>
        </w:rPr>
      </w:pPr>
      <w:r w:rsidRPr="00CA34A4">
        <w:rPr>
          <w:rFonts w:ascii="Arial" w:hAnsi="Arial" w:cs="Arial"/>
        </w:rPr>
        <w:t>As part of our next steps in our process, we’d like you to complete an exercise in analysis and presentation. Also attached to this email is an Excel file with some anonymized client data.</w:t>
      </w:r>
    </w:p>
    <w:p w14:paraId="6B89E694" w14:textId="15A0E35E" w:rsidR="00CA34A4" w:rsidRPr="009F038E" w:rsidRDefault="00CA34A4" w:rsidP="00CA34A4">
      <w:pPr>
        <w:pStyle w:val="ListParagraph"/>
        <w:numPr>
          <w:ilvl w:val="0"/>
          <w:numId w:val="25"/>
        </w:numPr>
        <w:spacing w:before="100" w:beforeAutospacing="1" w:after="100" w:afterAutospacing="1"/>
        <w:rPr>
          <w:rFonts w:ascii="Arial" w:hAnsi="Arial" w:cs="Arial"/>
          <w:b/>
        </w:rPr>
      </w:pPr>
      <w:r w:rsidRPr="00CA34A4">
        <w:rPr>
          <w:rFonts w:ascii="Arial" w:hAnsi="Arial" w:cs="Arial"/>
        </w:rPr>
        <w:t xml:space="preserve">Using Tableau Desktop (you can sign up for a 2-week trial), please import and analyze this data and put together some dashboards. We’d like you to tell a story about performance as well as your suggestions for strategies, tests, and any other questions you’d like to answer that you can’t find in this data set. </w:t>
      </w:r>
    </w:p>
    <w:p w14:paraId="245FB06E" w14:textId="77777777" w:rsidR="00CA34A4" w:rsidRPr="00CA34A4" w:rsidRDefault="00CA34A4" w:rsidP="00CA34A4">
      <w:pPr>
        <w:pStyle w:val="ListParagraph"/>
        <w:numPr>
          <w:ilvl w:val="0"/>
          <w:numId w:val="25"/>
        </w:numPr>
        <w:spacing w:before="100" w:beforeAutospacing="1" w:after="100" w:afterAutospacing="1"/>
        <w:rPr>
          <w:rFonts w:ascii="Arial" w:hAnsi="Arial" w:cs="Arial"/>
          <w:b/>
        </w:rPr>
      </w:pPr>
      <w:r w:rsidRPr="00CA34A4">
        <w:rPr>
          <w:rFonts w:ascii="Arial" w:hAnsi="Arial" w:cs="Arial"/>
        </w:rPr>
        <w:t>You can choose how best to present the data – in a presentation, tableau dashboards, etc., but we would also like you to submit your Tableau Packaged Workbook.</w:t>
      </w:r>
    </w:p>
    <w:p w14:paraId="06003EC3" w14:textId="77777777" w:rsidR="00CA34A4" w:rsidRPr="00CA34A4" w:rsidRDefault="00CA34A4" w:rsidP="00CA34A4">
      <w:pPr>
        <w:pStyle w:val="ListParagraph"/>
        <w:numPr>
          <w:ilvl w:val="0"/>
          <w:numId w:val="25"/>
        </w:numPr>
        <w:spacing w:before="100" w:beforeAutospacing="1" w:after="100" w:afterAutospacing="1"/>
        <w:rPr>
          <w:rFonts w:ascii="Arial" w:hAnsi="Arial" w:cs="Arial"/>
          <w:b/>
        </w:rPr>
      </w:pPr>
      <w:r w:rsidRPr="00CA34A4">
        <w:rPr>
          <w:rFonts w:ascii="Arial" w:hAnsi="Arial" w:cs="Arial"/>
        </w:rPr>
        <w:t>This data is from display campaigns we ran for a client. It is broken up into two data sets – one for channel data, and one for CRM data. The client segments campaigns strategy, which is linked by “Marketing Code” in channel data, and “Advertising Key” in CRM data. 3 notes on this data:</w:t>
      </w:r>
    </w:p>
    <w:p w14:paraId="5274674D" w14:textId="50A94FBF" w:rsidR="00CA34A4" w:rsidRDefault="00CA34A4" w:rsidP="00CA34A4">
      <w:pPr>
        <w:pStyle w:val="ListParagraph"/>
        <w:numPr>
          <w:ilvl w:val="1"/>
          <w:numId w:val="25"/>
        </w:numPr>
        <w:spacing w:before="100" w:beforeAutospacing="1" w:after="100" w:afterAutospacing="1"/>
        <w:rPr>
          <w:rFonts w:ascii="Arial" w:hAnsi="Arial" w:cs="Arial"/>
        </w:rPr>
      </w:pPr>
      <w:r w:rsidRPr="00CA34A4">
        <w:rPr>
          <w:rFonts w:ascii="Arial" w:hAnsi="Arial" w:cs="Arial"/>
        </w:rPr>
        <w:t>Channel data “Conversions” are pixel fires when a user submits a lead. CRM data “Leads” are filtered, so there may be differences.</w:t>
      </w:r>
    </w:p>
    <w:p w14:paraId="56ABD21C" w14:textId="77777777" w:rsidR="00CA34A4" w:rsidRPr="00CA34A4" w:rsidRDefault="00CA34A4" w:rsidP="00CA34A4">
      <w:pPr>
        <w:pStyle w:val="ListParagraph"/>
        <w:numPr>
          <w:ilvl w:val="1"/>
          <w:numId w:val="25"/>
        </w:numPr>
        <w:spacing w:before="100" w:beforeAutospacing="1" w:after="100" w:afterAutospacing="1"/>
        <w:rPr>
          <w:rFonts w:ascii="Arial" w:hAnsi="Arial" w:cs="Arial"/>
          <w:b/>
        </w:rPr>
      </w:pPr>
      <w:r w:rsidRPr="00CA34A4">
        <w:rPr>
          <w:rFonts w:ascii="Arial" w:hAnsi="Arial" w:cs="Arial"/>
        </w:rPr>
        <w:t>The CRM funnel goes Lead &gt; Contact &gt; Application &gt; Enrollment</w:t>
      </w:r>
    </w:p>
    <w:p w14:paraId="18A84D8C" w14:textId="77777777" w:rsidR="00CA34A4" w:rsidRPr="00CA34A4" w:rsidRDefault="00CA34A4" w:rsidP="00CA34A4">
      <w:pPr>
        <w:pStyle w:val="ListParagraph"/>
        <w:numPr>
          <w:ilvl w:val="1"/>
          <w:numId w:val="25"/>
        </w:numPr>
        <w:spacing w:before="100" w:beforeAutospacing="1" w:after="100" w:afterAutospacing="1"/>
        <w:rPr>
          <w:rFonts w:ascii="Arial" w:hAnsi="Arial" w:cs="Arial"/>
          <w:b/>
        </w:rPr>
      </w:pPr>
      <w:r w:rsidRPr="00CA34A4">
        <w:rPr>
          <w:rFonts w:ascii="Arial" w:hAnsi="Arial" w:cs="Arial"/>
        </w:rPr>
        <w:t>The data is pulling from different sources so there may be inconsistencies. Feel free to make a note of areas you’d want to investigate further.</w:t>
      </w:r>
    </w:p>
    <w:p w14:paraId="0BB3B161" w14:textId="77777777" w:rsidR="00CA34A4" w:rsidRPr="00CA34A4" w:rsidRDefault="00CA34A4" w:rsidP="00CA34A4">
      <w:pPr>
        <w:pStyle w:val="ListParagraph"/>
        <w:numPr>
          <w:ilvl w:val="0"/>
          <w:numId w:val="25"/>
        </w:numPr>
        <w:spacing w:before="100" w:beforeAutospacing="1" w:after="100" w:afterAutospacing="1"/>
        <w:rPr>
          <w:rFonts w:ascii="Arial" w:hAnsi="Arial" w:cs="Arial"/>
          <w:b/>
        </w:rPr>
      </w:pPr>
      <w:r w:rsidRPr="00CA34A4">
        <w:rPr>
          <w:rFonts w:ascii="Arial" w:hAnsi="Arial" w:cs="Arial"/>
        </w:rPr>
        <w:t>Please complete this within 7 days.</w:t>
      </w:r>
    </w:p>
    <w:p w14:paraId="07A88E97" w14:textId="77777777" w:rsidR="00CA34A4" w:rsidRPr="00CA34A4" w:rsidRDefault="00CA34A4" w:rsidP="00CA34A4">
      <w:pPr>
        <w:pStyle w:val="ListParagraph"/>
        <w:numPr>
          <w:ilvl w:val="0"/>
          <w:numId w:val="25"/>
        </w:numPr>
        <w:spacing w:before="100" w:beforeAutospacing="1" w:after="100" w:afterAutospacing="1"/>
        <w:rPr>
          <w:rFonts w:ascii="Arial" w:hAnsi="Arial" w:cs="Arial"/>
          <w:b/>
        </w:rPr>
      </w:pPr>
      <w:r w:rsidRPr="00CA34A4">
        <w:rPr>
          <w:rFonts w:ascii="Arial" w:hAnsi="Arial" w:cs="Arial"/>
        </w:rPr>
        <w:t xml:space="preserve">If you have any questions at all, please reach out and we’ll be more than happy to answer. </w:t>
      </w:r>
    </w:p>
    <w:p w14:paraId="6872DABE" w14:textId="77777777" w:rsidR="00CA34A4" w:rsidRDefault="00CA34A4" w:rsidP="00CA34A4">
      <w:pPr>
        <w:rPr>
          <w:b/>
        </w:rPr>
      </w:pPr>
    </w:p>
    <w:p w14:paraId="193EAB74" w14:textId="77777777" w:rsidR="00CA34A4" w:rsidRPr="00F90C7C" w:rsidRDefault="00CA34A4" w:rsidP="00CA34A4"/>
    <w:p w14:paraId="1444415B" w14:textId="77777777" w:rsidR="00E20DFC" w:rsidRPr="00AF6D9C" w:rsidRDefault="00E20DFC" w:rsidP="00214A1A"/>
    <w:p w14:paraId="198C0D16" w14:textId="77777777" w:rsidR="00E20DFC" w:rsidRPr="00AF6D9C" w:rsidRDefault="00E20DFC" w:rsidP="00214A1A"/>
    <w:p w14:paraId="2CDED458" w14:textId="77777777" w:rsidR="00E20DFC" w:rsidRPr="00AF6D9C" w:rsidRDefault="00E20DFC" w:rsidP="00214A1A"/>
    <w:p w14:paraId="7B84F527" w14:textId="77777777" w:rsidR="00E20DFC" w:rsidRPr="00AF6D9C" w:rsidRDefault="00E20DFC" w:rsidP="00214A1A"/>
    <w:p w14:paraId="36BDDA6C" w14:textId="77777777" w:rsidR="00E20DFC" w:rsidRPr="00AF6D9C" w:rsidRDefault="00E20DFC" w:rsidP="00214A1A"/>
    <w:p w14:paraId="2C712173" w14:textId="77777777" w:rsidR="00E20DFC" w:rsidRPr="00AF6D9C" w:rsidRDefault="00E20DFC" w:rsidP="00214A1A"/>
    <w:p w14:paraId="0B1D05CF" w14:textId="77777777" w:rsidR="00E20DFC" w:rsidRPr="00AF6D9C" w:rsidRDefault="00E20DFC" w:rsidP="00214A1A"/>
    <w:p w14:paraId="73747F2F" w14:textId="77777777" w:rsidR="00E20DFC" w:rsidRDefault="00E20DFC" w:rsidP="00214A1A"/>
    <w:p w14:paraId="574015A0" w14:textId="77777777" w:rsidR="00AF6D9C" w:rsidRPr="00AF6D9C" w:rsidRDefault="00AF6D9C" w:rsidP="00214A1A"/>
    <w:p w14:paraId="508A762A" w14:textId="77777777" w:rsidR="00AF6D9C" w:rsidRPr="00AF6D9C" w:rsidRDefault="00AF6D9C" w:rsidP="00214A1A"/>
    <w:p w14:paraId="6AE3F755" w14:textId="77777777" w:rsidR="00AF6D9C" w:rsidRPr="00AF6D9C" w:rsidRDefault="00AF6D9C" w:rsidP="00214A1A"/>
    <w:p w14:paraId="46945C0F" w14:textId="77777777" w:rsidR="00AF6D9C" w:rsidRPr="00AF6D9C" w:rsidRDefault="00AF6D9C" w:rsidP="00214A1A"/>
    <w:p w14:paraId="449C7FBE" w14:textId="77777777" w:rsidR="00AF6D9C" w:rsidRPr="00AF6D9C" w:rsidRDefault="00AF6D9C" w:rsidP="00214A1A"/>
    <w:p w14:paraId="42DD8320" w14:textId="77777777" w:rsidR="00AF6D9C" w:rsidRPr="00AF6D9C" w:rsidRDefault="00AF6D9C" w:rsidP="00214A1A"/>
    <w:p w14:paraId="46FC3A11" w14:textId="77777777" w:rsidR="00AF6D9C" w:rsidRPr="00AF6D9C" w:rsidRDefault="00AF6D9C" w:rsidP="00214A1A"/>
    <w:p w14:paraId="554C770A" w14:textId="77777777" w:rsidR="00AF6D9C" w:rsidRPr="00AF6D9C" w:rsidRDefault="00AF6D9C" w:rsidP="00214A1A"/>
    <w:p w14:paraId="717FA4CE" w14:textId="77777777" w:rsidR="00AF6D9C" w:rsidRPr="00AF6D9C" w:rsidRDefault="00AF6D9C" w:rsidP="00214A1A"/>
    <w:p w14:paraId="48E25B70" w14:textId="77777777" w:rsidR="00AF6D9C" w:rsidRPr="00AF6D9C" w:rsidRDefault="00AF6D9C" w:rsidP="00214A1A"/>
    <w:p w14:paraId="2EDAA10B" w14:textId="77777777" w:rsidR="00AF6D9C" w:rsidRPr="00AF6D9C" w:rsidRDefault="00AF6D9C" w:rsidP="00214A1A"/>
    <w:p w14:paraId="1460F62B" w14:textId="77777777" w:rsidR="00AF6D9C" w:rsidRPr="00AF6D9C" w:rsidRDefault="00AF6D9C" w:rsidP="00214A1A"/>
    <w:sectPr w:rsidR="00AF6D9C" w:rsidRPr="00AF6D9C" w:rsidSect="00AF6D9C">
      <w:footerReference w:type="even" r:id="rId8"/>
      <w:footerReference w:type="default" r:id="rId9"/>
      <w:headerReference w:type="first" r:id="rId10"/>
      <w:footerReference w:type="first" r:id="rId11"/>
      <w:pgSz w:w="12240" w:h="15840"/>
      <w:pgMar w:top="2430" w:right="720" w:bottom="963" w:left="720" w:header="461" w:footer="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C5294" w14:textId="77777777" w:rsidR="000B4D94" w:rsidRDefault="000B4D94" w:rsidP="00AF6D9C">
      <w:r>
        <w:separator/>
      </w:r>
    </w:p>
  </w:endnote>
  <w:endnote w:type="continuationSeparator" w:id="0">
    <w:p w14:paraId="663BF6E9" w14:textId="77777777" w:rsidR="000B4D94" w:rsidRDefault="000B4D94" w:rsidP="00AF6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Roboto Light">
    <w:altName w:val="Roboto Light"/>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Gill Sans">
    <w:charset w:val="B1"/>
    <w:family w:val="swiss"/>
    <w:pitch w:val="variable"/>
    <w:sig w:usb0="80000A67" w:usb1="00000000" w:usb2="00000000" w:usb3="00000000" w:csb0="000001F7" w:csb1="00000000"/>
  </w:font>
  <w:font w:name="Lucida Grande">
    <w:charset w:val="00"/>
    <w:family w:val="auto"/>
    <w:pitch w:val="variable"/>
    <w:sig w:usb0="E1000AEF" w:usb1="5000A1FF" w:usb2="00000000" w:usb3="00000000" w:csb0="000001BF" w:csb1="00000000"/>
  </w:font>
  <w:font w:name="Roboto Black">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72F8A" w14:textId="77777777" w:rsidR="009927A1" w:rsidRDefault="009927A1" w:rsidP="00AF6D9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D2793EE" w14:textId="77777777" w:rsidR="009927A1" w:rsidRDefault="009927A1" w:rsidP="00AF6D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2DA9" w14:textId="77777777" w:rsidR="00E75ADA" w:rsidRDefault="00AF6D9C" w:rsidP="00AF6D9C">
    <w:pPr>
      <w:pStyle w:val="Footer"/>
    </w:pPr>
    <w:r>
      <w:rPr>
        <w:noProof/>
      </w:rPr>
      <w:drawing>
        <wp:anchor distT="0" distB="0" distL="114300" distR="114300" simplePos="0" relativeHeight="251677696" behindDoc="0" locked="0" layoutInCell="1" allowOverlap="1" wp14:anchorId="740A5104" wp14:editId="4AD2F832">
          <wp:simplePos x="0" y="0"/>
          <wp:positionH relativeFrom="column">
            <wp:posOffset>778213</wp:posOffset>
          </wp:positionH>
          <wp:positionV relativeFrom="paragraph">
            <wp:posOffset>-20091</wp:posOffset>
          </wp:positionV>
          <wp:extent cx="6223000" cy="127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nuiti_footer.png"/>
                  <pic:cNvPicPr/>
                </pic:nvPicPr>
                <pic:blipFill>
                  <a:blip r:embed="rId1"/>
                  <a:stretch>
                    <a:fillRect/>
                  </a:stretch>
                </pic:blipFill>
                <pic:spPr>
                  <a:xfrm>
                    <a:off x="0" y="0"/>
                    <a:ext cx="6223000" cy="127000"/>
                  </a:xfrm>
                  <a:prstGeom prst="rect">
                    <a:avLst/>
                  </a:prstGeom>
                </pic:spPr>
              </pic:pic>
            </a:graphicData>
          </a:graphic>
          <wp14:sizeRelH relativeFrom="page">
            <wp14:pctWidth>0</wp14:pctWidth>
          </wp14:sizeRelH>
          <wp14:sizeRelV relativeFrom="page">
            <wp14:pctHeight>0</wp14:pctHeight>
          </wp14:sizeRelV>
        </wp:anchor>
      </w:drawing>
    </w:r>
    <w:r w:rsidR="00490193">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EC0C" w14:textId="77777777" w:rsidR="0049563A" w:rsidRPr="0049563A" w:rsidRDefault="00723E19" w:rsidP="00AF6D9C">
    <w:pPr>
      <w:pStyle w:val="Footer"/>
    </w:pPr>
    <w:r>
      <w:rPr>
        <w:noProof/>
      </w:rPr>
      <w:drawing>
        <wp:anchor distT="0" distB="0" distL="114300" distR="114300" simplePos="0" relativeHeight="251675648" behindDoc="0" locked="0" layoutInCell="1" allowOverlap="1" wp14:anchorId="65FBF987" wp14:editId="0EA0981F">
          <wp:simplePos x="0" y="0"/>
          <wp:positionH relativeFrom="column">
            <wp:posOffset>594316</wp:posOffset>
          </wp:positionH>
          <wp:positionV relativeFrom="paragraph">
            <wp:posOffset>-20955</wp:posOffset>
          </wp:positionV>
          <wp:extent cx="6223000" cy="127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nuiti_footer.png"/>
                  <pic:cNvPicPr/>
                </pic:nvPicPr>
                <pic:blipFill>
                  <a:blip r:embed="rId1"/>
                  <a:stretch>
                    <a:fillRect/>
                  </a:stretch>
                </pic:blipFill>
                <pic:spPr>
                  <a:xfrm>
                    <a:off x="0" y="0"/>
                    <a:ext cx="6223000" cy="1270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64E52" w14:textId="77777777" w:rsidR="000B4D94" w:rsidRDefault="000B4D94" w:rsidP="00AF6D9C">
      <w:r>
        <w:separator/>
      </w:r>
    </w:p>
  </w:footnote>
  <w:footnote w:type="continuationSeparator" w:id="0">
    <w:p w14:paraId="02F33B45" w14:textId="77777777" w:rsidR="000B4D94" w:rsidRDefault="000B4D94" w:rsidP="00AF6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4EE4C" w14:textId="77777777" w:rsidR="009927A1" w:rsidRDefault="00AF6D9C" w:rsidP="00AF6D9C">
    <w:pPr>
      <w:pStyle w:val="Header"/>
    </w:pPr>
    <w:r w:rsidRPr="00E20DFC">
      <w:rPr>
        <w:noProof/>
        <w:vertAlign w:val="subscript"/>
      </w:rPr>
      <w:drawing>
        <wp:anchor distT="0" distB="0" distL="114300" distR="114300" simplePos="0" relativeHeight="251666432" behindDoc="0" locked="0" layoutInCell="1" allowOverlap="1" wp14:anchorId="1A8865D1" wp14:editId="7DB6B99F">
          <wp:simplePos x="0" y="0"/>
          <wp:positionH relativeFrom="margin">
            <wp:posOffset>-119718</wp:posOffset>
          </wp:positionH>
          <wp:positionV relativeFrom="page">
            <wp:posOffset>305002</wp:posOffset>
          </wp:positionV>
          <wp:extent cx="1572768" cy="566928"/>
          <wp:effectExtent l="0" t="0" r="0" b="508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inuiti_H_Black_Purple_Gradient_RGB_300dpi.png"/>
                  <pic:cNvPicPr/>
                </pic:nvPicPr>
                <pic:blipFill>
                  <a:blip r:embed="rId1"/>
                  <a:stretch>
                    <a:fillRect/>
                  </a:stretch>
                </pic:blipFill>
                <pic:spPr>
                  <a:xfrm>
                    <a:off x="0" y="0"/>
                    <a:ext cx="1572768" cy="566928"/>
                  </a:xfrm>
                  <a:prstGeom prst="rect">
                    <a:avLst/>
                  </a:prstGeom>
                </pic:spPr>
              </pic:pic>
            </a:graphicData>
          </a:graphic>
          <wp14:sizeRelH relativeFrom="margin">
            <wp14:pctWidth>0</wp14:pctWidth>
          </wp14:sizeRelH>
          <wp14:sizeRelV relativeFrom="margin">
            <wp14:pctHeight>0</wp14:pctHeight>
          </wp14:sizeRelV>
        </wp:anchor>
      </w:drawing>
    </w:r>
    <w:r w:rsidR="009927A1" w:rsidRPr="001003B5">
      <w:rPr>
        <w:rFonts w:ascii="Times New Roman" w:hAnsi="Times New Roman" w:cs="Times New Roman"/>
        <w:snapToGrid w:val="0"/>
        <w:w w:val="0"/>
        <w:sz w:val="0"/>
        <w:szCs w:val="0"/>
        <w:u w:color="000000"/>
        <w:bdr w:val="none" w:sz="0" w:space="0" w:color="000000"/>
        <w:shd w:val="clear" w:color="000000" w:fill="000000"/>
        <w:lang w:val="x-none" w:eastAsia="x-none" w:bidi="x-none"/>
      </w:rPr>
      <w:t xml:space="preserve"> </w:t>
    </w:r>
    <w:r w:rsidR="009927A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C11"/>
    <w:multiLevelType w:val="hybridMultilevel"/>
    <w:tmpl w:val="235CDA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EE3A22"/>
    <w:multiLevelType w:val="hybridMultilevel"/>
    <w:tmpl w:val="EC806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A7255"/>
    <w:multiLevelType w:val="hybridMultilevel"/>
    <w:tmpl w:val="B8D2E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36C44"/>
    <w:multiLevelType w:val="hybridMultilevel"/>
    <w:tmpl w:val="6450D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5499F"/>
    <w:multiLevelType w:val="hybridMultilevel"/>
    <w:tmpl w:val="6DDC3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E4287"/>
    <w:multiLevelType w:val="hybridMultilevel"/>
    <w:tmpl w:val="555076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EF250B"/>
    <w:multiLevelType w:val="hybridMultilevel"/>
    <w:tmpl w:val="96E8CD1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A12388"/>
    <w:multiLevelType w:val="hybridMultilevel"/>
    <w:tmpl w:val="C7EEA9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41031"/>
    <w:multiLevelType w:val="hybridMultilevel"/>
    <w:tmpl w:val="FBB05526"/>
    <w:lvl w:ilvl="0" w:tplc="2C9E0BE6">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DC0B34"/>
    <w:multiLevelType w:val="hybridMultilevel"/>
    <w:tmpl w:val="D9308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25280D"/>
    <w:multiLevelType w:val="hybridMultilevel"/>
    <w:tmpl w:val="7B2CC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AB6828"/>
    <w:multiLevelType w:val="hybridMultilevel"/>
    <w:tmpl w:val="70AABB38"/>
    <w:lvl w:ilvl="0" w:tplc="C5F6E8A4">
      <w:numFmt w:val="bullet"/>
      <w:lvlText w:val="-"/>
      <w:lvlJc w:val="left"/>
      <w:pPr>
        <w:ind w:left="1440" w:hanging="72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BE9095D"/>
    <w:multiLevelType w:val="hybridMultilevel"/>
    <w:tmpl w:val="B1408200"/>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C135CF4"/>
    <w:multiLevelType w:val="hybridMultilevel"/>
    <w:tmpl w:val="973084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900F5E"/>
    <w:multiLevelType w:val="hybridMultilevel"/>
    <w:tmpl w:val="9800E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7E537D"/>
    <w:multiLevelType w:val="hybridMultilevel"/>
    <w:tmpl w:val="98EC24A8"/>
    <w:lvl w:ilvl="0" w:tplc="AB28AFC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FA2E3E"/>
    <w:multiLevelType w:val="hybridMultilevel"/>
    <w:tmpl w:val="645EC01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7" w15:restartNumberingAfterBreak="0">
    <w:nsid w:val="5E5E76A5"/>
    <w:multiLevelType w:val="hybridMultilevel"/>
    <w:tmpl w:val="4906FE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04A49"/>
    <w:multiLevelType w:val="hybridMultilevel"/>
    <w:tmpl w:val="7D5A4D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19555A4"/>
    <w:multiLevelType w:val="hybridMultilevel"/>
    <w:tmpl w:val="4906FE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E71CEF"/>
    <w:multiLevelType w:val="hybridMultilevel"/>
    <w:tmpl w:val="4CE67B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8A4975"/>
    <w:multiLevelType w:val="hybridMultilevel"/>
    <w:tmpl w:val="FEE65D3C"/>
    <w:lvl w:ilvl="0" w:tplc="84FA1446">
      <w:start w:val="160"/>
      <w:numFmt w:val="bullet"/>
      <w:lvlText w:val="-"/>
      <w:lvlJc w:val="left"/>
      <w:pPr>
        <w:ind w:left="1800" w:hanging="720"/>
      </w:pPr>
      <w:rPr>
        <w:rFonts w:ascii="Cambria" w:eastAsiaTheme="minorEastAsia" w:hAnsi="Cambria"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F5E45CA"/>
    <w:multiLevelType w:val="hybridMultilevel"/>
    <w:tmpl w:val="13109D1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23" w15:restartNumberingAfterBreak="0">
    <w:nsid w:val="78DC5492"/>
    <w:multiLevelType w:val="hybridMultilevel"/>
    <w:tmpl w:val="44B419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DA347C"/>
    <w:multiLevelType w:val="hybridMultilevel"/>
    <w:tmpl w:val="4906FE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1"/>
  </w:num>
  <w:num w:numId="3">
    <w:abstractNumId w:val="11"/>
  </w:num>
  <w:num w:numId="4">
    <w:abstractNumId w:val="10"/>
  </w:num>
  <w:num w:numId="5">
    <w:abstractNumId w:val="22"/>
  </w:num>
  <w:num w:numId="6">
    <w:abstractNumId w:val="12"/>
  </w:num>
  <w:num w:numId="7">
    <w:abstractNumId w:val="16"/>
  </w:num>
  <w:num w:numId="8">
    <w:abstractNumId w:val="6"/>
  </w:num>
  <w:num w:numId="9">
    <w:abstractNumId w:val="23"/>
  </w:num>
  <w:num w:numId="10">
    <w:abstractNumId w:val="13"/>
  </w:num>
  <w:num w:numId="11">
    <w:abstractNumId w:val="0"/>
  </w:num>
  <w:num w:numId="12">
    <w:abstractNumId w:val="20"/>
  </w:num>
  <w:num w:numId="13">
    <w:abstractNumId w:val="14"/>
  </w:num>
  <w:num w:numId="14">
    <w:abstractNumId w:val="1"/>
  </w:num>
  <w:num w:numId="15">
    <w:abstractNumId w:val="3"/>
  </w:num>
  <w:num w:numId="16">
    <w:abstractNumId w:val="18"/>
  </w:num>
  <w:num w:numId="17">
    <w:abstractNumId w:val="2"/>
  </w:num>
  <w:num w:numId="18">
    <w:abstractNumId w:val="15"/>
  </w:num>
  <w:num w:numId="19">
    <w:abstractNumId w:val="5"/>
  </w:num>
  <w:num w:numId="20">
    <w:abstractNumId w:val="9"/>
  </w:num>
  <w:num w:numId="21">
    <w:abstractNumId w:val="19"/>
  </w:num>
  <w:num w:numId="22">
    <w:abstractNumId w:val="24"/>
  </w:num>
  <w:num w:numId="23">
    <w:abstractNumId w:val="17"/>
  </w:num>
  <w:num w:numId="24">
    <w:abstractNumId w:val="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1B9"/>
    <w:rsid w:val="00036882"/>
    <w:rsid w:val="0004543C"/>
    <w:rsid w:val="000B30D0"/>
    <w:rsid w:val="000B4D94"/>
    <w:rsid w:val="000C6A04"/>
    <w:rsid w:val="001003B5"/>
    <w:rsid w:val="00115C30"/>
    <w:rsid w:val="00121847"/>
    <w:rsid w:val="00155281"/>
    <w:rsid w:val="0018757A"/>
    <w:rsid w:val="00190B8F"/>
    <w:rsid w:val="001A2394"/>
    <w:rsid w:val="001B7D11"/>
    <w:rsid w:val="001D58B7"/>
    <w:rsid w:val="001D702B"/>
    <w:rsid w:val="00204130"/>
    <w:rsid w:val="00214A1A"/>
    <w:rsid w:val="00233C2C"/>
    <w:rsid w:val="00237555"/>
    <w:rsid w:val="00252901"/>
    <w:rsid w:val="0026391F"/>
    <w:rsid w:val="00282F05"/>
    <w:rsid w:val="002A0A54"/>
    <w:rsid w:val="002A2F61"/>
    <w:rsid w:val="002B0BCE"/>
    <w:rsid w:val="002E20EB"/>
    <w:rsid w:val="0031341C"/>
    <w:rsid w:val="00323664"/>
    <w:rsid w:val="00325B5E"/>
    <w:rsid w:val="0032706F"/>
    <w:rsid w:val="00327979"/>
    <w:rsid w:val="003340BC"/>
    <w:rsid w:val="003A23B2"/>
    <w:rsid w:val="003B0222"/>
    <w:rsid w:val="003F4520"/>
    <w:rsid w:val="00425A27"/>
    <w:rsid w:val="004367FD"/>
    <w:rsid w:val="00442DFD"/>
    <w:rsid w:val="00454D18"/>
    <w:rsid w:val="00490193"/>
    <w:rsid w:val="0049563A"/>
    <w:rsid w:val="004B03CA"/>
    <w:rsid w:val="004C147D"/>
    <w:rsid w:val="004F1D26"/>
    <w:rsid w:val="0051256D"/>
    <w:rsid w:val="00572E09"/>
    <w:rsid w:val="00576060"/>
    <w:rsid w:val="005B4C08"/>
    <w:rsid w:val="0061027A"/>
    <w:rsid w:val="00615F2E"/>
    <w:rsid w:val="006621C2"/>
    <w:rsid w:val="00672469"/>
    <w:rsid w:val="00674F37"/>
    <w:rsid w:val="00681CB7"/>
    <w:rsid w:val="0069092E"/>
    <w:rsid w:val="006F34A2"/>
    <w:rsid w:val="00723E19"/>
    <w:rsid w:val="00741575"/>
    <w:rsid w:val="007607F7"/>
    <w:rsid w:val="0077599B"/>
    <w:rsid w:val="007A2D64"/>
    <w:rsid w:val="007C278F"/>
    <w:rsid w:val="007D433D"/>
    <w:rsid w:val="008200EB"/>
    <w:rsid w:val="008225BB"/>
    <w:rsid w:val="00855D73"/>
    <w:rsid w:val="00864CDB"/>
    <w:rsid w:val="00890AAB"/>
    <w:rsid w:val="008926AF"/>
    <w:rsid w:val="008D3311"/>
    <w:rsid w:val="008E0D8C"/>
    <w:rsid w:val="00934471"/>
    <w:rsid w:val="009927A1"/>
    <w:rsid w:val="009A43C3"/>
    <w:rsid w:val="009C2D08"/>
    <w:rsid w:val="009E674A"/>
    <w:rsid w:val="009F038E"/>
    <w:rsid w:val="00A2322F"/>
    <w:rsid w:val="00A31EC3"/>
    <w:rsid w:val="00A82AFC"/>
    <w:rsid w:val="00A84E21"/>
    <w:rsid w:val="00AC1848"/>
    <w:rsid w:val="00AD6621"/>
    <w:rsid w:val="00AF6D9C"/>
    <w:rsid w:val="00B37321"/>
    <w:rsid w:val="00B4294A"/>
    <w:rsid w:val="00B83E9C"/>
    <w:rsid w:val="00B93786"/>
    <w:rsid w:val="00BA73DF"/>
    <w:rsid w:val="00BB2532"/>
    <w:rsid w:val="00BB48BA"/>
    <w:rsid w:val="00BD154F"/>
    <w:rsid w:val="00CA34A4"/>
    <w:rsid w:val="00CC361A"/>
    <w:rsid w:val="00CF09F7"/>
    <w:rsid w:val="00D52E5B"/>
    <w:rsid w:val="00D6726B"/>
    <w:rsid w:val="00D73C05"/>
    <w:rsid w:val="00D83187"/>
    <w:rsid w:val="00D865A1"/>
    <w:rsid w:val="00E161B9"/>
    <w:rsid w:val="00E16AE0"/>
    <w:rsid w:val="00E20DFC"/>
    <w:rsid w:val="00E23B46"/>
    <w:rsid w:val="00E600B3"/>
    <w:rsid w:val="00E6355E"/>
    <w:rsid w:val="00E75ADA"/>
    <w:rsid w:val="00EA560D"/>
    <w:rsid w:val="00F04601"/>
    <w:rsid w:val="00F11A5A"/>
    <w:rsid w:val="00F24902"/>
    <w:rsid w:val="00F5259E"/>
    <w:rsid w:val="00FB07D7"/>
    <w:rsid w:val="00FC0300"/>
    <w:rsid w:val="00FD6BDC"/>
    <w:rsid w:val="00FE68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8D408B"/>
  <w14:defaultImageDpi w14:val="300"/>
  <w15:docId w15:val="{EA5C7F92-F705-4416-91D7-50FCF729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4A4"/>
    <w:rPr>
      <w:rFonts w:eastAsiaTheme="minorHAnsi"/>
    </w:rPr>
  </w:style>
  <w:style w:type="paragraph" w:styleId="Heading1">
    <w:name w:val="heading 1"/>
    <w:basedOn w:val="Normal"/>
    <w:next w:val="Normal"/>
    <w:link w:val="Heading1Char"/>
    <w:uiPriority w:val="9"/>
    <w:qFormat/>
    <w:rsid w:val="00214A1A"/>
    <w:pPr>
      <w:keepNext/>
      <w:keepLines/>
      <w:spacing w:before="240" w:after="360"/>
      <w:outlineLvl w:val="0"/>
    </w:pPr>
    <w:rPr>
      <w:rFonts w:eastAsiaTheme="majorEastAsia"/>
      <w:b/>
      <w:color w:val="4C0098" w:themeColor="accent1" w:themeShade="BF"/>
      <w:sz w:val="32"/>
      <w:szCs w:val="32"/>
    </w:rPr>
  </w:style>
  <w:style w:type="paragraph" w:styleId="Heading2">
    <w:name w:val="heading 2"/>
    <w:basedOn w:val="Normal"/>
    <w:next w:val="Normal"/>
    <w:link w:val="Heading2Char"/>
    <w:uiPriority w:val="9"/>
    <w:unhideWhenUsed/>
    <w:qFormat/>
    <w:rsid w:val="00214A1A"/>
    <w:pPr>
      <w:keepNext/>
      <w:keepLines/>
      <w:spacing w:before="40"/>
      <w:outlineLvl w:val="1"/>
    </w:pPr>
    <w:rPr>
      <w:rFonts w:eastAsiaTheme="majorEastAsia"/>
      <w:b/>
      <w:color w:val="4C0098" w:themeColor="accent1" w:themeShade="BF"/>
      <w:sz w:val="26"/>
      <w:szCs w:val="26"/>
    </w:rPr>
  </w:style>
  <w:style w:type="paragraph" w:styleId="Heading3">
    <w:name w:val="heading 3"/>
    <w:basedOn w:val="Normal"/>
    <w:next w:val="Normal"/>
    <w:link w:val="Heading3Char"/>
    <w:uiPriority w:val="9"/>
    <w:unhideWhenUsed/>
    <w:qFormat/>
    <w:rsid w:val="00214A1A"/>
    <w:pPr>
      <w:keepNext/>
      <w:keepLines/>
      <w:spacing w:before="40"/>
      <w:outlineLvl w:val="2"/>
    </w:pPr>
    <w:rPr>
      <w:rFonts w:eastAsiaTheme="majorEastAsia"/>
      <w:b/>
      <w:color w:val="320065" w:themeColor="accent1" w:themeShade="7F"/>
    </w:rPr>
  </w:style>
  <w:style w:type="paragraph" w:styleId="Heading4">
    <w:name w:val="heading 4"/>
    <w:basedOn w:val="Normal"/>
    <w:next w:val="Normal"/>
    <w:link w:val="Heading4Char"/>
    <w:uiPriority w:val="9"/>
    <w:unhideWhenUsed/>
    <w:qFormat/>
    <w:rsid w:val="00214A1A"/>
    <w:pPr>
      <w:keepNext/>
      <w:keepLines/>
      <w:spacing w:before="40"/>
      <w:outlineLvl w:val="3"/>
    </w:pPr>
    <w:rPr>
      <w:rFonts w:eastAsiaTheme="majorEastAsia"/>
      <w:b/>
      <w:i/>
      <w:iCs/>
      <w:color w:val="4C0098" w:themeColor="accent1" w:themeShade="BF"/>
    </w:rPr>
  </w:style>
  <w:style w:type="paragraph" w:styleId="Heading5">
    <w:name w:val="heading 5"/>
    <w:basedOn w:val="Normal"/>
    <w:next w:val="Normal"/>
    <w:link w:val="Heading5Char"/>
    <w:uiPriority w:val="9"/>
    <w:unhideWhenUsed/>
    <w:qFormat/>
    <w:rsid w:val="00214A1A"/>
    <w:pPr>
      <w:keepNext/>
      <w:keepLines/>
      <w:spacing w:before="40"/>
      <w:outlineLvl w:val="4"/>
    </w:pPr>
    <w:rPr>
      <w:rFonts w:eastAsiaTheme="majorEastAsia"/>
      <w:b/>
      <w:color w:val="4C0098" w:themeColor="accent1" w:themeShade="BF"/>
    </w:rPr>
  </w:style>
  <w:style w:type="paragraph" w:styleId="Heading6">
    <w:name w:val="heading 6"/>
    <w:basedOn w:val="Normal"/>
    <w:next w:val="Normal"/>
    <w:link w:val="Heading6Char"/>
    <w:uiPriority w:val="9"/>
    <w:unhideWhenUsed/>
    <w:qFormat/>
    <w:rsid w:val="00214A1A"/>
    <w:pPr>
      <w:keepNext/>
      <w:keepLines/>
      <w:spacing w:before="40"/>
      <w:outlineLvl w:val="5"/>
    </w:pPr>
    <w:rPr>
      <w:rFonts w:eastAsiaTheme="majorEastAsia"/>
      <w:b/>
      <w:color w:val="320065" w:themeColor="accent1" w:themeShade="7F"/>
    </w:rPr>
  </w:style>
  <w:style w:type="paragraph" w:styleId="Heading7">
    <w:name w:val="heading 7"/>
    <w:basedOn w:val="Normal"/>
    <w:next w:val="Normal"/>
    <w:link w:val="Heading7Char"/>
    <w:uiPriority w:val="9"/>
    <w:unhideWhenUsed/>
    <w:qFormat/>
    <w:rsid w:val="00214A1A"/>
    <w:pPr>
      <w:keepNext/>
      <w:keepLines/>
      <w:spacing w:before="40"/>
      <w:outlineLvl w:val="6"/>
    </w:pPr>
    <w:rPr>
      <w:rFonts w:eastAsiaTheme="majorEastAsia"/>
      <w:b/>
      <w:i/>
      <w:iCs/>
      <w:color w:val="320065" w:themeColor="accent1" w:themeShade="7F"/>
    </w:rPr>
  </w:style>
  <w:style w:type="paragraph" w:styleId="Heading8">
    <w:name w:val="heading 8"/>
    <w:basedOn w:val="Normal"/>
    <w:next w:val="Normal"/>
    <w:link w:val="Heading8Char"/>
    <w:uiPriority w:val="9"/>
    <w:unhideWhenUsed/>
    <w:qFormat/>
    <w:rsid w:val="00214A1A"/>
    <w:pPr>
      <w:keepNext/>
      <w:keepLines/>
      <w:spacing w:before="40"/>
      <w:outlineLvl w:val="7"/>
    </w:pPr>
    <w:rPr>
      <w:rFonts w:eastAsiaTheme="majorEastAsia"/>
      <w:b/>
      <w:color w:val="272727" w:themeColor="text1" w:themeTint="D8"/>
      <w:sz w:val="21"/>
      <w:szCs w:val="21"/>
    </w:rPr>
  </w:style>
  <w:style w:type="paragraph" w:styleId="Heading9">
    <w:name w:val="heading 9"/>
    <w:basedOn w:val="Normal"/>
    <w:next w:val="Normal"/>
    <w:link w:val="Heading9Char"/>
    <w:uiPriority w:val="9"/>
    <w:unhideWhenUsed/>
    <w:qFormat/>
    <w:rsid w:val="00214A1A"/>
    <w:pPr>
      <w:keepNext/>
      <w:keepLines/>
      <w:spacing w:before="40"/>
      <w:outlineLvl w:val="8"/>
    </w:pPr>
    <w:rPr>
      <w:rFonts w:eastAsiaTheme="majorEastAsia"/>
      <w:b/>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5ADA"/>
    <w:pPr>
      <w:tabs>
        <w:tab w:val="center" w:pos="4320"/>
        <w:tab w:val="right" w:pos="8640"/>
      </w:tabs>
    </w:pPr>
  </w:style>
  <w:style w:type="character" w:customStyle="1" w:styleId="HeaderChar">
    <w:name w:val="Header Char"/>
    <w:basedOn w:val="DefaultParagraphFont"/>
    <w:link w:val="Header"/>
    <w:uiPriority w:val="99"/>
    <w:rsid w:val="00E75ADA"/>
  </w:style>
  <w:style w:type="paragraph" w:styleId="Footer">
    <w:name w:val="footer"/>
    <w:basedOn w:val="Normal"/>
    <w:link w:val="FooterChar"/>
    <w:uiPriority w:val="99"/>
    <w:unhideWhenUsed/>
    <w:rsid w:val="00E75ADA"/>
    <w:pPr>
      <w:tabs>
        <w:tab w:val="center" w:pos="4320"/>
        <w:tab w:val="right" w:pos="8640"/>
      </w:tabs>
    </w:pPr>
  </w:style>
  <w:style w:type="character" w:customStyle="1" w:styleId="FooterChar">
    <w:name w:val="Footer Char"/>
    <w:basedOn w:val="DefaultParagraphFont"/>
    <w:link w:val="Footer"/>
    <w:uiPriority w:val="99"/>
    <w:rsid w:val="00E75ADA"/>
  </w:style>
  <w:style w:type="paragraph" w:styleId="BalloonText">
    <w:name w:val="Balloon Text"/>
    <w:basedOn w:val="Normal"/>
    <w:link w:val="BalloonTextChar"/>
    <w:uiPriority w:val="99"/>
    <w:unhideWhenUsed/>
    <w:rsid w:val="00E75ADA"/>
    <w:rPr>
      <w:rFonts w:ascii="Lucida Grande" w:hAnsi="Lucida Grande"/>
      <w:sz w:val="18"/>
      <w:szCs w:val="18"/>
    </w:rPr>
  </w:style>
  <w:style w:type="character" w:customStyle="1" w:styleId="BalloonTextChar">
    <w:name w:val="Balloon Text Char"/>
    <w:basedOn w:val="DefaultParagraphFont"/>
    <w:link w:val="BalloonText"/>
    <w:uiPriority w:val="99"/>
    <w:rsid w:val="00E75ADA"/>
    <w:rPr>
      <w:rFonts w:ascii="Lucida Grande" w:hAnsi="Lucida Grande"/>
      <w:sz w:val="18"/>
      <w:szCs w:val="18"/>
    </w:rPr>
  </w:style>
  <w:style w:type="character" w:styleId="Strong">
    <w:name w:val="Strong"/>
    <w:basedOn w:val="DefaultParagraphFont"/>
    <w:uiPriority w:val="22"/>
    <w:rsid w:val="00E75ADA"/>
    <w:rPr>
      <w:b/>
      <w:bCs/>
    </w:rPr>
  </w:style>
  <w:style w:type="paragraph" w:styleId="ListParagraph">
    <w:name w:val="List Paragraph"/>
    <w:basedOn w:val="Normal"/>
    <w:uiPriority w:val="34"/>
    <w:qFormat/>
    <w:rsid w:val="00864CDB"/>
    <w:pPr>
      <w:ind w:left="720"/>
      <w:contextualSpacing/>
    </w:pPr>
  </w:style>
  <w:style w:type="paragraph" w:styleId="NormalWeb">
    <w:name w:val="Normal (Web)"/>
    <w:basedOn w:val="Normal"/>
    <w:uiPriority w:val="99"/>
    <w:semiHidden/>
    <w:unhideWhenUsed/>
    <w:rsid w:val="00FE68E0"/>
    <w:pPr>
      <w:spacing w:before="100" w:beforeAutospacing="1" w:after="100" w:afterAutospacing="1"/>
    </w:pPr>
    <w:rPr>
      <w:rFonts w:ascii="Times New Roman" w:hAnsi="Times New Roman" w:cs="Times New Roman"/>
    </w:rPr>
  </w:style>
  <w:style w:type="table" w:styleId="TableGrid">
    <w:name w:val="Table Grid"/>
    <w:basedOn w:val="TableNormal"/>
    <w:uiPriority w:val="59"/>
    <w:rsid w:val="00FD6B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F11A5A"/>
    <w:rPr>
      <w:rFonts w:eastAsiaTheme="minorHAnsi"/>
    </w:rPr>
  </w:style>
  <w:style w:type="paragraph" w:styleId="Title">
    <w:name w:val="Title"/>
    <w:basedOn w:val="Normal"/>
    <w:next w:val="Normal"/>
    <w:link w:val="TitleChar"/>
    <w:uiPriority w:val="10"/>
    <w:rsid w:val="00681CB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CB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14A1A"/>
    <w:rPr>
      <w:rFonts w:ascii="Arial" w:eastAsiaTheme="majorEastAsia" w:hAnsi="Arial" w:cs="Arial"/>
      <w:b/>
      <w:color w:val="4C0098" w:themeColor="accent1" w:themeShade="BF"/>
      <w:sz w:val="32"/>
      <w:szCs w:val="32"/>
    </w:rPr>
  </w:style>
  <w:style w:type="character" w:customStyle="1" w:styleId="Heading2Char">
    <w:name w:val="Heading 2 Char"/>
    <w:basedOn w:val="DefaultParagraphFont"/>
    <w:link w:val="Heading2"/>
    <w:uiPriority w:val="9"/>
    <w:rsid w:val="00214A1A"/>
    <w:rPr>
      <w:rFonts w:ascii="Arial" w:eastAsiaTheme="majorEastAsia" w:hAnsi="Arial" w:cs="Arial"/>
      <w:b/>
      <w:color w:val="4C0098" w:themeColor="accent1" w:themeShade="BF"/>
      <w:sz w:val="26"/>
      <w:szCs w:val="26"/>
    </w:rPr>
  </w:style>
  <w:style w:type="character" w:styleId="PageNumber">
    <w:name w:val="page number"/>
    <w:basedOn w:val="DefaultParagraphFont"/>
    <w:uiPriority w:val="99"/>
    <w:semiHidden/>
    <w:unhideWhenUsed/>
    <w:rsid w:val="009927A1"/>
  </w:style>
  <w:style w:type="character" w:customStyle="1" w:styleId="elite-location-info-city">
    <w:name w:val="elite-location-info-city"/>
    <w:basedOn w:val="DefaultParagraphFont"/>
    <w:rsid w:val="0049563A"/>
  </w:style>
  <w:style w:type="character" w:styleId="Hyperlink">
    <w:name w:val="Hyperlink"/>
    <w:basedOn w:val="DefaultParagraphFont"/>
    <w:uiPriority w:val="99"/>
    <w:semiHidden/>
    <w:unhideWhenUsed/>
    <w:rsid w:val="0049563A"/>
    <w:rPr>
      <w:color w:val="0000FF"/>
      <w:u w:val="single"/>
    </w:rPr>
  </w:style>
  <w:style w:type="character" w:customStyle="1" w:styleId="apple-converted-space">
    <w:name w:val="apple-converted-space"/>
    <w:basedOn w:val="DefaultParagraphFont"/>
    <w:rsid w:val="0049563A"/>
  </w:style>
  <w:style w:type="character" w:customStyle="1" w:styleId="elite-comma">
    <w:name w:val="elite-comma"/>
    <w:basedOn w:val="DefaultParagraphFont"/>
    <w:rsid w:val="0049563A"/>
  </w:style>
  <w:style w:type="character" w:customStyle="1" w:styleId="Heading3Char">
    <w:name w:val="Heading 3 Char"/>
    <w:basedOn w:val="DefaultParagraphFont"/>
    <w:link w:val="Heading3"/>
    <w:uiPriority w:val="9"/>
    <w:rsid w:val="00214A1A"/>
    <w:rPr>
      <w:rFonts w:ascii="Arial" w:eastAsiaTheme="majorEastAsia" w:hAnsi="Arial" w:cs="Arial"/>
      <w:b/>
      <w:color w:val="320065" w:themeColor="accent1" w:themeShade="7F"/>
    </w:rPr>
  </w:style>
  <w:style w:type="character" w:customStyle="1" w:styleId="Heading4Char">
    <w:name w:val="Heading 4 Char"/>
    <w:basedOn w:val="DefaultParagraphFont"/>
    <w:link w:val="Heading4"/>
    <w:uiPriority w:val="9"/>
    <w:rsid w:val="00214A1A"/>
    <w:rPr>
      <w:rFonts w:ascii="Arial" w:eastAsiaTheme="majorEastAsia" w:hAnsi="Arial" w:cs="Arial"/>
      <w:b/>
      <w:i/>
      <w:iCs/>
      <w:color w:val="4C0098" w:themeColor="accent1" w:themeShade="BF"/>
      <w:sz w:val="22"/>
      <w:szCs w:val="22"/>
    </w:rPr>
  </w:style>
  <w:style w:type="character" w:customStyle="1" w:styleId="Heading5Char">
    <w:name w:val="Heading 5 Char"/>
    <w:basedOn w:val="DefaultParagraphFont"/>
    <w:link w:val="Heading5"/>
    <w:uiPriority w:val="9"/>
    <w:rsid w:val="00214A1A"/>
    <w:rPr>
      <w:rFonts w:ascii="Arial" w:eastAsiaTheme="majorEastAsia" w:hAnsi="Arial" w:cs="Arial"/>
      <w:b/>
      <w:color w:val="4C0098" w:themeColor="accent1" w:themeShade="BF"/>
      <w:sz w:val="22"/>
      <w:szCs w:val="22"/>
    </w:rPr>
  </w:style>
  <w:style w:type="character" w:customStyle="1" w:styleId="Heading6Char">
    <w:name w:val="Heading 6 Char"/>
    <w:basedOn w:val="DefaultParagraphFont"/>
    <w:link w:val="Heading6"/>
    <w:uiPriority w:val="9"/>
    <w:rsid w:val="00214A1A"/>
    <w:rPr>
      <w:rFonts w:ascii="Arial" w:eastAsiaTheme="majorEastAsia" w:hAnsi="Arial" w:cs="Arial"/>
      <w:b/>
      <w:color w:val="320065" w:themeColor="accent1" w:themeShade="7F"/>
      <w:sz w:val="22"/>
      <w:szCs w:val="22"/>
    </w:rPr>
  </w:style>
  <w:style w:type="character" w:customStyle="1" w:styleId="Heading7Char">
    <w:name w:val="Heading 7 Char"/>
    <w:basedOn w:val="DefaultParagraphFont"/>
    <w:link w:val="Heading7"/>
    <w:uiPriority w:val="9"/>
    <w:rsid w:val="00214A1A"/>
    <w:rPr>
      <w:rFonts w:ascii="Arial" w:eastAsiaTheme="majorEastAsia" w:hAnsi="Arial" w:cs="Arial"/>
      <w:b/>
      <w:i/>
      <w:iCs/>
      <w:color w:val="320065" w:themeColor="accent1" w:themeShade="7F"/>
      <w:sz w:val="22"/>
      <w:szCs w:val="22"/>
    </w:rPr>
  </w:style>
  <w:style w:type="character" w:customStyle="1" w:styleId="Heading8Char">
    <w:name w:val="Heading 8 Char"/>
    <w:basedOn w:val="DefaultParagraphFont"/>
    <w:link w:val="Heading8"/>
    <w:uiPriority w:val="9"/>
    <w:rsid w:val="00214A1A"/>
    <w:rPr>
      <w:rFonts w:ascii="Arial" w:eastAsiaTheme="majorEastAsia" w:hAnsi="Arial" w:cs="Arial"/>
      <w:b/>
      <w:color w:val="272727" w:themeColor="text1" w:themeTint="D8"/>
      <w:sz w:val="21"/>
      <w:szCs w:val="21"/>
    </w:rPr>
  </w:style>
  <w:style w:type="character" w:customStyle="1" w:styleId="Heading9Char">
    <w:name w:val="Heading 9 Char"/>
    <w:basedOn w:val="DefaultParagraphFont"/>
    <w:link w:val="Heading9"/>
    <w:uiPriority w:val="9"/>
    <w:rsid w:val="00214A1A"/>
    <w:rPr>
      <w:rFonts w:ascii="Arial" w:eastAsiaTheme="majorEastAsia" w:hAnsi="Arial" w:cs="Arial"/>
      <w:b/>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41520">
      <w:bodyDiv w:val="1"/>
      <w:marLeft w:val="0"/>
      <w:marRight w:val="0"/>
      <w:marTop w:val="0"/>
      <w:marBottom w:val="0"/>
      <w:divBdr>
        <w:top w:val="none" w:sz="0" w:space="0" w:color="auto"/>
        <w:left w:val="none" w:sz="0" w:space="0" w:color="auto"/>
        <w:bottom w:val="none" w:sz="0" w:space="0" w:color="auto"/>
        <w:right w:val="none" w:sz="0" w:space="0" w:color="auto"/>
      </w:divBdr>
    </w:div>
    <w:div w:id="1018313045">
      <w:bodyDiv w:val="1"/>
      <w:marLeft w:val="0"/>
      <w:marRight w:val="0"/>
      <w:marTop w:val="0"/>
      <w:marBottom w:val="0"/>
      <w:divBdr>
        <w:top w:val="none" w:sz="0" w:space="0" w:color="auto"/>
        <w:left w:val="none" w:sz="0" w:space="0" w:color="auto"/>
        <w:bottom w:val="none" w:sz="0" w:space="0" w:color="auto"/>
        <w:right w:val="none" w:sz="0" w:space="0" w:color="auto"/>
      </w:divBdr>
    </w:div>
    <w:div w:id="1566262413">
      <w:bodyDiv w:val="1"/>
      <w:marLeft w:val="0"/>
      <w:marRight w:val="0"/>
      <w:marTop w:val="0"/>
      <w:marBottom w:val="0"/>
      <w:divBdr>
        <w:top w:val="none" w:sz="0" w:space="0" w:color="auto"/>
        <w:left w:val="none" w:sz="0" w:space="0" w:color="auto"/>
        <w:bottom w:val="none" w:sz="0" w:space="0" w:color="auto"/>
        <w:right w:val="none" w:sz="0" w:space="0" w:color="auto"/>
      </w:divBdr>
    </w:div>
    <w:div w:id="2017071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leen%20Carter\Downloads\Tinuiti-Letterhead-Template.dotx" TargetMode="External"/></Relationships>
</file>

<file path=word/theme/theme1.xml><?xml version="1.0" encoding="utf-8"?>
<a:theme xmlns:a="http://schemas.openxmlformats.org/drawingml/2006/main" name="Tinuiti2019">
  <a:themeElements>
    <a:clrScheme name="Tinuiti V1">
      <a:dk1>
        <a:srgbClr val="000000"/>
      </a:dk1>
      <a:lt1>
        <a:srgbClr val="FFFFFF"/>
      </a:lt1>
      <a:dk2>
        <a:srgbClr val="808080"/>
      </a:dk2>
      <a:lt2>
        <a:srgbClr val="DCDEE0"/>
      </a:lt2>
      <a:accent1>
        <a:srgbClr val="6600CC"/>
      </a:accent1>
      <a:accent2>
        <a:srgbClr val="2AD03D"/>
      </a:accent2>
      <a:accent3>
        <a:srgbClr val="FF3366"/>
      </a:accent3>
      <a:accent4>
        <a:srgbClr val="0076CE"/>
      </a:accent4>
      <a:accent5>
        <a:srgbClr val="C2D500"/>
      </a:accent5>
      <a:accent6>
        <a:srgbClr val="FF6633"/>
      </a:accent6>
      <a:hlink>
        <a:srgbClr val="808080"/>
      </a:hlink>
      <a:folHlink>
        <a:srgbClr val="FF6600"/>
      </a:folHlink>
    </a:clrScheme>
    <a:fontScheme name="Tinuiti Fonts">
      <a:majorFont>
        <a:latin typeface="Roboto Black"/>
        <a:ea typeface="Gill Sans"/>
        <a:cs typeface="Gill Sans"/>
      </a:majorFont>
      <a:minorFont>
        <a:latin typeface="Roboto Light"/>
        <a:ea typeface="Gill Sans"/>
        <a:cs typeface="Gill Sans"/>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inuiti2019" id="{71EFCEA6-B272-024B-A244-B8D5228AC566}" vid="{7A6E2B40-2F22-5949-B95D-2DEE8980C73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84A4B-1DA3-4E88-B20D-579B147E8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Tinuiti-Letterhead-Template</Template>
  <TotalTime>1</TotalTime>
  <Pages>2</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Carter</dc:creator>
  <cp:lastModifiedBy>Ashley Lungo</cp:lastModifiedBy>
  <cp:revision>2</cp:revision>
  <cp:lastPrinted>2014-03-17T14:20:00Z</cp:lastPrinted>
  <dcterms:created xsi:type="dcterms:W3CDTF">2021-06-11T16:31:00Z</dcterms:created>
  <dcterms:modified xsi:type="dcterms:W3CDTF">2021-06-11T16:31:00Z</dcterms:modified>
</cp:coreProperties>
</file>