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2D513" w14:textId="0CBA382C" w:rsidR="00CD6831" w:rsidRDefault="00CD6831" w:rsidP="00CD6831">
      <w:pPr>
        <w:pStyle w:val="Heading1"/>
        <w:spacing w:after="0" w:line="240" w:lineRule="auto"/>
      </w:pPr>
      <w:r>
        <w:t xml:space="preserve">OMGT </w:t>
      </w:r>
      <w:r w:rsidR="00C06B00">
        <w:t>6</w:t>
      </w:r>
      <w:r w:rsidR="00924ED5">
        <w:t>61</w:t>
      </w:r>
      <w:r w:rsidR="00C06B00">
        <w:t>3</w:t>
      </w:r>
      <w:r>
        <w:t xml:space="preserve"> </w:t>
      </w:r>
      <w:r w:rsidR="005647F7">
        <w:t>Management Science</w:t>
      </w:r>
    </w:p>
    <w:p w14:paraId="34B6FBAC" w14:textId="5F9FB124" w:rsidR="00CD6831" w:rsidRDefault="00C06B00" w:rsidP="00CD6831">
      <w:pPr>
        <w:pStyle w:val="Heading2"/>
        <w:spacing w:before="0" w:after="0" w:line="240" w:lineRule="auto"/>
        <w:jc w:val="center"/>
        <w:rPr>
          <w:i/>
        </w:rPr>
      </w:pPr>
      <w:r>
        <w:t>Exercise</w:t>
      </w:r>
      <w:r w:rsidR="00CD6831">
        <w:t xml:space="preserve"> #</w:t>
      </w:r>
      <w:r w:rsidR="006510F6">
        <w:t>3</w:t>
      </w:r>
    </w:p>
    <w:p w14:paraId="6AE1B998" w14:textId="1D7CBC29" w:rsidR="00CD6831" w:rsidRPr="008E7E5E" w:rsidRDefault="00CD6831" w:rsidP="00CD6831">
      <w:pPr>
        <w:spacing w:line="240" w:lineRule="auto"/>
        <w:jc w:val="center"/>
        <w:rPr>
          <w:b/>
          <w:color w:val="FF0000"/>
        </w:rPr>
      </w:pPr>
    </w:p>
    <w:p w14:paraId="7099DA53" w14:textId="4E76DE4C" w:rsidR="00CD6831" w:rsidRPr="00430056" w:rsidRDefault="00430056" w:rsidP="00CD6831">
      <w:pPr>
        <w:spacing w:line="240" w:lineRule="auto"/>
        <w:jc w:val="center"/>
        <w:rPr>
          <w:b/>
          <w:sz w:val="28"/>
        </w:rPr>
      </w:pPr>
      <w:r w:rsidRPr="00430056">
        <w:rPr>
          <w:b/>
          <w:sz w:val="28"/>
        </w:rPr>
        <w:t>Linear and Integer Programming</w:t>
      </w:r>
    </w:p>
    <w:p w14:paraId="5959A7C0" w14:textId="77777777" w:rsidR="00867F8F" w:rsidRDefault="009A07A3" w:rsidP="00867F8F">
      <w:pPr>
        <w:tabs>
          <w:tab w:val="left" w:pos="2394"/>
        </w:tabs>
      </w:pPr>
      <w:r>
        <w:rPr>
          <w:b/>
        </w:rPr>
        <w:t xml:space="preserve">Name: </w:t>
      </w:r>
      <w:r w:rsidR="007D4059">
        <w:t xml:space="preserve"> </w:t>
      </w:r>
    </w:p>
    <w:p w14:paraId="5F85457E" w14:textId="77777777" w:rsidR="006972B0" w:rsidRDefault="00BD2547" w:rsidP="009A7C68">
      <w:pPr>
        <w:pStyle w:val="Heading3"/>
      </w:pPr>
      <w:r>
        <w:t>Problem 1</w:t>
      </w:r>
    </w:p>
    <w:p w14:paraId="16C7DD53" w14:textId="77777777" w:rsidR="006972B0" w:rsidRDefault="006972B0" w:rsidP="006972B0">
      <w:r>
        <w:t>Summarize your answers in the following table</w:t>
      </w:r>
    </w:p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6080"/>
      </w:tblGrid>
      <w:tr w:rsidR="009C0806" w14:paraId="40CFBFE2" w14:textId="77777777">
        <w:tc>
          <w:tcPr>
            <w:tcW w:w="3798" w:type="dxa"/>
          </w:tcPr>
          <w:p w14:paraId="0C8277DF" w14:textId="444F7B42" w:rsidR="009C0806" w:rsidRPr="00BD2547" w:rsidRDefault="007D2BDA" w:rsidP="00274F3F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Optimal Decision</w:t>
            </w:r>
          </w:p>
        </w:tc>
        <w:tc>
          <w:tcPr>
            <w:tcW w:w="608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35"/>
              <w:gridCol w:w="1620"/>
            </w:tblGrid>
            <w:tr w:rsidR="007D2BDA" w14:paraId="6ECFD4A6" w14:textId="77777777" w:rsidTr="007D2BDA">
              <w:tc>
                <w:tcPr>
                  <w:tcW w:w="1335" w:type="dxa"/>
                </w:tcPr>
                <w:p w14:paraId="2B8A8513" w14:textId="3261AC5F" w:rsidR="007D2BDA" w:rsidRDefault="007D2BDA" w:rsidP="008F6502">
                  <w:pPr>
                    <w:spacing w:line="240" w:lineRule="auto"/>
                  </w:pPr>
                  <w:r>
                    <w:t>Crop</w:t>
                  </w:r>
                </w:p>
              </w:tc>
              <w:tc>
                <w:tcPr>
                  <w:tcW w:w="1620" w:type="dxa"/>
                </w:tcPr>
                <w:p w14:paraId="7C1FE637" w14:textId="39845958" w:rsidR="007D2BDA" w:rsidRDefault="007D2BDA" w:rsidP="008F6502">
                  <w:pPr>
                    <w:spacing w:line="240" w:lineRule="auto"/>
                  </w:pPr>
                  <w:r>
                    <w:t>Value</w:t>
                  </w:r>
                </w:p>
              </w:tc>
            </w:tr>
            <w:tr w:rsidR="007D2BDA" w14:paraId="4B30374D" w14:textId="77777777" w:rsidTr="007D2BDA">
              <w:tc>
                <w:tcPr>
                  <w:tcW w:w="1335" w:type="dxa"/>
                </w:tcPr>
                <w:p w14:paraId="361DCA22" w14:textId="08BCBE4B" w:rsidR="007D2BDA" w:rsidRPr="007D2BDA" w:rsidRDefault="007D2BDA" w:rsidP="008F6502">
                  <w:pPr>
                    <w:spacing w:line="240" w:lineRule="auto"/>
                    <w:rPr>
                      <w:b/>
                      <w:bCs/>
                    </w:rPr>
                  </w:pPr>
                  <w:r w:rsidRPr="007D2BDA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620" w:type="dxa"/>
                </w:tcPr>
                <w:p w14:paraId="2FE04E7F" w14:textId="77777777" w:rsidR="007D2BDA" w:rsidRDefault="007D2BDA" w:rsidP="008F6502">
                  <w:pPr>
                    <w:spacing w:line="240" w:lineRule="auto"/>
                  </w:pPr>
                </w:p>
              </w:tc>
            </w:tr>
            <w:tr w:rsidR="007D2BDA" w14:paraId="3738D1A9" w14:textId="77777777" w:rsidTr="007D2BDA">
              <w:tc>
                <w:tcPr>
                  <w:tcW w:w="1335" w:type="dxa"/>
                </w:tcPr>
                <w:p w14:paraId="13C664A9" w14:textId="4BDD02DC" w:rsidR="007D2BDA" w:rsidRPr="007D2BDA" w:rsidRDefault="007D2BDA" w:rsidP="008F6502">
                  <w:pPr>
                    <w:spacing w:line="240" w:lineRule="auto"/>
                    <w:rPr>
                      <w:b/>
                      <w:bCs/>
                    </w:rPr>
                  </w:pPr>
                  <w:r w:rsidRPr="007D2BDA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1620" w:type="dxa"/>
                </w:tcPr>
                <w:p w14:paraId="3D105926" w14:textId="77777777" w:rsidR="007D2BDA" w:rsidRDefault="007D2BDA" w:rsidP="008F6502">
                  <w:pPr>
                    <w:spacing w:line="240" w:lineRule="auto"/>
                  </w:pPr>
                </w:p>
              </w:tc>
            </w:tr>
            <w:tr w:rsidR="007D2BDA" w14:paraId="2A2ADE45" w14:textId="77777777" w:rsidTr="007D2BDA">
              <w:tc>
                <w:tcPr>
                  <w:tcW w:w="1335" w:type="dxa"/>
                </w:tcPr>
                <w:p w14:paraId="19D0057B" w14:textId="78C393ED" w:rsidR="007D2BDA" w:rsidRPr="007D2BDA" w:rsidRDefault="007D2BDA" w:rsidP="008F6502">
                  <w:pPr>
                    <w:spacing w:line="240" w:lineRule="auto"/>
                    <w:rPr>
                      <w:b/>
                      <w:bCs/>
                    </w:rPr>
                  </w:pPr>
                  <w:r w:rsidRPr="007D2BDA"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1620" w:type="dxa"/>
                </w:tcPr>
                <w:p w14:paraId="5C6F054A" w14:textId="77777777" w:rsidR="007D2BDA" w:rsidRDefault="007D2BDA" w:rsidP="008F6502">
                  <w:pPr>
                    <w:spacing w:line="240" w:lineRule="auto"/>
                  </w:pPr>
                </w:p>
              </w:tc>
            </w:tr>
            <w:tr w:rsidR="007D2BDA" w14:paraId="46653E29" w14:textId="77777777" w:rsidTr="007D2BDA">
              <w:tc>
                <w:tcPr>
                  <w:tcW w:w="1335" w:type="dxa"/>
                </w:tcPr>
                <w:p w14:paraId="0A2E6D53" w14:textId="0F045624" w:rsidR="007D2BDA" w:rsidRPr="007D2BDA" w:rsidRDefault="007D2BDA" w:rsidP="008F6502">
                  <w:pPr>
                    <w:spacing w:line="240" w:lineRule="auto"/>
                    <w:rPr>
                      <w:b/>
                      <w:bCs/>
                    </w:rPr>
                  </w:pPr>
                  <w:r w:rsidRPr="007D2BDA"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1620" w:type="dxa"/>
                </w:tcPr>
                <w:p w14:paraId="3224BCA1" w14:textId="77777777" w:rsidR="007D2BDA" w:rsidRDefault="007D2BDA" w:rsidP="008F6502">
                  <w:pPr>
                    <w:spacing w:line="240" w:lineRule="auto"/>
                  </w:pPr>
                </w:p>
              </w:tc>
            </w:tr>
          </w:tbl>
          <w:p w14:paraId="043D5AC4" w14:textId="71953741" w:rsidR="009C0806" w:rsidRDefault="009C0806" w:rsidP="008F6502">
            <w:pPr>
              <w:spacing w:line="240" w:lineRule="auto"/>
            </w:pPr>
          </w:p>
        </w:tc>
      </w:tr>
      <w:tr w:rsidR="00274F3F" w14:paraId="5C39F618" w14:textId="77777777">
        <w:tc>
          <w:tcPr>
            <w:tcW w:w="3798" w:type="dxa"/>
          </w:tcPr>
          <w:p w14:paraId="7D012128" w14:textId="094B3BAF" w:rsidR="00274F3F" w:rsidRDefault="007D2BDA" w:rsidP="003C6267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Optimal Objective</w:t>
            </w:r>
          </w:p>
        </w:tc>
        <w:tc>
          <w:tcPr>
            <w:tcW w:w="6080" w:type="dxa"/>
          </w:tcPr>
          <w:p w14:paraId="2F61F67D" w14:textId="2F9061EE" w:rsidR="00274F3F" w:rsidRDefault="00274F3F" w:rsidP="008F6502">
            <w:pPr>
              <w:spacing w:line="240" w:lineRule="auto"/>
            </w:pPr>
          </w:p>
        </w:tc>
      </w:tr>
      <w:tr w:rsidR="00274F3F" w14:paraId="646CE38E" w14:textId="77777777">
        <w:tc>
          <w:tcPr>
            <w:tcW w:w="3798" w:type="dxa"/>
          </w:tcPr>
          <w:p w14:paraId="36A2EB02" w14:textId="7C5D65EF" w:rsidR="00274F3F" w:rsidRDefault="00F07206" w:rsidP="003C6267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Answer Report</w:t>
            </w:r>
          </w:p>
        </w:tc>
        <w:tc>
          <w:tcPr>
            <w:tcW w:w="6080" w:type="dxa"/>
          </w:tcPr>
          <w:p w14:paraId="231E81F9" w14:textId="1A5A2392" w:rsidR="00274F3F" w:rsidRDefault="00274F3F" w:rsidP="008F6502">
            <w:pPr>
              <w:spacing w:line="240" w:lineRule="auto"/>
            </w:pPr>
          </w:p>
        </w:tc>
      </w:tr>
      <w:tr w:rsidR="00767431" w14:paraId="68744F5D" w14:textId="77777777">
        <w:tc>
          <w:tcPr>
            <w:tcW w:w="3798" w:type="dxa"/>
          </w:tcPr>
          <w:p w14:paraId="40629DF8" w14:textId="749C0A81" w:rsidR="00767431" w:rsidRDefault="00F07206" w:rsidP="003C6267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Sensitivity Report</w:t>
            </w:r>
          </w:p>
        </w:tc>
        <w:tc>
          <w:tcPr>
            <w:tcW w:w="6080" w:type="dxa"/>
          </w:tcPr>
          <w:p w14:paraId="225315B4" w14:textId="54456626" w:rsidR="00767431" w:rsidRDefault="00767431" w:rsidP="008F6502">
            <w:pPr>
              <w:spacing w:line="240" w:lineRule="auto"/>
            </w:pPr>
          </w:p>
        </w:tc>
      </w:tr>
      <w:tr w:rsidR="008147A9" w14:paraId="1FA088C2" w14:textId="77777777">
        <w:tc>
          <w:tcPr>
            <w:tcW w:w="3798" w:type="dxa"/>
          </w:tcPr>
          <w:p w14:paraId="15AFC7E0" w14:textId="572DD075" w:rsidR="008147A9" w:rsidRDefault="00F07206" w:rsidP="008147A9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Additional Acres to Lease</w:t>
            </w:r>
          </w:p>
        </w:tc>
        <w:tc>
          <w:tcPr>
            <w:tcW w:w="6080" w:type="dxa"/>
          </w:tcPr>
          <w:p w14:paraId="139393FA" w14:textId="30508C0C" w:rsidR="008147A9" w:rsidRDefault="008147A9" w:rsidP="008147A9">
            <w:pPr>
              <w:spacing w:line="240" w:lineRule="auto"/>
            </w:pPr>
          </w:p>
        </w:tc>
      </w:tr>
    </w:tbl>
    <w:p w14:paraId="2C096707" w14:textId="24FE70DC" w:rsidR="007D2BDA" w:rsidRDefault="007D2BDA" w:rsidP="009A7C68">
      <w:pPr>
        <w:pStyle w:val="Heading3"/>
      </w:pPr>
    </w:p>
    <w:p w14:paraId="0499C948" w14:textId="77777777" w:rsidR="009A7C68" w:rsidRDefault="009A7C68">
      <w:pPr>
        <w:spacing w:line="240" w:lineRule="auto"/>
        <w:jc w:val="left"/>
        <w:rPr>
          <w:b/>
          <w:bCs/>
          <w:iCs/>
          <w:sz w:val="24"/>
          <w:szCs w:val="24"/>
        </w:rPr>
      </w:pPr>
      <w:r>
        <w:br w:type="page"/>
      </w:r>
    </w:p>
    <w:p w14:paraId="16252742" w14:textId="01BBBE68" w:rsidR="00B00620" w:rsidRDefault="00B00620" w:rsidP="009A7C68">
      <w:pPr>
        <w:pStyle w:val="Heading3"/>
      </w:pPr>
      <w:r>
        <w:lastRenderedPageBreak/>
        <w:t xml:space="preserve">Problem </w:t>
      </w:r>
      <w:r w:rsidR="009573D1">
        <w:t>2</w:t>
      </w:r>
    </w:p>
    <w:p w14:paraId="2A5FDEC7" w14:textId="77777777" w:rsidR="00B00620" w:rsidRDefault="00B00620" w:rsidP="00B00620">
      <w:r>
        <w:t>Summarize your answers in the following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488"/>
      </w:tblGrid>
      <w:tr w:rsidR="00B00620" w14:paraId="0E411484" w14:textId="77777777">
        <w:tc>
          <w:tcPr>
            <w:tcW w:w="1368" w:type="dxa"/>
          </w:tcPr>
          <w:p w14:paraId="3AF23CEE" w14:textId="58EBD644" w:rsidR="00B00620" w:rsidRDefault="00430056" w:rsidP="00B31CE6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Graph – Cash Flow per Year</w:t>
            </w:r>
          </w:p>
        </w:tc>
        <w:tc>
          <w:tcPr>
            <w:tcW w:w="7488" w:type="dxa"/>
          </w:tcPr>
          <w:p w14:paraId="7A18389F" w14:textId="54BAB1FD" w:rsidR="00B00620" w:rsidRPr="00FD285B" w:rsidRDefault="00B00620" w:rsidP="00B31CE6">
            <w:pPr>
              <w:spacing w:line="240" w:lineRule="auto"/>
            </w:pPr>
          </w:p>
        </w:tc>
      </w:tr>
      <w:tr w:rsidR="00B00620" w14:paraId="2C9FD3E4" w14:textId="77777777">
        <w:tc>
          <w:tcPr>
            <w:tcW w:w="1368" w:type="dxa"/>
          </w:tcPr>
          <w:p w14:paraId="71BCBD07" w14:textId="4848BD88" w:rsidR="00B00620" w:rsidRDefault="00430056" w:rsidP="00B31CE6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Total Discounted Cash Flow</w:t>
            </w:r>
            <w:r w:rsidR="00D206C4">
              <w:rPr>
                <w:color w:val="0000FF"/>
              </w:rPr>
              <w:t xml:space="preserve"> </w:t>
            </w:r>
          </w:p>
        </w:tc>
        <w:tc>
          <w:tcPr>
            <w:tcW w:w="7488" w:type="dxa"/>
          </w:tcPr>
          <w:p w14:paraId="70ACB4C5" w14:textId="025276E2" w:rsidR="00B00620" w:rsidRDefault="00B00620" w:rsidP="00B31CE6">
            <w:pPr>
              <w:spacing w:line="240" w:lineRule="auto"/>
            </w:pPr>
          </w:p>
        </w:tc>
      </w:tr>
      <w:tr w:rsidR="00D206C4" w14:paraId="1B1AE699" w14:textId="77777777">
        <w:tc>
          <w:tcPr>
            <w:tcW w:w="1368" w:type="dxa"/>
          </w:tcPr>
          <w:p w14:paraId="56DE9AED" w14:textId="770DB435" w:rsidR="00D206C4" w:rsidRDefault="00430056" w:rsidP="00B31CE6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Number of Bonds Selected</w:t>
            </w:r>
          </w:p>
        </w:tc>
        <w:tc>
          <w:tcPr>
            <w:tcW w:w="7488" w:type="dxa"/>
          </w:tcPr>
          <w:p w14:paraId="34EA49B8" w14:textId="79CFC8A8" w:rsidR="00D206C4" w:rsidRDefault="00D206C4" w:rsidP="00B31CE6">
            <w:pPr>
              <w:spacing w:line="240" w:lineRule="auto"/>
            </w:pPr>
          </w:p>
        </w:tc>
      </w:tr>
      <w:tr w:rsidR="00D206C4" w14:paraId="3B966C30" w14:textId="77777777">
        <w:tc>
          <w:tcPr>
            <w:tcW w:w="1368" w:type="dxa"/>
          </w:tcPr>
          <w:p w14:paraId="304B176A" w14:textId="08D0DD87" w:rsidR="00D206C4" w:rsidRDefault="00430056" w:rsidP="00B31CE6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Bonds Purchased</w:t>
            </w:r>
          </w:p>
        </w:tc>
        <w:tc>
          <w:tcPr>
            <w:tcW w:w="7488" w:type="dxa"/>
          </w:tcPr>
          <w:p w14:paraId="4BCE1207" w14:textId="059F92BF" w:rsidR="00D206C4" w:rsidRDefault="00D206C4" w:rsidP="00B31CE6">
            <w:pPr>
              <w:spacing w:line="240" w:lineRule="auto"/>
            </w:pPr>
          </w:p>
        </w:tc>
      </w:tr>
    </w:tbl>
    <w:p w14:paraId="0A90A214" w14:textId="77777777" w:rsidR="00B00620" w:rsidRPr="00482189" w:rsidRDefault="00B00620" w:rsidP="00B00620">
      <w:pPr>
        <w:jc w:val="left"/>
      </w:pPr>
    </w:p>
    <w:p w14:paraId="1E86C956" w14:textId="77777777" w:rsidR="009A7C68" w:rsidRDefault="009A7C68">
      <w:pPr>
        <w:spacing w:line="240" w:lineRule="auto"/>
        <w:jc w:val="left"/>
        <w:rPr>
          <w:b/>
          <w:bCs/>
          <w:iCs/>
          <w:sz w:val="24"/>
          <w:szCs w:val="24"/>
        </w:rPr>
      </w:pPr>
      <w:r>
        <w:br w:type="page"/>
      </w:r>
    </w:p>
    <w:p w14:paraId="36B38C4F" w14:textId="62AA7416" w:rsidR="00DF29E6" w:rsidRDefault="00DF29E6" w:rsidP="009A7C68">
      <w:pPr>
        <w:pStyle w:val="Heading3"/>
      </w:pPr>
      <w:r>
        <w:lastRenderedPageBreak/>
        <w:t xml:space="preserve">Problem </w:t>
      </w:r>
      <w:r w:rsidR="009573D1">
        <w:t>3</w:t>
      </w:r>
      <w:r>
        <w:t xml:space="preserve"> (Extra Credit)</w:t>
      </w:r>
    </w:p>
    <w:p w14:paraId="211A7CCE" w14:textId="77777777" w:rsidR="00DF29E6" w:rsidRDefault="00DF29E6" w:rsidP="00DF29E6">
      <w:r>
        <w:t>Summarize your answers in the following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7398"/>
      </w:tblGrid>
      <w:tr w:rsidR="00DF29E6" w14:paraId="52A1FFB7" w14:textId="77777777" w:rsidTr="00430056">
        <w:tc>
          <w:tcPr>
            <w:tcW w:w="1458" w:type="dxa"/>
          </w:tcPr>
          <w:p w14:paraId="1032B6F7" w14:textId="614E3F92" w:rsidR="00DF29E6" w:rsidRDefault="00430056" w:rsidP="005704F4">
            <w:pPr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Parameter Report – Max per Bond</w:t>
            </w:r>
          </w:p>
        </w:tc>
        <w:tc>
          <w:tcPr>
            <w:tcW w:w="7398" w:type="dxa"/>
          </w:tcPr>
          <w:p w14:paraId="04A1EA31" w14:textId="77777777" w:rsidR="00DF29E6" w:rsidRPr="00FD285B" w:rsidRDefault="00DF29E6" w:rsidP="005704F4">
            <w:pPr>
              <w:spacing w:line="240" w:lineRule="auto"/>
            </w:pPr>
          </w:p>
        </w:tc>
      </w:tr>
      <w:tr w:rsidR="003575B8" w14:paraId="0B0C049F" w14:textId="77777777" w:rsidTr="00430056">
        <w:tc>
          <w:tcPr>
            <w:tcW w:w="1458" w:type="dxa"/>
          </w:tcPr>
          <w:p w14:paraId="5882219C" w14:textId="6F92C9F0" w:rsidR="003575B8" w:rsidRDefault="003575B8" w:rsidP="005704F4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Parameter Report – Initial cash Required</w:t>
            </w:r>
          </w:p>
        </w:tc>
        <w:tc>
          <w:tcPr>
            <w:tcW w:w="7398" w:type="dxa"/>
          </w:tcPr>
          <w:p w14:paraId="13504FA4" w14:textId="77777777" w:rsidR="003575B8" w:rsidRDefault="003575B8" w:rsidP="005704F4">
            <w:pPr>
              <w:spacing w:line="240" w:lineRule="auto"/>
            </w:pPr>
          </w:p>
        </w:tc>
      </w:tr>
      <w:tr w:rsidR="00DF29E6" w14:paraId="7E474148" w14:textId="77777777" w:rsidTr="00430056">
        <w:tc>
          <w:tcPr>
            <w:tcW w:w="1458" w:type="dxa"/>
          </w:tcPr>
          <w:p w14:paraId="2BDBE5E0" w14:textId="1DCE7459" w:rsidR="00DF29E6" w:rsidRDefault="00430056" w:rsidP="005704F4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Parameter graph – Initial cash Required</w:t>
            </w:r>
          </w:p>
        </w:tc>
        <w:tc>
          <w:tcPr>
            <w:tcW w:w="7398" w:type="dxa"/>
          </w:tcPr>
          <w:p w14:paraId="2E0E8669" w14:textId="77777777" w:rsidR="00DF29E6" w:rsidRDefault="00DF29E6" w:rsidP="005704F4">
            <w:pPr>
              <w:spacing w:line="240" w:lineRule="auto"/>
            </w:pPr>
          </w:p>
        </w:tc>
      </w:tr>
      <w:tr w:rsidR="003575B8" w14:paraId="12CD18F6" w14:textId="77777777" w:rsidTr="00430056">
        <w:tc>
          <w:tcPr>
            <w:tcW w:w="1458" w:type="dxa"/>
          </w:tcPr>
          <w:p w14:paraId="6A304A58" w14:textId="1CC66200" w:rsidR="003575B8" w:rsidRDefault="003575B8" w:rsidP="005704F4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Comment – Additional Bonds</w:t>
            </w:r>
          </w:p>
        </w:tc>
        <w:tc>
          <w:tcPr>
            <w:tcW w:w="7398" w:type="dxa"/>
          </w:tcPr>
          <w:p w14:paraId="59A10F19" w14:textId="77777777" w:rsidR="003575B8" w:rsidRDefault="003575B8" w:rsidP="005704F4">
            <w:pPr>
              <w:spacing w:line="240" w:lineRule="auto"/>
            </w:pPr>
          </w:p>
        </w:tc>
      </w:tr>
      <w:tr w:rsidR="00DF29E6" w14:paraId="48481508" w14:textId="77777777" w:rsidTr="00430056">
        <w:tc>
          <w:tcPr>
            <w:tcW w:w="1458" w:type="dxa"/>
          </w:tcPr>
          <w:p w14:paraId="704BBDED" w14:textId="0B6235F5" w:rsidR="00DF29E6" w:rsidRDefault="00430056" w:rsidP="005704F4">
            <w:pPr>
              <w:spacing w:line="240" w:lineRule="auto"/>
              <w:rPr>
                <w:color w:val="0000FF"/>
              </w:rPr>
            </w:pPr>
            <w:r>
              <w:rPr>
                <w:color w:val="0000FF"/>
              </w:rPr>
              <w:t>Comment – Sensitivity Observations</w:t>
            </w:r>
          </w:p>
        </w:tc>
        <w:tc>
          <w:tcPr>
            <w:tcW w:w="7398" w:type="dxa"/>
          </w:tcPr>
          <w:p w14:paraId="24C22D14" w14:textId="77777777" w:rsidR="00DF29E6" w:rsidRDefault="00DF29E6" w:rsidP="005704F4">
            <w:pPr>
              <w:spacing w:line="240" w:lineRule="auto"/>
            </w:pPr>
          </w:p>
        </w:tc>
      </w:tr>
    </w:tbl>
    <w:p w14:paraId="7C87A891" w14:textId="77777777" w:rsidR="00DF29E6" w:rsidRDefault="00DF29E6" w:rsidP="00DF29E6">
      <w:pPr>
        <w:jc w:val="left"/>
      </w:pPr>
    </w:p>
    <w:p w14:paraId="69A6A158" w14:textId="77777777" w:rsidR="00B00620" w:rsidRPr="00482189" w:rsidRDefault="00B00620" w:rsidP="0090331E">
      <w:pPr>
        <w:jc w:val="left"/>
      </w:pPr>
    </w:p>
    <w:sectPr w:rsidR="00B00620" w:rsidRPr="00482189" w:rsidSect="003A7AA2">
      <w:headerReference w:type="default" r:id="rId7"/>
      <w:foot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3AAF0" w14:textId="77777777" w:rsidR="00A70474" w:rsidRDefault="00A70474">
      <w:r>
        <w:separator/>
      </w:r>
    </w:p>
  </w:endnote>
  <w:endnote w:type="continuationSeparator" w:id="0">
    <w:p w14:paraId="0707FB9E" w14:textId="77777777" w:rsidR="00A70474" w:rsidRDefault="00A7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66A90" w14:textId="77777777" w:rsidR="003F4D8D" w:rsidRDefault="003F4D8D">
    <w:pPr>
      <w:pStyle w:val="Footer"/>
      <w:ind w:right="360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14:paraId="74D31A42" w14:textId="728724BE" w:rsidR="003F4D8D" w:rsidRDefault="003F4D8D">
    <w:pPr>
      <w:pStyle w:val="Footer"/>
    </w:pPr>
    <w:r>
      <w:tab/>
    </w:r>
    <w:r>
      <w:tab/>
      <w:t xml:space="preserve">Page </w:t>
    </w:r>
    <w:r w:rsidR="0011778E">
      <w:fldChar w:fldCharType="begin"/>
    </w:r>
    <w:r w:rsidR="00877CEA">
      <w:instrText xml:space="preserve"> PAGE </w:instrText>
    </w:r>
    <w:r w:rsidR="0011778E">
      <w:fldChar w:fldCharType="separate"/>
    </w:r>
    <w:r w:rsidR="009C64E4">
      <w:rPr>
        <w:noProof/>
      </w:rPr>
      <w:t>5</w:t>
    </w:r>
    <w:r w:rsidR="0011778E">
      <w:rPr>
        <w:noProof/>
      </w:rPr>
      <w:fldChar w:fldCharType="end"/>
    </w:r>
  </w:p>
  <w:p w14:paraId="61A3513B" w14:textId="77777777" w:rsidR="003F4D8D" w:rsidRDefault="003F4D8D">
    <w:pPr>
      <w:pStyle w:val="Footer"/>
    </w:pPr>
  </w:p>
  <w:p w14:paraId="51703CFE" w14:textId="77777777" w:rsidR="003F4D8D" w:rsidRDefault="003F4D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F0277" w14:textId="77777777" w:rsidR="00A70474" w:rsidRDefault="00A70474">
      <w:pPr>
        <w:pStyle w:val="Bullet"/>
        <w:numPr>
          <w:ilvl w:val="0"/>
          <w:numId w:val="0"/>
        </w:numPr>
      </w:pPr>
      <w:r>
        <w:separator/>
      </w:r>
    </w:p>
  </w:footnote>
  <w:footnote w:type="continuationSeparator" w:id="0">
    <w:p w14:paraId="4E5726D0" w14:textId="77777777" w:rsidR="00A70474" w:rsidRDefault="00A70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56867" w14:textId="2B1A498A" w:rsidR="003F4D8D" w:rsidRDefault="006972B0">
    <w:pPr>
      <w:pStyle w:val="Header"/>
      <w:pBdr>
        <w:bottom w:val="single" w:sz="4" w:space="1" w:color="auto"/>
      </w:pBdr>
      <w:rPr>
        <w:b/>
        <w:i/>
      </w:rPr>
    </w:pPr>
    <w:r>
      <w:rPr>
        <w:b/>
        <w:i/>
      </w:rPr>
      <w:t xml:space="preserve">OMGT </w:t>
    </w:r>
    <w:r w:rsidR="00767B3D">
      <w:rPr>
        <w:b/>
        <w:i/>
      </w:rPr>
      <w:t>6613</w:t>
    </w:r>
    <w:r>
      <w:rPr>
        <w:b/>
        <w:i/>
      </w:rPr>
      <w:t xml:space="preserve"> </w:t>
    </w:r>
    <w:r w:rsidR="00767B3D">
      <w:rPr>
        <w:b/>
        <w:i/>
      </w:rPr>
      <w:t>Exercise 3</w:t>
    </w:r>
    <w:r>
      <w:rPr>
        <w:b/>
        <w:i/>
      </w:rPr>
      <w:t xml:space="preserve"> Template</w:t>
    </w:r>
    <w:r w:rsidR="003F4D8D">
      <w:rPr>
        <w:b/>
        <w:i/>
      </w:rPr>
      <w:tab/>
    </w:r>
  </w:p>
  <w:p w14:paraId="53C33C57" w14:textId="77777777" w:rsidR="003F4D8D" w:rsidRDefault="003F4D8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59702" w14:textId="77777777" w:rsidR="003F4D8D" w:rsidRDefault="003F4D8D">
    <w:pPr>
      <w:pStyle w:val="Header"/>
      <w:tabs>
        <w:tab w:val="clear" w:pos="8640"/>
        <w:tab w:val="left" w:pos="4320"/>
        <w:tab w:val="right" w:pos="10620"/>
      </w:tabs>
      <w:ind w:right="-1800"/>
      <w:rPr>
        <w:color w:val="000000"/>
        <w:sz w:val="18"/>
      </w:rPr>
    </w:pPr>
    <w:r>
      <w:rPr>
        <w:b/>
        <w:color w:val="FF0000"/>
        <w:sz w:val="18"/>
      </w:rPr>
      <w:tab/>
    </w:r>
  </w:p>
  <w:p w14:paraId="08EEF61B" w14:textId="77777777" w:rsidR="003F4D8D" w:rsidRDefault="003F4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255" type="#_x0000_t75" style="width:8.25pt;height:8.25pt" o:bullet="t">
        <v:imagedata r:id="rId1" o:title="clip_image001"/>
      </v:shape>
    </w:pict>
  </w:numPicBullet>
  <w:abstractNum w:abstractNumId="0" w15:restartNumberingAfterBreak="0">
    <w:nsid w:val="060F295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C7353F1"/>
    <w:multiLevelType w:val="hybridMultilevel"/>
    <w:tmpl w:val="BC42A9B8"/>
    <w:lvl w:ilvl="0" w:tplc="CFBAA510">
      <w:start w:val="1"/>
      <w:numFmt w:val="bullet"/>
      <w:pStyle w:val="Table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8CA7E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920C743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DFCE17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DFE562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CB4C9F9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B2E9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C616D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4E7A22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162A28"/>
    <w:multiLevelType w:val="hybridMultilevel"/>
    <w:tmpl w:val="EEEEE6B0"/>
    <w:lvl w:ilvl="0" w:tplc="CB783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C24F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47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EA81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2E2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89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DE2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1E3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544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B319CB"/>
    <w:multiLevelType w:val="hybridMultilevel"/>
    <w:tmpl w:val="CBA04D44"/>
    <w:lvl w:ilvl="0" w:tplc="F970FC44">
      <w:start w:val="1"/>
      <w:numFmt w:val="bullet"/>
      <w:pStyle w:val="TableBulletTex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564421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A206970">
      <w:start w:val="2"/>
      <w:numFmt w:val="decimal"/>
      <w:lvlText w:val="%3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 w:tplc="4642D6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54079E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BB8ED86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91AA33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1BEC0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99094A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643326"/>
    <w:multiLevelType w:val="hybridMultilevel"/>
    <w:tmpl w:val="DB7A7D22"/>
    <w:lvl w:ilvl="0" w:tplc="B9DA8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B832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2C2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0C7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F88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CE8C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B68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6CDF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9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E3154D"/>
    <w:multiLevelType w:val="hybridMultilevel"/>
    <w:tmpl w:val="4F6C546C"/>
    <w:lvl w:ilvl="0" w:tplc="04AEFB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65DD8">
      <w:start w:val="1"/>
      <w:numFmt w:val="bullet"/>
      <w:pStyle w:val="BulletTextInden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383F5A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85E5D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780D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489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2F0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F4DB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6C2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4B65"/>
    <w:multiLevelType w:val="hybridMultilevel"/>
    <w:tmpl w:val="2B56EF8C"/>
    <w:lvl w:ilvl="0" w:tplc="8C1A3220">
      <w:start w:val="1"/>
      <w:numFmt w:val="bullet"/>
      <w:pStyle w:val="Not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18AD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6EFB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4023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0834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DAF1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81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22EB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CCC9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93A00"/>
    <w:multiLevelType w:val="multilevel"/>
    <w:tmpl w:val="B9C661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0B3797"/>
    <w:multiLevelType w:val="hybridMultilevel"/>
    <w:tmpl w:val="A47E0AF0"/>
    <w:lvl w:ilvl="0" w:tplc="4072D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2E2C1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7AD4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D84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AE9E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8A8F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A624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BAD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E0BE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8A4E29"/>
    <w:multiLevelType w:val="hybridMultilevel"/>
    <w:tmpl w:val="986A9CD8"/>
    <w:lvl w:ilvl="0" w:tplc="890AD5C6">
      <w:start w:val="1"/>
      <w:numFmt w:val="bullet"/>
      <w:pStyle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E84086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DB7832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9DCFA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D5DE1C1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AA63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BDEC96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EEC0C0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482ACEE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3A01B5"/>
    <w:multiLevelType w:val="hybridMultilevel"/>
    <w:tmpl w:val="EE6AF2A8"/>
    <w:lvl w:ilvl="0" w:tplc="3AE852E6">
      <w:start w:val="1"/>
      <w:numFmt w:val="bullet"/>
      <w:pStyle w:val="TableBullet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52E9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6644D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6E7B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B09A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800C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66F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C6FE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2C74E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4382E"/>
    <w:multiLevelType w:val="hybridMultilevel"/>
    <w:tmpl w:val="E3224184"/>
    <w:lvl w:ilvl="0" w:tplc="08C8357A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941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21AA0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34D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AC45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68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233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528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E033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Ā"/>
    <w:docVar w:name="EN.Layout" w:val="߫䕔员힀࡞䊀ݟ㷔ਤ߫䕔员힀࡞䊨ݟᓔޕe߫߫䕔员힀࡞䋐ݟ᐀ޕ߫䕔员힀࡞䋸ݟᜨޕ߫߫䕔员힀࡞䌠ݟᘀޕ߫䕔员힀࡞䍈ݟᏨޕ߫߫䕔员힀࡞䍰ݟᐔޕ߫䕔员힀࡞䎘ݟ߫㻔ਤ߫䕔员힀࡞䏀ݟᒔޕ߫䕔员߫䏨ݟᒀޕ߫䕔员힀࡞܏ᤀޕ߫䕔员힀࡞܏ᩨޕ߫员ФФ߫߫߫Ꭸޕ߫߫剦㆚߫㆚剦߫剦߫쩢쩢߫؁剦匳剦߫剦剦߫쩢߫쩢؁剦߫剦㆚剦剦߫쩢쩢߫߫剦匳剦匳剦߫剦匳쩢߫쩢߫؁剦㆚剦߫剦 剦㆚쩢߫쩢؁剦߫剦߫剦剦߫߫쩢؃߫ꀀꀀꀀ߫ꀀ泈泈߫؁߫ꀀꀀ߫ꀀ.ꀀ⾓߫⾓파؁剦߫剦㆚߫߫剦쩢쩢파؁߫剦匳剦匳剦߫剦匳쩢߫쩢߫파؁߫剦㆚剦߫剦%剦㆚쩢߫쩢파؁߫߫剦匳剦剦߫쩢쩢파؁߫剦㆚剦㆚剦剦㆚쩢쩢߫파؁剦߫剦߫剦剦匳쩢߫߫파؁剦߫剦㆚剦剦߫쩢߫쩢파؁߫剦߫剦匳剦߫剦匳쩢쩢߫؁ꀀ"/>
    <w:docVar w:name="EN.Libraries" w:val="뜼㊣ÿÿÿÿÿÿÿÿÿÿÿÿÿÿÿÿȂĂāĀĂȂĂ﷽ýÿ﷼þ﻾þ﷽þ﷾ý﻾ý﷽þ﻽þ﻿ý﷽ÿﳿÿÿ﷽ý﻾þ﷼þԅĀԅȁẵȂ́ȅԅԅĀ﫺úÿﯹý﻾þﳻýﯽû﷽ûﯼýﷻþﳿû﫺ÿÿÿ﫺ú﻾þﯹý܇Ā܈̂ȅԄȃЁ̈܇܈Āøÿ臨ý﻾þﯺý﫽ú﷼ú﫻üﳹýﳾùÿÿÿø﻾þ臨ýਊ_x000a_ȁ਋Ђȇ܆̄؂ԋ_x000a_ਊ_x000a_਋ȁõÿü﻾ý立ü÷ﳻøûﯷü﫾÷ÿÿÿõ﻾ýüఌ́఍ԃ̉ࠇЅࠃ ؎ఌ఍́óÿû﻾ýûöﯺöúﯶü茶öÿÿÿó﻾ýû༏Ёထ ܄Ћଉԇ ਄ࠑ༏ထ Ёðÿú﷾ýûôﯹõù﫴ûóÿÿÿð﷾ýúᄑЂሓࠄЍഊ؈_x000a_଄_x000a_औᄑሓЂîÿú﷽üúò﫸óø鱗ûòÿÿÿî﷽üúᐔԂ ᔖ_x000a_ਅԏ༌܉അଗ_x000a__x000a_ᐔᔖ_x000a_Ԃ ëÿù﷽üùð立ñ÷úðÿÿÿë﷽üùᘖ؂_x000a_᜙ਆؐဍࠊ_x000a_༅చᘖ᜙؂_x000a_éÿù﷽üùï臨ð÷úïÿÿÿé﷽üùᤙ؃᨜ఇܓጏऌᄆฝᤙ᨜؃æÿø﷽üøíîöùìÿÿÿæ﷽üøᰜ܃_x000a_Ḡจࠕᔑ਍ጇ༡ᰜḠ܃_x000a_ãÿ÷ﳽû÷ëìôøêÿ헿ÿÿãﳽû÷Ḟࠃ•จࠗᘒ ଎ᐇဣḞ•ࠃáÿöﳽû÷éëôøèÿ틿ÿÿáﳽûö℡!ऄ⌦ဉङ ᤔ_x000a_ఐᘈሧ!℡!⌦ऄÞÿöﳼúöçéó÷çÿ췿ÿÿÞﳼúö⌣#ऄ┨ᄊਛ ᨕ഑᠉ጩ#⌣#┨ऄÜÿõﳼúöæèò÷åÿ쫿ÿÿÜﳼúõ☦&amp;਄⠫ሊਝ_x000a_ᴗณᨉᔭ&amp;☦&amp;⠫਄Ùÿôﳼúõäæñöãÿ웿ÿÿÙﳼúô⠨(ଅ⨮ᐋଟḘ༔ᬊ ᘯ(⠨(⨮ଅퟗ×ÿôﯼúôâäðöáퟗÿ쏿ÿÿퟗ×ﯼúô⬫+అ⸱ᔌ డ‚_x000a_ပᴋ&quot;ᠳ+⬫+⸱అ퓔Ôÿóﯼùóàâïõß퓔ÿ뻿ÿÿ퓔Ôﯼùóⴭ-అ〴ᘌ&quot;ഢ∛ᄖἋ$ᤵ-ⴭ-〴అ틒ÒÿòﯼùóßáîõÞ틒ÿ믿ÿÿ틒Òﯼùò〰0ആ㌷᠍$ഥ_x000a_␝ሗℌ&amp;ᬹ0〰0㌷ആ쿏ÏÿñﯻùòÝßíôÜ쿏ÿ럿ÿÿ쿏Ïﯻùñ㌳3ฆ㘺!ᤎ&amp;ว✟ጙ ⌍)᰼3㌳3㘺!ฆ쳌ÌÿñﯻøñÛÝìóÙ쳌ÿ닿ÿÿ쳌Ìﯻøñ㔵5༆㤽&quot;ᨏ(༩⠠ᐚ!␍+ᴾ5㔵5㤽&quot;༆쫊ÊÿퟃðﯻøñÙÜëóØ쫊ÿ꿿ÿÿ쫊Êﯻøퟃð㠸8༆㱀$ᰐ*ါ⨢ᔛ#☎-ὂ8㠸8㱀$༆쟇Çÿ헀ï﫻øð×ÚêòÖ쟇ÿ꯿ÿÿ쟇Ç﫻ø헀ï㨺:ဇ㹃&amp;ᰐ,ိⰣᘜ%⠏/⁅:㨺:㹃&amp;ဇ업Åÿ펾ï﫻÷ð훰ÖÙéòÔ업ÿꣿÿÿ업Å﫻÷펾ï㴽=ᄇ䅆(ḑ.ᄯ⸥᜞'⨏1≈=㴽=䅆(ᄇ싂Âÿ톺î﫻÷ï퓰Ô×èñÒ싂ÿꏿÿÿ싂Â﫻÷톺î㼿?ᄇ䍈)ἒ/ሰ〦᠟(⬐3⍊?㼿?䍈)ᄇ샀Àÿ킸í﫺÷î폯ÒÕèñÐ샀ÿꃿÿÿ샀À﫺÷킸í䉂Bለ 䝌+ℓ2ሳ㈨ᤡ*ⴑ5╎B!!䉂B䝌+ለ 붽½ÿ캵ì﫺÷î퇮ÐÓ훞çðÏ붽ÿ鳿ÿÿ붽½﫺÷캵ì䑄Dገ!䥎,∓3ጴ㐩ᨡ+⼑7♐D&quot;&quot;䑄D䥎,ገ!뮻»ÿ첳ì狀öí탮ÏÒ헝æïÍ뮻ÿ駿ÿÿ뮻»狀ö첳ì䝇Gᐈ&quot;䱒.⌔6ᐷ㘫ᬣ-ㄒ9⡔G##䝇G䱒.ᐈ&quot;뢸¸ÿ쪯ë狀öì췭ÍÐ폛åïË뢸ÿ铿ÿÿ뢸¸狀ö쪯ë䥉Iᐈ#乔0␕7ᔸ㠭ᰤ.㈒;⥖I$$䥉I乔0ᐈ#뚶¶ÿ좭ê狀öì쳭ÌÏ틚äîÉ뚶ÿ釿ÿÿ뚶¶狀ö좭ê䱌Lᔉ%兗1☕9ᔻ㨮ᴦ0㐓=⩚L&amp;&amp;䱌L兗1ᔉ%뎳³ÿ욪ê粒õë쫬ÉÍ탙ãîÇ뎳ÿ跿ÿÿ뎳³粒õ욪ê住Oᘉ&amp;啛4✖&lt;ᘽ㰰ḧ2㘔@ⱝO''住O啛4ᘉ&amp;낰°ÿ쒦é粒õ퟈ê죫ÇË컗âíÅ낰ÿ裿ÿÿ낰°粒õ쒦é兑Qᘉ'坝5⠗=᜿㸲Ἠ3㠕AⵠQ((兑Q坝5ᘉ'꺮®ÿ스èõ훇ê쟫ÆÊ췖áíÄ꺮ÿ藿ÿÿ꺮®õ스è呔Tᜊ)婡7⨘?ᡁ䀳 5㨕D⽤T**呔T婡7ᜊ)ꮫ«ÿ삡çõ헄é쓪ÄÈ쯔àìÁꮫÿ臿ÿÿꮫ«õ삡ç噖V᠊)屣8⬘Aᡂ䄵Å7㬖EてV++噖V屣8᠊)ꦩ©ÿ뾟çô퓃è쏩ÂÆ쫔ßëÀꦩÿ绿ÿÿꦩ©ô뾟ç奙Yᤊ+彦:ⰙC᥅䐶∬9㴗H㉩Y,,奙Y彦:ᤊ+ꚦ¦ÿ벛æô틁è쇩ÀÄ죒Þë¾ꚦÿ秿ÿÿꚦ¦ô벛æ孛[ᤋ,扩;ⴚEᩆ䔸⌭:㼗I㍬[--孛[扩;ᤋ,꒤¤ÿ뮙æô톿ç샨¿Ã쟑Ýê¼꒤ÿ盿ÿÿ꒤¤ô뮙æ幞^ᨋ-敬=⼛Gᭉ䠺␮&lt;䄘L㕯^//幞^敬=ᨋ-ꆡ¡ÿ릖åó킾æ뻧½Á에Üêºꆡÿ狿ÿÿꆡ¡ó릖å恠`ᬋ.杯?〛Iᭊ䤻┯=䈘M㙲`00恠`杯?ᬋ.龟ÿ랔äó쾼æ볧»À쓏Üé퟼¹龟ÿ濿ÿÿ龟ó랔ä捣cᰌ0橲AㄜKᱍ䬽☱?䐙P㝵c11捣c橲Aᰌ0鲜ÿ떐ãó춺å뫦¹¾싍Ûè훼·鲜ÿ櫿ÿÿ鲜ó떐ã晦fᴌ1湶C㌝Mᵏ丿 ✳A䘚R㥹f33晦f湶Cᴌ1香ÿ뎍âò첸ä룥·¼샌Ùè퓻´香ÿ替ÿÿ香ò뎍â桨hᴌ2灸D㐝OṐ佀 ⠴B䠚T㩻h44桨h灸Dᴌ2鞗ÿ놋âò쮷ä럥¶»뿋Ùç폻³鞗ÿ揿ÿÿ鞗ò놋â歫kḍ4獻F㔞Qṓ剂!⤵D䨛V㱿k55歫k獻Fḍ4钔ÿ꾇áò즵ã뗤´¹뷉Øç틻±钔ÿ廿ÿÿ钔ò꾇á浭mἍ5畾G㘟Sὔ千&quot;⨶E䬜X㶁m66浭m畾GἍ5銒ÿ꺅áò좳â돤²·볈×æ퇻¯銒ÿ寿ÿÿ銒ò꺅á灰pἍ6碁I㠠U⁗啅#⬸G䴜Z㾅p88灰p碁IἍ6辏ÿꮂàñ잱â뇣°µ뫇Öæ탻­辏ÿ埿ÿÿ辏ñꮂà牲r‎7窃J㤠W⁘坆$ⰹI伝\䂇r99牲r窃J‎7趍ÿꪀßñ우á냢¯´맆Õå쿻¬趍ÿ哿ÿÿ趍ñꪀß畵uℎ9纇L㨡Y⅛ 奈$ⴺJ儞^䊋u::畵u纇Lℎ9誊ÿ꡼Þñ쒮à껢­²럄Ôä컻ª誊ÿ俿ÿÿ誊ñ꡼Þ睷wℎ:肉N㬢Z≜ 孉%ⴻL刞`䎍w;;睷w肉Nℎ:袈ÿꙺÞð쎬à곡«±뛃Óä췻¨袈ÿ䳿ÿÿ袈ðꙺÞ空z∎;莍P㴣]⍟!嵋&amp;⼽N吟b䒑z==空z莍P∎;薅ÿꑷÝð슪ßꫡ©¯듂Ò힨ã쳻¦薅ÿ䣿ÿÿ薅ðꑷÝ籼|⌏&lt;薏Q㸣^⍠&quot;彌'⼾O嘠d䚓|&gt;&gt;籼|薏Q⌏&lt;莃ÿꉴÜð솩Þꧠ¨®돁Ñ횧ã쯻¤莃ÿ䗿ÿÿ莃ðꉴÜ罿␏&gt;覓S㼤`③#慎(ㄿQ堠g䞗??罿覓S␏&gt;肀ÿꁱÜï뾧Þ꟟¦¬놿Ð향â쫻¢肀ÿ䃿ÿÿ肀ïꁱÜ节␏?貖U䄥c╥#捐)㉁S娡i䦚AA节貖U␏?絽}ÿ鹮Ûï뺥Ýꗟ¤ª꾾Ï풣â짻 絽ÿ㳿ÿÿ絽}ï鹮Û蒄┐@躘V䈦d♦$救)㉂T嬢k䪝BB蒄躘V┐@筻{ÿ鵬Úï붣Üꓞ¢¨꺽Î펡á죻筻ÿ㧿ÿÿ筻{ï鵬Ú螇☐A醜X䌦g♩%杓*㑃V崢m䲠CC螇醜X☐A硸xÿ驨Ùï뮡Üꋝ §겻Í튟à쟺硸ÿ㓿ÿÿ硸xï驨Ù覉☐C鎞Z䐧h❪%桔+㑄W弣o䶢DD覉鎞Z☐C癶vÿ饦Ùî몠Ûꃝ¥ꮺÍ튞à웺癶ÿㇿÿÿ癶vî饦Ù貌✑D鞢\䘨j⡭&amp;歖,㙆Y愤q侦FF貌鞢\✑D獳sÿ陣Øî릞Ú黜£ꦹÌ톜ß엺獳ÿⷿÿÿ獳sî陣Ø躎⠑E颣]䜨l⡮'汗,㙇[戤s傩GG躎颣]⠑E煱qÿ镠×î뢜Ú鷜¢ꢸË킚ß쓺煱ÿ⫿ÿÿ煱qî镠×醑⤑G骥a䠩n⥰(潙-㝈\搥u冬HH醑骥a⤑G湮nÿ鍝×í랚Ù鯛 ꚶÊ쾘Þ쏺湮ÿ◿ÿÿ湮ní鍝×鎓⤒G鲧c䤪p⩲(灚.㡉^昦w厯II鎓鲧c⤒G汬lÿ酛Öí뚙Ù駚ퟅꖵÉ쾗Þ싺汬ÿ⋿ÿÿ汬lí酛Ö隖⨒I麩g䬫r⭴)獜/㥋`栦y咲KK隖麩g⨒I楩iÿ轘Õí뒗Ø韚ퟄꎴÈ캔Ý쇺楩ÿỿÿÿ楩ií轘Õ香⬒Jꂫj䰬tⱷ*畞0㭌b樧|嚶LL香ꂫj⬒J晦fÿ赔Ôì뎕×闙훂ꆲÇ춒Ü뿺晦ÿ᧿ÿÿ晦fì赔Ô鮛ⰓKꊬm䴬vⱸ*癟0㭍c欨}垸MM鮛ꊬmⰓK摤dÿ譒Ôì늓Ö铘헂ꂱÆ첑Ü뿺摤ÿ᛿ÿÿ摤dì譒Ô麞ⰓM꒮p伭x⵻+祡1㵏e洨妼OO麞꒮pⰓM慡aÿ襏Óì낑Ö鋘퓀麰Å쮏Û뷺慡ÿዿÿÿ慡aì襏Óꂠ ⴓNꚯr倮z⹼,穢2㵐f漩媾 PPꂠ ꚯrⴓN彟_ÿ行Òì꾐Õ郗퓀鶯Ä쪍Û볺彟ÿ࿿ÿÿ彟_ì行Òꎣ£⸔Oꢱv儮|⹾-絤3缯柙 ·[[랷·뚾㐖Y䡈Hÿ眳ÌéꒀÏ臑캶辣¼썽Ö돹z䡈ÿëëÿ䡈Hé眳Ì몺º㐖[맀崵㖐3蹲:䝝w脰槝 º]]몺º맀㐖[䕅Eÿ甲ÉéꉾÎ绑}춵趢»쉻Õ당w䕅ÿççÿ䕅Eé甲É벼¼㔗\뫂帶㚒3遴;䡞x舰櫟 ¼^^벼¼뫂㔗\䍃Cÿ猱ÇèꅽÎ緐{첵財º셺Õ뇹v䍃ÿääÿ䍃Cè猱Ç뾿¿㘗]별弶㚔4鉶&lt;䥟z萱泣_x000a_¿__뾿¿별㘗]䁀@ÿ焰ÃèꁻÍ篏y첳誟¹쁸Ô냹t䁀ÿßßÿ䁀@è焰Ã쇁Á㘗^뻅怷㞖5鍷&lt;䩠{蘱淥_x000a_Á``쇁Á뻅㘗^㸾&gt;ÿ瀰Áè齹Í竏x쮳覞¸쁶Ó꿹r㸾ÿÜÜÿ㸾&gt;è瀰Á쓄Ä㜗_샇戸㢘6陹=䭢}蠲滩_x000a_Äbb쓄Ä샇㜗_㬻;ÿ港¾ç鵷Ì磎v쪱螝·뽴Ó그p㬻ÿØØÿ㬻;ç港¾웆Æ㠘`쇈挸㦚6靺&gt;䱣褳 濫_x000a_Æcc웆Æ쇈㠘`㤹9ÿ洮¼ç鱶Ë盎t쪱}蚜¶빳Ò그o㤹ÿÕÕÿ㤹9ç洮¼짉É㤘b쓊¢搹㦜7驼?䵤謳£燯_x000a_Édd짉É쓊¢㤘b㘶6ÿ欮¸ç魴Ë瓍r즯|蒚µ뵰Ò꯸l㘶ÿÐÐÿ㘶6ç欮¸쳌Ì㨘c워¥昺㪞8鱾@书贴¥珲_x000a_Ìff쳌Ì워¥㨘c㌳3ÿ椭µæ饲Ê狌p좮z芙´뱮Ñ꫸j㌳ÿÌÌÿ㌳3æ椭µ컎Î㨙d쟍¨朻㮠8鵿@佧輵§瓴Îgg컎Î쟍¨㨙dㄱ1ÿ栬³æ顰É燌n좭x膘³뭭Ñ꧸iㄱÿÉÉÿㄱ1æ栬³퇑Ñ㬙f쫏«格㲢9ꂁA偨鄵©直Ñhh퇑Ñ쫏«㬙f⸮.ÿ昫¯æ靮È濋m재v羖²멫Ð꣸g⸮ÿÄÄÿ⸮.æ昫¯폓Ó㰙g쯑­椼¡㲤:ꆂB兩鈶«矴Óii폓Ó쯑­㰙gⰬ,ÿ攫­æ陭È淊k욬u纕²멩ÏꟸeⰬÿÁÁÿⰬ,æ攫­훖Ö㰚h췓±欽£㶦;ꒄC剫鐷­竵Ökk훖Ö췓±㰚h⤩)ÿ挪ªå鑫Ç毊i얪s粔±륧Ï꛸c⤩ÿ½½ÿ⤩)å挪ªØ㴚i쿔³氾¥㺨;ꖅD卬锷¯篵ØllØ쿔³㴚i✧'ÿ愩¨å鍩Ç櫉h얩r箓°롦Îꗸb✧ÿººÿ✧'å愩¨Û㸚k퇖·派§㾪&lt;ꢇE呭頸±緵ÛmmÛ퇖·㸚k␤$ÿ弩¤å鉧Æ棉f쒨p禑¯띤Îꓸ_␤ÿµµÿ␤$å弩¤Ý㸛l틗¹渿¨㾬=ꦈE啮餹³绵ÝnnÝ틗¹㸛l∢&quot;ÿ帨¢ä酦Å曈d쒨o碐®띢Íꏸ^∢ÿ²²ÿ∢&quot;ä帨¢à㼛m헙½灀«䂮=ꮊF噰鬹¶胵 àppà헙½㼛m἟ÿ尧ä轤Å擇b쎦m皏­뙠Íꋸ\἟ÿ®®ÿ἟ä尧â䀛n훛¿煀¬䆰&gt;궋G坱鰺·苵#âqqâ훛¿䀛nᴝÿ嬧ä蹢Ä揇a슦k疎¬땟ÌꇸZᴝÿ««ÿᴝä嬧å䄜pÂ牁®䆲?꾍H塲鼻º蓵'årråÂ䄜pᨚÿ夦ã赠Ã懆^솤i玌«둝ËꃷXᨚÿ¦¦ÿᨚã夦è䈜qÆ瑂±䊴@놏I奴ꄻ¼蛵*èttèÆ䈜q᜗ÿ圥ã譞Ã必]솣g熋ª덛Ë鿷V᜗ÿ¢¢ÿ᜗ã圥ê䈜rÈ畃²䎶@뎐I婵ꈼ¾蟶,êuuêÈ䈜rᔕÿ嘤ã詝Â巅[삢f炊©뉙Ê黷Uᔕÿÿᔕã嘤í䌜sË癄µ䒸A떒K孶ꐽÀ觶0ívvíË䌜sሒÿ吤â襛Á峄Y뾡d溈¨녗Ê鷷Rሒÿÿሒâ吤ï䐝tÎ睄¶䒺B뚓L屷ꔽÁ諶2ïwwïÎ䐝tတÿ刣â衙Á嫄X뾡c涇§녖É鳷Qတÿÿတâ刣ò䐝vÑ祅¸䖼B뚔N嵹ꝀÂ賶6òyyòÑ䐝v഍_x000a_ÿ儢â蝘À壃U뺟a殆¦끔É鯷O഍ÿÿ഍_x000a_â儢ô䔝wÔ穆¹䞽D랕P幺ꝁÃ軶8ôzzôÔ䔝wଋÿ伢â虖¿埂T뺟`檅¦꽒È髷Mଋÿÿଋâ伢÷䘞x×籈º䦽F뢗R彻"/>
  </w:docVars>
  <w:rsids>
    <w:rsidRoot w:val="00C302D2"/>
    <w:rsid w:val="00033E0E"/>
    <w:rsid w:val="00034B15"/>
    <w:rsid w:val="000377A8"/>
    <w:rsid w:val="00037C15"/>
    <w:rsid w:val="0004593A"/>
    <w:rsid w:val="000612C7"/>
    <w:rsid w:val="00076CD6"/>
    <w:rsid w:val="00097F6B"/>
    <w:rsid w:val="000A2F87"/>
    <w:rsid w:val="000E4A80"/>
    <w:rsid w:val="0010274C"/>
    <w:rsid w:val="001046EF"/>
    <w:rsid w:val="0011778E"/>
    <w:rsid w:val="00136AE1"/>
    <w:rsid w:val="00137B38"/>
    <w:rsid w:val="0015673C"/>
    <w:rsid w:val="00174484"/>
    <w:rsid w:val="00181B79"/>
    <w:rsid w:val="001874C2"/>
    <w:rsid w:val="001A29B8"/>
    <w:rsid w:val="001C17E5"/>
    <w:rsid w:val="001D332E"/>
    <w:rsid w:val="001E4346"/>
    <w:rsid w:val="001E67EB"/>
    <w:rsid w:val="001F01C3"/>
    <w:rsid w:val="00200305"/>
    <w:rsid w:val="00206C9A"/>
    <w:rsid w:val="00224FD6"/>
    <w:rsid w:val="00225C66"/>
    <w:rsid w:val="00252990"/>
    <w:rsid w:val="00271E1B"/>
    <w:rsid w:val="00273733"/>
    <w:rsid w:val="00274F3F"/>
    <w:rsid w:val="002B6B8A"/>
    <w:rsid w:val="002C37E1"/>
    <w:rsid w:val="002C7CA5"/>
    <w:rsid w:val="002F529B"/>
    <w:rsid w:val="00333C0B"/>
    <w:rsid w:val="003575B8"/>
    <w:rsid w:val="00365489"/>
    <w:rsid w:val="0038205C"/>
    <w:rsid w:val="003932CA"/>
    <w:rsid w:val="003A4612"/>
    <w:rsid w:val="003A7AA2"/>
    <w:rsid w:val="003B2326"/>
    <w:rsid w:val="003C0E05"/>
    <w:rsid w:val="003C6267"/>
    <w:rsid w:val="003D676D"/>
    <w:rsid w:val="003F4D8D"/>
    <w:rsid w:val="00411BC4"/>
    <w:rsid w:val="00425C84"/>
    <w:rsid w:val="00430056"/>
    <w:rsid w:val="00455586"/>
    <w:rsid w:val="0046449A"/>
    <w:rsid w:val="00482189"/>
    <w:rsid w:val="004872CB"/>
    <w:rsid w:val="00492093"/>
    <w:rsid w:val="004979A2"/>
    <w:rsid w:val="004A0807"/>
    <w:rsid w:val="004B7138"/>
    <w:rsid w:val="00513F8F"/>
    <w:rsid w:val="00533106"/>
    <w:rsid w:val="005444B0"/>
    <w:rsid w:val="0056257F"/>
    <w:rsid w:val="005647F7"/>
    <w:rsid w:val="005678E2"/>
    <w:rsid w:val="00574758"/>
    <w:rsid w:val="005A284E"/>
    <w:rsid w:val="005A5A73"/>
    <w:rsid w:val="005B0568"/>
    <w:rsid w:val="005B193D"/>
    <w:rsid w:val="005B5885"/>
    <w:rsid w:val="005B7EE3"/>
    <w:rsid w:val="005C503A"/>
    <w:rsid w:val="005D429C"/>
    <w:rsid w:val="00602EBE"/>
    <w:rsid w:val="00622524"/>
    <w:rsid w:val="006309C5"/>
    <w:rsid w:val="0063121A"/>
    <w:rsid w:val="00633CF9"/>
    <w:rsid w:val="00644129"/>
    <w:rsid w:val="0064514B"/>
    <w:rsid w:val="00645E14"/>
    <w:rsid w:val="006510F6"/>
    <w:rsid w:val="006674E9"/>
    <w:rsid w:val="006679EC"/>
    <w:rsid w:val="0067615B"/>
    <w:rsid w:val="00690FF0"/>
    <w:rsid w:val="006972B0"/>
    <w:rsid w:val="006A1224"/>
    <w:rsid w:val="006D055F"/>
    <w:rsid w:val="006D3C34"/>
    <w:rsid w:val="006E0564"/>
    <w:rsid w:val="006F0049"/>
    <w:rsid w:val="00706A02"/>
    <w:rsid w:val="00707D9B"/>
    <w:rsid w:val="007655D5"/>
    <w:rsid w:val="00765B31"/>
    <w:rsid w:val="00766A8A"/>
    <w:rsid w:val="00767431"/>
    <w:rsid w:val="00767B3D"/>
    <w:rsid w:val="0077688E"/>
    <w:rsid w:val="007909E4"/>
    <w:rsid w:val="00797FA1"/>
    <w:rsid w:val="007A0DD6"/>
    <w:rsid w:val="007B1ED1"/>
    <w:rsid w:val="007D271E"/>
    <w:rsid w:val="007D2BDA"/>
    <w:rsid w:val="007D4059"/>
    <w:rsid w:val="007D6ACD"/>
    <w:rsid w:val="007E0D91"/>
    <w:rsid w:val="007E16BC"/>
    <w:rsid w:val="007E56BC"/>
    <w:rsid w:val="007E76C4"/>
    <w:rsid w:val="007F18A4"/>
    <w:rsid w:val="007F4E14"/>
    <w:rsid w:val="008028A8"/>
    <w:rsid w:val="008147A9"/>
    <w:rsid w:val="00822737"/>
    <w:rsid w:val="008234EF"/>
    <w:rsid w:val="00867F8F"/>
    <w:rsid w:val="00877CEA"/>
    <w:rsid w:val="00884EA9"/>
    <w:rsid w:val="00887FDD"/>
    <w:rsid w:val="008A68FE"/>
    <w:rsid w:val="008E33C9"/>
    <w:rsid w:val="008E7E5E"/>
    <w:rsid w:val="008F6502"/>
    <w:rsid w:val="0090331E"/>
    <w:rsid w:val="00912289"/>
    <w:rsid w:val="00917463"/>
    <w:rsid w:val="009211D5"/>
    <w:rsid w:val="00924ED5"/>
    <w:rsid w:val="00940027"/>
    <w:rsid w:val="00944361"/>
    <w:rsid w:val="009452A5"/>
    <w:rsid w:val="009573D1"/>
    <w:rsid w:val="00971B9C"/>
    <w:rsid w:val="00977ED0"/>
    <w:rsid w:val="009954DB"/>
    <w:rsid w:val="009A07A3"/>
    <w:rsid w:val="009A7C68"/>
    <w:rsid w:val="009B6B5B"/>
    <w:rsid w:val="009C0806"/>
    <w:rsid w:val="009C64E4"/>
    <w:rsid w:val="009D2B20"/>
    <w:rsid w:val="009E7265"/>
    <w:rsid w:val="009F5ADA"/>
    <w:rsid w:val="00A13F37"/>
    <w:rsid w:val="00A33B6E"/>
    <w:rsid w:val="00A440C3"/>
    <w:rsid w:val="00A52210"/>
    <w:rsid w:val="00A67D3F"/>
    <w:rsid w:val="00A70474"/>
    <w:rsid w:val="00A826BA"/>
    <w:rsid w:val="00AB7CD9"/>
    <w:rsid w:val="00AC3ED6"/>
    <w:rsid w:val="00AD0A48"/>
    <w:rsid w:val="00AD33F4"/>
    <w:rsid w:val="00B00620"/>
    <w:rsid w:val="00B0526B"/>
    <w:rsid w:val="00B56ACF"/>
    <w:rsid w:val="00B706C9"/>
    <w:rsid w:val="00B73429"/>
    <w:rsid w:val="00B95110"/>
    <w:rsid w:val="00B96483"/>
    <w:rsid w:val="00BB20B4"/>
    <w:rsid w:val="00BB3F9F"/>
    <w:rsid w:val="00BB4878"/>
    <w:rsid w:val="00BB7169"/>
    <w:rsid w:val="00BD2547"/>
    <w:rsid w:val="00BF05D3"/>
    <w:rsid w:val="00BF418C"/>
    <w:rsid w:val="00BF4E15"/>
    <w:rsid w:val="00C06259"/>
    <w:rsid w:val="00C06B00"/>
    <w:rsid w:val="00C2780E"/>
    <w:rsid w:val="00C302D2"/>
    <w:rsid w:val="00C30662"/>
    <w:rsid w:val="00C3486D"/>
    <w:rsid w:val="00C40AE5"/>
    <w:rsid w:val="00C41C1B"/>
    <w:rsid w:val="00C472DB"/>
    <w:rsid w:val="00C63604"/>
    <w:rsid w:val="00C7337C"/>
    <w:rsid w:val="00C813AA"/>
    <w:rsid w:val="00CA7311"/>
    <w:rsid w:val="00CD438C"/>
    <w:rsid w:val="00CD63DB"/>
    <w:rsid w:val="00CD6831"/>
    <w:rsid w:val="00CE07C6"/>
    <w:rsid w:val="00CE5763"/>
    <w:rsid w:val="00CF4875"/>
    <w:rsid w:val="00CF6406"/>
    <w:rsid w:val="00D0359E"/>
    <w:rsid w:val="00D1170C"/>
    <w:rsid w:val="00D206C4"/>
    <w:rsid w:val="00D246BC"/>
    <w:rsid w:val="00D31777"/>
    <w:rsid w:val="00D33B0D"/>
    <w:rsid w:val="00D37F16"/>
    <w:rsid w:val="00D90200"/>
    <w:rsid w:val="00D91477"/>
    <w:rsid w:val="00DA2FD5"/>
    <w:rsid w:val="00DC1D10"/>
    <w:rsid w:val="00DE6615"/>
    <w:rsid w:val="00DF29E6"/>
    <w:rsid w:val="00E219D2"/>
    <w:rsid w:val="00E25B4D"/>
    <w:rsid w:val="00E27458"/>
    <w:rsid w:val="00E31D8B"/>
    <w:rsid w:val="00E62A8C"/>
    <w:rsid w:val="00E65989"/>
    <w:rsid w:val="00E81E13"/>
    <w:rsid w:val="00E85341"/>
    <w:rsid w:val="00EA25C8"/>
    <w:rsid w:val="00EA26F9"/>
    <w:rsid w:val="00EA2C09"/>
    <w:rsid w:val="00EF428B"/>
    <w:rsid w:val="00EF5FCC"/>
    <w:rsid w:val="00F0091E"/>
    <w:rsid w:val="00F07206"/>
    <w:rsid w:val="00F22C92"/>
    <w:rsid w:val="00F32D42"/>
    <w:rsid w:val="00F376FB"/>
    <w:rsid w:val="00F55591"/>
    <w:rsid w:val="00F66BE3"/>
    <w:rsid w:val="00F774FC"/>
    <w:rsid w:val="00F913B9"/>
    <w:rsid w:val="00FA7850"/>
    <w:rsid w:val="00FB0304"/>
    <w:rsid w:val="00FD285B"/>
    <w:rsid w:val="00FE2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5359F"/>
  <w15:docId w15:val="{A03FC7D6-95E1-4C50-9477-E2004BBA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AA2"/>
    <w:pPr>
      <w:spacing w:line="360" w:lineRule="auto"/>
      <w:jc w:val="both"/>
    </w:pPr>
    <w:rPr>
      <w:sz w:val="22"/>
      <w:szCs w:val="22"/>
    </w:rPr>
  </w:style>
  <w:style w:type="paragraph" w:styleId="Heading1">
    <w:name w:val="heading 1"/>
    <w:basedOn w:val="Normal"/>
    <w:next w:val="Heading2"/>
    <w:qFormat/>
    <w:rsid w:val="00482189"/>
    <w:pPr>
      <w:keepNext/>
      <w:spacing w:after="240"/>
      <w:jc w:val="center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482189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9A7C68"/>
    <w:pPr>
      <w:spacing w:before="120" w:line="240" w:lineRule="auto"/>
      <w:outlineLvl w:val="2"/>
    </w:pPr>
    <w:rPr>
      <w:sz w:val="24"/>
      <w:szCs w:val="24"/>
    </w:rPr>
  </w:style>
  <w:style w:type="paragraph" w:styleId="Heading4">
    <w:name w:val="heading 4"/>
    <w:basedOn w:val="Heading5"/>
    <w:next w:val="Normal"/>
    <w:qFormat/>
    <w:rsid w:val="003A7AA2"/>
    <w:pPr>
      <w:outlineLvl w:val="3"/>
    </w:pPr>
  </w:style>
  <w:style w:type="paragraph" w:styleId="Heading5">
    <w:name w:val="heading 5"/>
    <w:basedOn w:val="Normal"/>
    <w:next w:val="Normal"/>
    <w:qFormat/>
    <w:rsid w:val="003A7AA2"/>
    <w:pPr>
      <w:keepNext/>
      <w:spacing w:before="240" w:after="120"/>
      <w:outlineLvl w:val="4"/>
    </w:pPr>
    <w:rPr>
      <w:b/>
      <w:bCs/>
      <w:i/>
    </w:rPr>
  </w:style>
  <w:style w:type="paragraph" w:styleId="Heading6">
    <w:name w:val="heading 6"/>
    <w:basedOn w:val="Normal"/>
    <w:next w:val="Normal"/>
    <w:qFormat/>
    <w:rsid w:val="003A7AA2"/>
    <w:pPr>
      <w:keepNext/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3A7AA2"/>
    <w:pPr>
      <w:keepNext/>
      <w:spacing w:before="60" w:after="40"/>
      <w:outlineLvl w:val="6"/>
    </w:pPr>
    <w:rPr>
      <w:rFonts w:cs="Arial"/>
      <w:i/>
      <w:iCs/>
      <w:sz w:val="18"/>
      <w:szCs w:val="18"/>
    </w:rPr>
  </w:style>
  <w:style w:type="paragraph" w:styleId="Heading8">
    <w:name w:val="heading 8"/>
    <w:basedOn w:val="Normal"/>
    <w:next w:val="Normal"/>
    <w:qFormat/>
    <w:rsid w:val="003A7AA2"/>
    <w:pPr>
      <w:keepNext/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3A7AA2"/>
    <w:pPr>
      <w:keepNext/>
      <w:spacing w:before="120" w:after="12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">
    <w:name w:val="Indent"/>
    <w:basedOn w:val="Normal"/>
    <w:rsid w:val="003A7AA2"/>
    <w:pPr>
      <w:ind w:left="360"/>
    </w:pPr>
  </w:style>
  <w:style w:type="paragraph" w:customStyle="1" w:styleId="Bullet">
    <w:name w:val="Bullet"/>
    <w:basedOn w:val="Normal"/>
    <w:rsid w:val="003A7AA2"/>
    <w:pPr>
      <w:numPr>
        <w:numId w:val="3"/>
      </w:numPr>
      <w:tabs>
        <w:tab w:val="clear" w:pos="1440"/>
        <w:tab w:val="num" w:pos="360"/>
      </w:tabs>
      <w:ind w:left="360"/>
    </w:pPr>
  </w:style>
  <w:style w:type="table" w:styleId="TableGrid">
    <w:name w:val="Table Grid"/>
    <w:basedOn w:val="TableNormal"/>
    <w:rsid w:val="0067615B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tract">
    <w:name w:val="Abstract"/>
    <w:basedOn w:val="Normal"/>
    <w:rsid w:val="003A7AA2"/>
    <w:pPr>
      <w:ind w:right="270"/>
    </w:pPr>
  </w:style>
  <w:style w:type="paragraph" w:customStyle="1" w:styleId="Reference">
    <w:name w:val="Reference"/>
    <w:basedOn w:val="Normal"/>
    <w:rsid w:val="003A7AA2"/>
    <w:pPr>
      <w:spacing w:after="120" w:line="240" w:lineRule="auto"/>
    </w:pPr>
  </w:style>
  <w:style w:type="paragraph" w:customStyle="1" w:styleId="Notes">
    <w:name w:val="Notes"/>
    <w:basedOn w:val="Normal"/>
    <w:rsid w:val="003A7AA2"/>
    <w:pPr>
      <w:numPr>
        <w:numId w:val="2"/>
      </w:numPr>
      <w:tabs>
        <w:tab w:val="clear" w:pos="720"/>
        <w:tab w:val="num" w:pos="360"/>
      </w:tabs>
      <w:ind w:left="0" w:firstLine="0"/>
    </w:pPr>
  </w:style>
  <w:style w:type="paragraph" w:customStyle="1" w:styleId="tableentry">
    <w:name w:val="table entry"/>
    <w:basedOn w:val="Normal"/>
    <w:rsid w:val="003A7AA2"/>
    <w:pPr>
      <w:spacing w:line="240" w:lineRule="auto"/>
    </w:pPr>
  </w:style>
  <w:style w:type="paragraph" w:customStyle="1" w:styleId="NumList">
    <w:name w:val="Num List"/>
    <w:basedOn w:val="Bullet"/>
    <w:rsid w:val="003A7AA2"/>
    <w:pPr>
      <w:numPr>
        <w:numId w:val="0"/>
      </w:numPr>
    </w:pPr>
  </w:style>
  <w:style w:type="paragraph" w:styleId="Caption">
    <w:name w:val="caption"/>
    <w:basedOn w:val="Normal"/>
    <w:next w:val="Normal"/>
    <w:qFormat/>
    <w:rsid w:val="003A7AA2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styleId="Footer">
    <w:name w:val="footer"/>
    <w:basedOn w:val="Normal"/>
    <w:rsid w:val="003A7AA2"/>
    <w:pPr>
      <w:tabs>
        <w:tab w:val="center" w:pos="4320"/>
        <w:tab w:val="right" w:pos="8640"/>
      </w:tabs>
    </w:pPr>
  </w:style>
  <w:style w:type="paragraph" w:customStyle="1" w:styleId="Graphic">
    <w:name w:val="Graphic"/>
    <w:basedOn w:val="Normal"/>
    <w:next w:val="Caption"/>
    <w:rsid w:val="003A7AA2"/>
    <w:pPr>
      <w:spacing w:before="120" w:after="120"/>
      <w:jc w:val="center"/>
    </w:pPr>
    <w:rPr>
      <w:sz w:val="24"/>
    </w:rPr>
  </w:style>
  <w:style w:type="paragraph" w:customStyle="1" w:styleId="TableBullet">
    <w:name w:val="Table Bullet"/>
    <w:basedOn w:val="Normal"/>
    <w:rsid w:val="003A7AA2"/>
    <w:pPr>
      <w:keepLines/>
      <w:widowControl w:val="0"/>
      <w:numPr>
        <w:numId w:val="4"/>
      </w:numPr>
      <w:ind w:left="0" w:firstLine="0"/>
    </w:pPr>
  </w:style>
  <w:style w:type="paragraph" w:customStyle="1" w:styleId="TableBulletTextIndent">
    <w:name w:val="Table Bullet Text  Indent"/>
    <w:basedOn w:val="TableBulletText"/>
    <w:rsid w:val="003A7AA2"/>
    <w:pPr>
      <w:numPr>
        <w:numId w:val="0"/>
      </w:numPr>
    </w:pPr>
  </w:style>
  <w:style w:type="paragraph" w:customStyle="1" w:styleId="TableBulletText">
    <w:name w:val="Table Bullet Text"/>
    <w:basedOn w:val="TableBullet"/>
    <w:rsid w:val="0067615B"/>
    <w:pPr>
      <w:numPr>
        <w:numId w:val="5"/>
      </w:numPr>
      <w:tabs>
        <w:tab w:val="clear" w:pos="1080"/>
        <w:tab w:val="num" w:pos="360"/>
      </w:tabs>
      <w:spacing w:before="120" w:line="240" w:lineRule="auto"/>
      <w:ind w:left="360"/>
    </w:pPr>
    <w:rPr>
      <w:bCs/>
    </w:rPr>
  </w:style>
  <w:style w:type="paragraph" w:customStyle="1" w:styleId="TableBulletDoubleIndent">
    <w:name w:val="Table Bullet Double Indent"/>
    <w:basedOn w:val="TableBulletIndent"/>
    <w:rsid w:val="003A7AA2"/>
  </w:style>
  <w:style w:type="paragraph" w:customStyle="1" w:styleId="TableBulletIndent">
    <w:name w:val="Table Bullet Indent"/>
    <w:basedOn w:val="TableBullet"/>
    <w:rsid w:val="003A7AA2"/>
    <w:pPr>
      <w:numPr>
        <w:numId w:val="6"/>
      </w:numPr>
      <w:tabs>
        <w:tab w:val="clear" w:pos="720"/>
        <w:tab w:val="num" w:pos="360"/>
      </w:tabs>
      <w:ind w:left="0" w:firstLine="0"/>
    </w:pPr>
  </w:style>
  <w:style w:type="character" w:customStyle="1" w:styleId="mynotesChar">
    <w:name w:val="mynotes Char"/>
    <w:basedOn w:val="DefaultParagraphFont"/>
    <w:rsid w:val="003A7AA2"/>
    <w:rPr>
      <w:rFonts w:ascii="Arial" w:hAnsi="Arial"/>
      <w:i/>
      <w:noProof w:val="0"/>
      <w:color w:val="0000FF"/>
      <w:sz w:val="22"/>
      <w:szCs w:val="24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3A7AA2"/>
    <w:rPr>
      <w:sz w:val="16"/>
      <w:szCs w:val="16"/>
    </w:rPr>
  </w:style>
  <w:style w:type="paragraph" w:styleId="CommentText">
    <w:name w:val="annotation text"/>
    <w:basedOn w:val="Normal"/>
    <w:semiHidden/>
    <w:rsid w:val="003A7AA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7AA2"/>
    <w:rPr>
      <w:b/>
      <w:bCs/>
    </w:rPr>
  </w:style>
  <w:style w:type="paragraph" w:customStyle="1" w:styleId="formula">
    <w:name w:val="formula"/>
    <w:basedOn w:val="Indent"/>
    <w:rsid w:val="003A7AA2"/>
    <w:pPr>
      <w:spacing w:before="120" w:after="120"/>
    </w:pPr>
  </w:style>
  <w:style w:type="paragraph" w:styleId="Header">
    <w:name w:val="header"/>
    <w:aliases w:val="Section Header"/>
    <w:basedOn w:val="Normal"/>
    <w:rsid w:val="003A7AA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A7AA2"/>
    <w:rPr>
      <w:rFonts w:ascii="Tahoma" w:hAnsi="Tahoma" w:cs="Courier New"/>
      <w:sz w:val="16"/>
      <w:szCs w:val="16"/>
    </w:rPr>
  </w:style>
  <w:style w:type="paragraph" w:customStyle="1" w:styleId="Tablesmallbullet">
    <w:name w:val="Table small bullet"/>
    <w:basedOn w:val="TableBullet"/>
    <w:rsid w:val="003A7AA2"/>
    <w:pPr>
      <w:numPr>
        <w:numId w:val="0"/>
      </w:numPr>
      <w:jc w:val="left"/>
    </w:pPr>
    <w:rPr>
      <w:sz w:val="18"/>
      <w:szCs w:val="18"/>
    </w:rPr>
  </w:style>
  <w:style w:type="paragraph" w:customStyle="1" w:styleId="TableTextCenter">
    <w:name w:val="Table Text Center"/>
    <w:basedOn w:val="Normal"/>
    <w:rsid w:val="003A7AA2"/>
    <w:pPr>
      <w:keepLines/>
      <w:widowControl w:val="0"/>
      <w:spacing w:before="120"/>
      <w:jc w:val="center"/>
    </w:pPr>
  </w:style>
  <w:style w:type="paragraph" w:customStyle="1" w:styleId="TableTextCenterSmall">
    <w:name w:val="Table Text Center Small"/>
    <w:basedOn w:val="Normal"/>
    <w:rsid w:val="003A7AA2"/>
    <w:pPr>
      <w:keepLines/>
      <w:widowControl w:val="0"/>
      <w:spacing w:before="120"/>
      <w:jc w:val="center"/>
    </w:pPr>
    <w:rPr>
      <w:sz w:val="18"/>
      <w:szCs w:val="20"/>
    </w:rPr>
  </w:style>
  <w:style w:type="paragraph" w:styleId="NormalIndent">
    <w:name w:val="Normal Indent"/>
    <w:basedOn w:val="Normal"/>
    <w:rsid w:val="003A7AA2"/>
    <w:pPr>
      <w:ind w:left="720"/>
    </w:pPr>
  </w:style>
  <w:style w:type="paragraph" w:styleId="FootnoteText">
    <w:name w:val="footnote text"/>
    <w:basedOn w:val="Normal"/>
    <w:semiHidden/>
    <w:rsid w:val="003A7AA2"/>
    <w:pPr>
      <w:spacing w:line="240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3A7AA2"/>
    <w:rPr>
      <w:vertAlign w:val="superscript"/>
    </w:rPr>
  </w:style>
  <w:style w:type="paragraph" w:customStyle="1" w:styleId="TableHeading">
    <w:name w:val="Table Heading"/>
    <w:basedOn w:val="Normal"/>
    <w:rsid w:val="003A7AA2"/>
    <w:pPr>
      <w:keepNext/>
      <w:keepLines/>
      <w:widowControl w:val="0"/>
      <w:spacing w:before="120"/>
    </w:pPr>
    <w:rPr>
      <w:rFonts w:cs="Courier New"/>
      <w:b/>
      <w:bCs/>
      <w:color w:val="FFFFFF"/>
      <w:szCs w:val="15"/>
    </w:rPr>
  </w:style>
  <w:style w:type="character" w:styleId="Hyperlink">
    <w:name w:val="Hyperlink"/>
    <w:basedOn w:val="DefaultParagraphFont"/>
    <w:rsid w:val="003A7AA2"/>
    <w:rPr>
      <w:color w:val="0000FF"/>
      <w:u w:val="single"/>
    </w:rPr>
  </w:style>
  <w:style w:type="paragraph" w:customStyle="1" w:styleId="NumTextL2">
    <w:name w:val="Num Text L2"/>
    <w:basedOn w:val="NumText"/>
    <w:rsid w:val="003A7AA2"/>
    <w:pPr>
      <w:tabs>
        <w:tab w:val="clear" w:pos="720"/>
      </w:tabs>
      <w:ind w:left="0" w:firstLine="0"/>
    </w:pPr>
  </w:style>
  <w:style w:type="paragraph" w:customStyle="1" w:styleId="NumText">
    <w:name w:val="Num Text"/>
    <w:basedOn w:val="NumList"/>
    <w:rsid w:val="003A7AA2"/>
    <w:pPr>
      <w:keepLines/>
      <w:tabs>
        <w:tab w:val="num" w:pos="720"/>
      </w:tabs>
      <w:spacing w:before="120"/>
      <w:ind w:left="720" w:hanging="360"/>
    </w:pPr>
  </w:style>
  <w:style w:type="paragraph" w:customStyle="1" w:styleId="TableText">
    <w:name w:val="TableText"/>
    <w:basedOn w:val="Normal"/>
    <w:rsid w:val="003A7AA2"/>
    <w:pPr>
      <w:keepLines/>
      <w:widowControl w:val="0"/>
      <w:spacing w:line="240" w:lineRule="auto"/>
    </w:pPr>
  </w:style>
  <w:style w:type="paragraph" w:customStyle="1" w:styleId="TableTextSmall">
    <w:name w:val="Table Text Small"/>
    <w:basedOn w:val="TableText"/>
    <w:rsid w:val="003A7AA2"/>
    <w:pPr>
      <w:spacing w:before="120"/>
    </w:pPr>
    <w:rPr>
      <w:sz w:val="18"/>
      <w:szCs w:val="20"/>
    </w:rPr>
  </w:style>
  <w:style w:type="paragraph" w:customStyle="1" w:styleId="TableColumn1">
    <w:name w:val="Table Column 1"/>
    <w:basedOn w:val="TableText"/>
    <w:rsid w:val="003A7AA2"/>
    <w:pPr>
      <w:spacing w:before="120"/>
    </w:pPr>
    <w:rPr>
      <w:rFonts w:cs="Courier New"/>
      <w:b/>
      <w:szCs w:val="15"/>
    </w:rPr>
  </w:style>
  <w:style w:type="paragraph" w:customStyle="1" w:styleId="NumListL2">
    <w:name w:val="Num List L2"/>
    <w:basedOn w:val="NumTextL2"/>
    <w:rsid w:val="003A7AA2"/>
    <w:pPr>
      <w:spacing w:before="0"/>
    </w:pPr>
  </w:style>
  <w:style w:type="paragraph" w:customStyle="1" w:styleId="mynotes">
    <w:name w:val="mynotes"/>
    <w:basedOn w:val="Normal"/>
    <w:rsid w:val="003A7AA2"/>
    <w:rPr>
      <w:i/>
      <w:color w:val="0000FF"/>
    </w:rPr>
  </w:style>
  <w:style w:type="character" w:customStyle="1" w:styleId="Greek">
    <w:name w:val="Greek"/>
    <w:basedOn w:val="DefaultParagraphFont"/>
    <w:rsid w:val="003A7AA2"/>
    <w:rPr>
      <w:rFonts w:ascii="Symbol" w:hAnsi="Symbol"/>
    </w:rPr>
  </w:style>
  <w:style w:type="paragraph" w:customStyle="1" w:styleId="BulletTextIndent">
    <w:name w:val="Bullet Text Indent"/>
    <w:basedOn w:val="Normal"/>
    <w:rsid w:val="003A7AA2"/>
    <w:pPr>
      <w:keepLines/>
      <w:numPr>
        <w:ilvl w:val="1"/>
        <w:numId w:val="7"/>
      </w:numPr>
      <w:tabs>
        <w:tab w:val="clear" w:pos="1440"/>
        <w:tab w:val="num" w:pos="1080"/>
      </w:tabs>
      <w:spacing w:before="120" w:line="240" w:lineRule="auto"/>
      <w:ind w:left="1080"/>
    </w:pPr>
    <w:rPr>
      <w:rFonts w:cs="Arial"/>
    </w:rPr>
  </w:style>
  <w:style w:type="paragraph" w:customStyle="1" w:styleId="Bulletindent">
    <w:name w:val="Bullet indent"/>
    <w:basedOn w:val="BulletTextIndent"/>
    <w:rsid w:val="003A7AA2"/>
    <w:pPr>
      <w:tabs>
        <w:tab w:val="clear" w:pos="1080"/>
        <w:tab w:val="num" w:pos="720"/>
      </w:tabs>
      <w:spacing w:before="0"/>
      <w:ind w:left="720"/>
    </w:pPr>
  </w:style>
  <w:style w:type="table" w:styleId="TableGrid3">
    <w:name w:val="Table Grid 3"/>
    <w:basedOn w:val="TableNormal"/>
    <w:rsid w:val="0067615B"/>
    <w:pPr>
      <w:spacing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TEquationSection">
    <w:name w:val="MTEquationSection"/>
    <w:basedOn w:val="DefaultParagraphFont"/>
    <w:rsid w:val="003A7AA2"/>
    <w:rPr>
      <w:b/>
      <w:vanish/>
      <w:color w:val="FF0000"/>
      <w:kern w:val="32"/>
      <w:sz w:val="36"/>
    </w:rPr>
  </w:style>
  <w:style w:type="paragraph" w:customStyle="1" w:styleId="MTDisplayEquation">
    <w:name w:val="MTDisplayEquation"/>
    <w:basedOn w:val="Normal"/>
    <w:next w:val="Normal"/>
    <w:rsid w:val="003A7AA2"/>
    <w:pPr>
      <w:tabs>
        <w:tab w:val="center" w:pos="4320"/>
        <w:tab w:val="right" w:pos="8640"/>
      </w:tabs>
    </w:pPr>
    <w:rPr>
      <w:sz w:val="24"/>
    </w:rPr>
  </w:style>
  <w:style w:type="paragraph" w:customStyle="1" w:styleId="StyleLeftLeft0Hanging05Linespacingsingle">
    <w:name w:val="Style Left Left:  0&quot; Hanging:  0.5&quot; Line spacing:  single"/>
    <w:basedOn w:val="Normal"/>
    <w:rsid w:val="003A7AA2"/>
    <w:pPr>
      <w:ind w:left="720" w:hanging="720"/>
      <w:jc w:val="left"/>
    </w:pPr>
    <w:rPr>
      <w:szCs w:val="20"/>
    </w:rPr>
  </w:style>
  <w:style w:type="paragraph" w:customStyle="1" w:styleId="BulletText">
    <w:name w:val="Bullet Text"/>
    <w:basedOn w:val="Normal"/>
    <w:rsid w:val="003A7AA2"/>
    <w:pPr>
      <w:numPr>
        <w:numId w:val="9"/>
      </w:numPr>
    </w:pPr>
  </w:style>
  <w:style w:type="paragraph" w:customStyle="1" w:styleId="figure">
    <w:name w:val="figure"/>
    <w:basedOn w:val="Normal"/>
    <w:rsid w:val="003A7AA2"/>
    <w:pPr>
      <w:jc w:val="center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%20Robbins\Application%20Data\Microsoft\Templates\TRR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TRR Styles</Template>
  <TotalTime>32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OMGT 6613-Ex 3</vt:lpstr>
    </vt:vector>
  </TitlesOfParts>
  <Company> 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OMGT 6613-Ex 3</dc:title>
  <dc:subject/>
  <dc:creator>Tom Robbins</dc:creator>
  <cp:keywords/>
  <dc:description/>
  <cp:lastModifiedBy>Robbins, Tom</cp:lastModifiedBy>
  <cp:revision>11</cp:revision>
  <cp:lastPrinted>2007-09-16T01:39:00Z</cp:lastPrinted>
  <dcterms:created xsi:type="dcterms:W3CDTF">2020-07-09T23:54:00Z</dcterms:created>
  <dcterms:modified xsi:type="dcterms:W3CDTF">2021-07-12T18:58:00Z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