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413B" w:rsidR="003737B6" w:rsidP="002A413B" w:rsidRDefault="000243CE" w14:paraId="108281F2" w14:textId="50DAF2F6">
      <w:pPr>
        <w:pStyle w:val="Heading1"/>
        <w:spacing w:before="0"/>
        <w:jc w:val="center"/>
        <w:rPr>
          <w:rFonts w:ascii="Arial" w:hAnsi="Arial" w:cs="Arial"/>
          <w:b/>
          <w:sz w:val="28"/>
          <w:szCs w:val="28"/>
        </w:rPr>
      </w:pPr>
      <w:r w:rsidRPr="002A413B">
        <w:rPr>
          <w:rFonts w:ascii="Arial" w:hAnsi="Arial" w:cs="Arial"/>
          <w:b/>
          <w:color w:val="000000" w:themeColor="text1"/>
          <w:sz w:val="28"/>
          <w:szCs w:val="28"/>
        </w:rPr>
        <w:t>Exp19_Excel_Ch05_Cap_Apartments</w:t>
      </w:r>
    </w:p>
    <w:p w:rsidRPr="00452CF6" w:rsidR="003737B6" w:rsidP="00135826" w:rsidRDefault="003737B6" w14:paraId="79BFEA44" w14:textId="77777777">
      <w:pPr>
        <w:pStyle w:val="PlainText"/>
        <w:rPr>
          <w:rFonts w:ascii="Arial" w:hAnsi="Arial" w:cs="Arial"/>
          <w:b/>
          <w:sz w:val="18"/>
          <w:szCs w:val="18"/>
        </w:rPr>
      </w:pPr>
    </w:p>
    <w:p w:rsidRPr="002A413B" w:rsidR="001A55B4" w:rsidP="002A413B" w:rsidRDefault="00FF69F1" w14:paraId="528B2C3C" w14:textId="375D2712">
      <w:pPr>
        <w:pStyle w:val="Heading2"/>
        <w:spacing w:before="0"/>
        <w:rPr>
          <w:rFonts w:ascii="Arial" w:hAnsi="Arial" w:cs="Arial"/>
          <w:b/>
          <w:sz w:val="20"/>
          <w:szCs w:val="20"/>
        </w:rPr>
      </w:pPr>
      <w:r w:rsidRPr="002A413B">
        <w:rPr>
          <w:rFonts w:ascii="Arial" w:hAnsi="Arial" w:cs="Arial"/>
          <w:b/>
          <w:color w:val="000000" w:themeColor="text1"/>
          <w:sz w:val="20"/>
          <w:szCs w:val="20"/>
        </w:rPr>
        <w:t>Project Description:</w:t>
      </w:r>
    </w:p>
    <w:p w:rsidR="00135826" w:rsidP="00120A46" w:rsidRDefault="006B574B" w14:paraId="1657BC81" w14:textId="0B640A31">
      <w:pPr>
        <w:spacing w:before="120"/>
      </w:pPr>
      <w:r>
        <w:t>You manage several apartment complexes in Phoenix, Arizona. You created a dataset that lists details for each apartment complex, such as apartment number, including number of bedrooms, whether the unit is rented or vacant, the last remodel date, rent, and deposits. You will use the datasets to aggregate data to analyze the apartments at the complexes.</w:t>
      </w:r>
    </w:p>
    <w:p w:rsidRPr="00452CF6" w:rsidR="006B574B" w:rsidP="006B574B" w:rsidRDefault="006B574B" w14:paraId="17E7B3CC" w14:textId="77777777">
      <w:pPr>
        <w:pStyle w:val="PlainText"/>
        <w:rPr>
          <w:rFonts w:ascii="Arial" w:hAnsi="Arial" w:cs="Arial"/>
          <w:sz w:val="18"/>
          <w:szCs w:val="18"/>
        </w:rPr>
      </w:pPr>
    </w:p>
    <w:p w:rsidRPr="002A413B" w:rsidR="001A55B4" w:rsidP="002A413B" w:rsidRDefault="004E55A2" w14:paraId="3EE76BDE" w14:textId="19BE51B7">
      <w:pPr>
        <w:pStyle w:val="Heading2"/>
        <w:spacing w:before="0" w:after="120"/>
        <w:rPr>
          <w:rFonts w:ascii="Arial" w:hAnsi="Arial" w:cs="Arial"/>
          <w:b/>
          <w:sz w:val="20"/>
          <w:szCs w:val="20"/>
        </w:rPr>
      </w:pPr>
      <w:bookmarkStart w:name="_GoBack" w:id="0"/>
      <w:bookmarkEnd w:id="0"/>
      <w:r w:rsidRPr="002A413B">
        <w:rPr>
          <w:rFonts w:ascii="Arial" w:hAnsi="Arial" w:cs="Arial"/>
          <w:b/>
          <w:color w:val="000000" w:themeColor="text1"/>
          <w:sz w:val="20"/>
          <w:szCs w:val="20"/>
        </w:rPr>
        <w:t>Steps to Perform</w:t>
      </w:r>
      <w:r w:rsidRPr="002A413B"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
              <w:t>1</w:t>
            </w:r>
          </w:p>
        </w:tc>
        <w:tc>
          <w:p>
            <w:r>
              <w:rPr>
                <w:sz/>
              </w:rPr>
              <w:rFonts/>
              <w:t xml:space="preserve">Start Excel. Download and open the file named </w:t>
            </w:r>
            <w:r>
              <w:rPr>
                <w:sz/>
                <w:i/>
              </w:rPr>
              <w:rFonts/>
              <w:t xml:space="preserve">Exp19_Excel_Ch05_Cap_Apartments.xlsx</w:t>
            </w:r>
            <w:r>
              <w:rPr>
                <w:sz/>
              </w:rPr>
              <w:rFonts/>
              <w:t xml:space="preserve">. Grader has automatically added your last name to the beginning of the filename.</w:t>
            </w:r>
          </w:p>
        </w:tc>
        <w:tc>
          <w:p>
            <w:r>
              <w:t>0</w:t>
            </w:r>
          </w:p>
        </w:tc>
      </w:tr>
      <w:tr>
        <w:tc>
          <w:p>
            <w:r>
              <w:t>2</w:t>
            </w:r>
          </w:p>
        </w:tc>
        <w:tc>
          <w:p>
            <w:r>
              <w:rPr>
                <w:sz/>
              </w:rPr>
              <w:rFonts/>
              <w:t xml:space="preserve">Before subtotalling the data, you need to sort the data.</w:t>
              <w:br/>
            </w:r>
            <w:r>
              <w:rPr>
                <w:sz/>
              </w:rPr>
              <w:rFonts/>
              <w:t xml:space="preserve"/>
              <w:br/>
            </w:r>
            <w:r>
              <w:rPr>
                <w:sz/>
              </w:rPr>
              <w:rFonts/>
              <w:t xml:space="preserve">Select the Summary sheet. Sort the data by Apartment Complex in alphabetical order and further sort it by # Bed (the number of bedrooms) from smallest to largest.</w:t>
            </w:r>
          </w:p>
        </w:tc>
        <w:tc>
          <w:p>
            <w:r>
              <w:t>3</w:t>
            </w:r>
          </w:p>
        </w:tc>
      </w:tr>
      <w:tr>
        <w:tc>
          <w:p>
            <w:r>
              <w:t>3</w:t>
            </w:r>
          </w:p>
        </w:tc>
        <w:tc>
          <w:p>
            <w:r>
              <w:rPr>
                <w:sz/>
              </w:rPr>
              <w:rFonts/>
              <w:t xml:space="preserve">You want to use the Subtotal feature to display the average total deposit by number of bedrooms for each apartment complex.</w:t>
              <w:br/>
            </w:r>
            <w:r>
              <w:rPr>
                <w:sz/>
              </w:rPr>
              <w:rFonts/>
              <w:t xml:space="preserve"/>
              <w:br/>
            </w:r>
            <w:r>
              <w:rPr>
                <w:sz/>
              </w:rPr>
              <w:rFonts/>
              <w:t xml:space="preserve">Use the Subtotal feature to insert subtotal rows by Apartment Complex to calculate the average Total Deposit. Add a second subtotal (without removing the first subtotal) by # Bed to calculate the average Total Deposit by the number of bedrooms.</w:t>
            </w:r>
          </w:p>
        </w:tc>
        <w:tc>
          <w:p>
            <w:r>
              <w:t>5</w:t>
            </w:r>
          </w:p>
        </w:tc>
      </w:tr>
      <w:tr>
        <w:tc>
          <w:p>
            <w:r>
              <w:t>4</w:t>
            </w:r>
          </w:p>
        </w:tc>
        <w:tc>
          <w:p>
            <w:r>
              <w:rPr>
                <w:sz/>
              </w:rPr>
              <w:rFonts/>
              <w:t xml:space="preserve">Use the outline symbols to display only the subtotal rows. Create an automatic outline and collapse the outline above Total Deposit.</w:t>
            </w:r>
          </w:p>
        </w:tc>
        <w:tc>
          <w:p>
            <w:r>
              <w:t>2</w:t>
            </w:r>
          </w:p>
        </w:tc>
      </w:tr>
      <w:tr>
        <w:tc>
          <w:p>
            <w:r>
              <w:t>5</w:t>
            </w:r>
          </w:p>
        </w:tc>
        <w:tc>
          <w:p>
            <w:r>
              <w:rPr>
                <w:sz/>
              </w:rPr>
              <w:rFonts/>
              <w:t xml:space="preserve">You want to create a PivotTable to determine the total monthly rental revenue for occupied apartments.</w:t>
              <w:br/>
            </w:r>
            <w:r>
              <w:rPr>
                <w:sz/>
              </w:rPr>
              <w:rFonts/>
              <w:t xml:space="preserve"/>
              <w:br/>
            </w:r>
            <w:r>
              <w:rPr>
                <w:sz/>
              </w:rPr>
              <w:rFonts/>
              <w:t xml:space="preserve">Display the Rentals sheet and create a blank PivotTable on a new worksheet to the left of the Rentals sheet. Use the default report layout for the PivotTable (Compact Form). Change the name of the worksheet to </w:t>
            </w:r>
            <w:r>
              <w:rPr>
                <w:sz/>
                <w:color w:val="0070C0"/>
                <w:b/>
              </w:rPr>
              <w:rFonts/>
              <w:t xml:space="preserve">Rental Revenue</w:t>
            </w:r>
            <w:r>
              <w:rPr>
                <w:sz/>
              </w:rPr>
              <w:rFonts/>
              <w:t xml:space="preserve">. Name the PivotTable </w:t>
            </w:r>
            <w:r>
              <w:rPr>
                <w:sz/>
                <w:color w:val="0070C0"/>
                <w:b/>
              </w:rPr>
              <w:rFonts/>
              <w:t xml:space="preserve">Rental Revenue</w:t>
            </w:r>
            <w:r>
              <w:rPr>
                <w:sz/>
              </w:rPr>
              <w:rFonts/>
              <w:t xml:space="preserve">. </w:t>
            </w:r>
          </w:p>
        </w:tc>
        <w:tc>
          <w:p>
            <w:r>
              <w:t>7</w:t>
            </w:r>
          </w:p>
        </w:tc>
      </w:tr>
      <w:tr>
        <w:tc>
          <w:p>
            <w:r>
              <w:t>6</w:t>
            </w:r>
          </w:p>
        </w:tc>
        <w:tc>
          <w:p>
            <w:r>
              <w:rPr>
                <w:sz/>
              </w:rPr>
              <w:rFonts/>
              <w:t xml:space="preserve">Display the Apartment Complex and # Bed fields in Rows and the Rental Price field as Values.</w:t>
            </w:r>
          </w:p>
        </w:tc>
        <w:tc>
          <w:p>
            <w:r>
              <w:t>6</w:t>
            </w:r>
          </w:p>
        </w:tc>
      </w:tr>
      <w:tr>
        <w:tc>
          <w:p>
            <w:r>
              <w:t>7</w:t>
            </w:r>
          </w:p>
        </w:tc>
        <w:tc>
          <w:p>
            <w:r>
              <w:rPr>
                <w:sz/>
              </w:rPr>
              <w:rFonts/>
              <w:t xml:space="preserve">Format the Sum of Rental Price for Accounting Number Format with zero decimal places and enter the custom name </w:t>
            </w:r>
            <w:r>
              <w:rPr>
                <w:sz/>
                <w:color w:val="0070C0"/>
                <w:b/>
              </w:rPr>
              <w:rFonts/>
              <w:t xml:space="preserve">Total Rent Collected</w:t>
            </w:r>
            <w:r>
              <w:rPr>
                <w:sz/>
              </w:rPr>
              <w:rFonts/>
              <w:t xml:space="preserve">.</w:t>
            </w:r>
          </w:p>
        </w:tc>
        <w:tc>
          <w:p>
            <w:r>
              <w:t>3</w:t>
            </w:r>
          </w:p>
        </w:tc>
      </w:tr>
      <w:tr>
        <w:tc>
          <w:p>
            <w:r>
              <w:t>8</w:t>
            </w:r>
          </w:p>
        </w:tc>
        <w:tc>
          <w:p>
            <w:r>
              <w:rPr>
                <w:sz/>
              </w:rPr>
              <w:rFonts/>
              <w:t xml:space="preserve">Select the Occupied field for the filter and set the filter to Yes to display data for occupied apartments.</w:t>
            </w:r>
          </w:p>
        </w:tc>
        <w:tc>
          <w:p>
            <w:r>
              <w:t>3</w:t>
            </w:r>
          </w:p>
        </w:tc>
      </w:tr>
      <w:tr>
        <w:tc>
          <w:p>
            <w:r>
              <w:t>9</w:t>
            </w:r>
          </w:p>
        </w:tc>
        <w:tc>
          <w:p>
            <w:r>
              <w:rPr>
                <w:sz/>
              </w:rPr>
              <w:rFonts/>
              <w:t xml:space="preserve">You want to calculate the total monthly rental revenue if the rates increase by 5% for the occupied apartments.</w:t>
              <w:br/>
            </w:r>
            <w:r>
              <w:rPr>
                <w:sz/>
              </w:rPr>
              <w:rFonts/>
              <w:t xml:space="preserve"/>
              <w:br/>
            </w:r>
            <w:r>
              <w:rPr>
                <w:sz/>
              </w:rPr>
              <w:rFonts/>
              <w:t xml:space="preserve">Insert a calculated field to multiply the Rental Price by </w:t>
            </w:r>
            <w:r>
              <w:rPr>
                <w:sz/>
                <w:color w:val="0070C0"/>
                <w:b/>
              </w:rPr>
              <w:rFonts/>
              <w:t xml:space="preserve">1.05</w:t>
            </w:r>
            <w:r>
              <w:rPr>
                <w:sz/>
              </w:rPr>
              <w:rFonts/>
              <w:t xml:space="preserve">. Change the name to </w:t>
            </w:r>
            <w:r>
              <w:rPr>
                <w:sz/>
                <w:color w:val="0070C0"/>
                <w:b/>
              </w:rPr>
              <w:rFonts/>
              <w:t xml:space="preserve">New Rental Revenue</w:t>
            </w:r>
            <w:r>
              <w:rPr>
                <w:sz/>
              </w:rPr>
              <w:rFonts/>
              <w:t xml:space="preserve">. Apply Accounting Number Format with zero decimal places.</w:t>
            </w:r>
          </w:p>
        </w:tc>
        <w:tc>
          <w:p>
            <w:r>
              <w:t>15</w:t>
            </w:r>
          </w:p>
        </w:tc>
      </w:tr>
      <w:tr>
        <w:tc>
          <w:p>
            <w:r>
              <w:t>10</w:t>
            </w:r>
          </w:p>
        </w:tc>
        <w:tc>
          <w:p>
            <w:r>
              <w:rPr>
                <w:sz/>
              </w:rPr>
              <w:rFonts/>
              <w:t xml:space="preserve">Select the range B3:C3 and apply these formats: wrap text, Align Right horizontal alignment, and </w:t>
            </w:r>
            <w:r>
              <w:rPr>
                <w:sz/>
                <w:color w:val="0070C0"/>
                <w:b/>
              </w:rPr>
              <w:rFonts/>
              <w:t xml:space="preserve">30 </w:t>
            </w:r>
            <w:r>
              <w:rPr>
                <w:sz/>
              </w:rPr>
              <w:rFonts/>
              <w:t xml:space="preserve">row height. Select column B and set </w:t>
            </w:r>
            <w:r>
              <w:rPr>
                <w:sz/>
                <w:color w:val="0070C0"/>
                <w:b/>
              </w:rPr>
              <w:rFonts/>
              <w:t xml:space="preserve">9.29</w:t>
            </w:r>
            <w:r>
              <w:rPr>
                <w:sz/>
              </w:rPr>
              <w:rFonts/>
              <w:t xml:space="preserve"> column width. Select column C and set </w:t>
            </w:r>
            <w:r>
              <w:rPr>
                <w:sz/>
                <w:color w:val="0070C0"/>
                <w:b/>
              </w:rPr>
              <w:rFonts/>
              <w:t xml:space="preserve">14.43 </w:t>
            </w:r>
            <w:r>
              <w:rPr>
                <w:sz/>
              </w:rPr>
              <w:rFonts/>
              <w:t xml:space="preserve">column width.</w:t>
            </w:r>
          </w:p>
        </w:tc>
        <w:tc>
          <w:p>
            <w:r>
              <w:t>5</w:t>
            </w:r>
          </w:p>
        </w:tc>
      </w:tr>
      <w:tr>
        <w:tc>
          <w:p>
            <w:r>
              <w:t>11</w:t>
            </w:r>
          </w:p>
        </w:tc>
        <w:tc>
          <w:p>
            <w:r>
              <w:rPr>
                <w:sz/>
              </w:rPr>
              <w:rFonts/>
              <w:t xml:space="preserve">Apply Light Orange, Pivot Style Medium 10 to the PivotTable and display banded rows.</w:t>
            </w:r>
          </w:p>
        </w:tc>
        <w:tc>
          <w:p>
            <w:r>
              <w:t>5</w:t>
            </w:r>
          </w:p>
        </w:tc>
      </w:tr>
      <w:tr>
        <w:tc>
          <w:p>
            <w:r>
              <w:t>12</w:t>
            </w:r>
          </w:p>
        </w:tc>
        <w:tc>
          <w:p>
            <w:r>
              <w:rPr>
                <w:sz/>
              </w:rPr>
              <w:rFonts/>
              <w:t xml:space="preserve">Insert a slicer for # Bed so that you can filter the dataset by number of bedrooms. Change the slicer caption to </w:t>
            </w:r>
            <w:r>
              <w:rPr>
                <w:sz/>
                <w:color w:val="0070C0"/>
                <w:b/>
              </w:rPr>
              <w:rFonts/>
              <w:t xml:space="preserve"># of Bedrooms</w:t>
            </w:r>
            <w:r>
              <w:rPr>
                <w:sz/>
              </w:rPr>
              <w:rFonts/>
              <w:t xml:space="preserve">. </w:t>
            </w:r>
          </w:p>
        </w:tc>
        <w:tc>
          <w:p>
            <w:r>
              <w:t>5</w:t>
            </w:r>
          </w:p>
        </w:tc>
      </w:tr>
      <w:tr>
        <w:tc>
          <w:p>
            <w:r>
              <w:t>13</w:t>
            </w:r>
          </w:p>
        </w:tc>
        <w:tc>
          <w:p>
            <w:r>
              <w:rPr>
                <w:sz/>
              </w:rPr>
              <w:rFonts/>
              <w:t xml:space="preserve">Change the slicer height to </w:t>
            </w:r>
            <w:r>
              <w:rPr>
                <w:sz/>
                <w:color w:val="0070C0"/>
                <w:b/>
              </w:rPr>
              <w:rFonts/>
              <w:t xml:space="preserve">1.4</w:t>
            </w:r>
            <w:r>
              <w:rPr>
                <w:sz/>
              </w:rPr>
              <w:rFonts/>
              <w:t xml:space="preserve"> inches and width to </w:t>
            </w:r>
            <w:r>
              <w:rPr>
                <w:sz/>
                <w:color w:val="0070C0"/>
                <w:b/>
              </w:rPr>
              <w:rFonts/>
              <w:t xml:space="preserve">1.75</w:t>
            </w:r>
            <w:r>
              <w:rPr>
                <w:sz/>
              </w:rPr>
              <w:rFonts/>
              <w:t xml:space="preserve"> inches. Apply Light Orange, Slicer Style Light 2. Cut the slicer and paste it in cell E2.</w:t>
            </w:r>
          </w:p>
        </w:tc>
        <w:tc>
          <w:p>
            <w:r>
              <w:t>6</w:t>
            </w:r>
          </w:p>
        </w:tc>
      </w:tr>
      <w:tr>
        <w:tc>
          <w:p>
            <w:r>
              <w:t>14</w:t>
            </w:r>
          </w:p>
        </w:tc>
        <w:tc>
          <w:p>
            <w:r>
              <w:rPr>
                <w:sz/>
              </w:rPr>
              <w:rFonts/>
              <w:t xml:space="preserve">Insert a timeline for the Last Remodel field. Change the time period to YEARS. Apply Light Orange, Timeline Style Light 2. Change the timeline height to </w:t>
            </w:r>
            <w:r>
              <w:rPr>
                <w:sz/>
                <w:color w:val="0070C0"/>
                <w:b/>
              </w:rPr>
              <w:rFonts/>
              <w:t xml:space="preserve">1.4</w:t>
            </w:r>
            <w:r>
              <w:rPr>
                <w:sz/>
              </w:rPr>
              <w:rFonts/>
              <w:t xml:space="preserve"> inches and with to </w:t>
            </w:r>
            <w:r>
              <w:rPr>
                <w:sz/>
                <w:color w:val="0070C0"/>
                <w:b/>
              </w:rPr>
              <w:rFonts/>
              <w:t xml:space="preserve">3.75</w:t>
            </w:r>
            <w:r>
              <w:rPr>
                <w:sz/>
              </w:rPr>
              <w:rFonts/>
              <w:t xml:space="preserve"> inches.</w:t>
            </w:r>
            <w:r>
              <w:rPr>
                <w:sz/>
                <w:color w:val="0070C0"/>
                <w:b/>
              </w:rPr>
              <w:rFonts/>
              <w:t xml:space="preserve"> </w:t>
            </w:r>
          </w:p>
        </w:tc>
        <w:tc>
          <w:p>
            <w:r>
              <w:t>5</w:t>
            </w:r>
          </w:p>
        </w:tc>
      </w:tr>
      <w:tr>
        <w:tc>
          <w:p>
            <w:r>
              <w:t>15</w:t>
            </w:r>
          </w:p>
        </w:tc>
        <w:tc>
          <w:p>
            <w:r>
              <w:rPr>
                <w:sz/>
              </w:rPr>
              <w:rFonts/>
              <w:t xml:space="preserve">The Databases sheet contains two tables. You will create a relationship between those tables.</w:t>
              <w:br/>
            </w:r>
            <w:r>
              <w:rPr>
                <w:sz/>
              </w:rPr>
              <w:rFonts/>
              <w:t xml:space="preserve"/>
              <w:br/>
            </w:r>
            <w:r>
              <w:rPr>
                <w:sz/>
              </w:rPr>
              <w:rFonts/>
              <w:t xml:space="preserve">Display the Databases sheet. Create a relationship between the APARTMENTS table using the Code field and the COMPLEX table using the Code field.</w:t>
            </w:r>
          </w:p>
        </w:tc>
        <w:tc>
          <w:p>
            <w:r>
              <w:t>5</w:t>
            </w:r>
          </w:p>
        </w:tc>
      </w:tr>
      <w:tr>
        <w:tc>
          <w:p>
            <w:r>
              <w:t>16</w:t>
            </w:r>
          </w:p>
        </w:tc>
        <w:tc>
          <w:p>
            <w:r>
              <w:rPr>
                <w:sz/>
              </w:rPr>
              <w:rFonts/>
              <w:t xml:space="preserve">You want to create a PivotTable from the related tables.</w:t>
              <w:br/>
            </w:r>
            <w:r>
              <w:rPr>
                <w:sz/>
              </w:rPr>
              <w:rFonts/>
              <w:t xml:space="preserve"/>
              <w:br/>
            </w:r>
            <w:r>
              <w:rPr>
                <w:sz/>
              </w:rPr>
              <w:rFonts/>
              <w:t xml:space="preserve">Create a PivotTable using the data model on a new sheet. Change the sheet name to </w:t>
            </w:r>
            <w:r>
              <w:rPr>
                <w:sz/>
                <w:color w:val="0070C0"/>
                <w:b/>
              </w:rPr>
              <w:rFonts/>
              <w:t xml:space="preserve">Bedrooms</w:t>
            </w:r>
            <w:r>
              <w:rPr>
                <w:sz/>
              </w:rPr>
              <w:rFonts/>
              <w:t xml:space="preserve">. Name the PivotTable </w:t>
            </w:r>
            <w:r>
              <w:rPr>
                <w:sz/>
                <w:color w:val="0070C0"/>
                <w:b/>
              </w:rPr>
              <w:rFonts/>
              <w:t xml:space="preserve">BedroomData</w:t>
            </w:r>
            <w:r>
              <w:rPr>
                <w:sz/>
              </w:rPr>
              <w:rFonts/>
              <w:t xml:space="preserve">.</w:t>
            </w:r>
          </w:p>
        </w:tc>
        <w:tc>
          <w:p>
            <w:r>
              <w:t>5</w:t>
            </w:r>
          </w:p>
        </w:tc>
      </w:tr>
      <w:tr>
        <w:tc>
          <w:p>
            <w:r>
              <w:t>17</w:t>
            </w:r>
          </w:p>
        </w:tc>
        <w:tc>
          <w:p>
            <w:r>
              <w:rPr>
                <w:sz/>
              </w:rPr>
              <w:rFonts/>
              <w:t xml:space="preserve">Select the Apartment Name field from the COMPLEX table for Rows, the # Bed field for Columns, and the # Bed field as Values. This will display the number of apartments with the specified number of bedrooms per apartment complex. Display the values as a percentage of row totals.</w:t>
            </w:r>
          </w:p>
        </w:tc>
        <w:tc>
          <w:p>
            <w:r>
              <w:t>5</w:t>
            </w:r>
          </w:p>
        </w:tc>
      </w:tr>
      <w:tr>
        <w:tc>
          <w:p>
            <w:r>
              <w:t>18</w:t>
            </w:r>
          </w:p>
        </w:tc>
        <w:tc>
          <w:p>
            <w:r>
              <w:rPr>
                <w:sz/>
              </w:rPr>
              <w:rFonts/>
              <w:t xml:space="preserve">Create a Clustered Column PivotChart. Cut the chart and paste it in cell A13 using the Destination Theme.</w:t>
            </w:r>
          </w:p>
        </w:tc>
        <w:tc>
          <w:p>
            <w:r>
              <w:t>5</w:t>
            </w:r>
          </w:p>
        </w:tc>
      </w:tr>
      <w:tr>
        <w:tc>
          <w:p>
            <w:r>
              <w:t>19</w:t>
            </w:r>
          </w:p>
        </w:tc>
        <w:tc>
          <w:p>
            <w:r>
              <w:rPr>
                <w:sz/>
              </w:rPr>
              <w:rFonts/>
              <w:t xml:space="preserve">Select the 3-bedroom data series and apply the Black, Text 1, Lighter 50% solid fill color. Apply Black, Text 1 font color to the vertical axis and category axis. Change the chart height to 3</w:t>
            </w:r>
            <w:r>
              <w:rPr>
                <w:sz/>
                <w:color w:val="0070C0"/>
                <w:b/>
              </w:rPr>
              <w:rFonts/>
              <w:t xml:space="preserve"> </w:t>
            </w:r>
            <w:r>
              <w:rPr>
                <w:sz/>
              </w:rPr>
              <w:rFonts/>
              <w:t xml:space="preserve">inches and the width to 5 inches, if necessary. Hide the field buttons in the PivotChart.</w:t>
            </w:r>
          </w:p>
        </w:tc>
        <w:tc>
          <w:p>
            <w:r>
              <w:t>5</w:t>
            </w:r>
          </w:p>
        </w:tc>
      </w:tr>
      <w:tr>
        <w:tc>
          <w:p>
            <w:r>
              <w:t>20</w:t>
            </w:r>
          </w:p>
        </w:tc>
        <w:tc>
          <w:p>
            <w:r>
              <w:rPr>
                <w:sz/>
              </w:rPr>
              <w:rFonts/>
              <w:t xml:space="preserve">Create a footer on all worksheets with your name in the left, the sheet name code in the center, and the file name code in the right.</w:t>
            </w:r>
          </w:p>
        </w:tc>
        <w:tc>
          <w:p>
            <w:r>
              <w:t>5</w:t>
            </w:r>
          </w:p>
        </w:tc>
      </w:tr>
      <w:tr>
        <w:tc>
          <w:p>
            <w:r>
              <w:t>21</w:t>
            </w:r>
          </w:p>
        </w:tc>
        <w:tc>
          <w:p>
            <w:r>
              <w:rPr>
                <w:sz/>
              </w:rPr>
              <w:rFonts/>
              <w:t xml:space="preserve">Save and close </w:t>
            </w:r>
            <w:r>
              <w:rPr>
                <w:sz/>
                <w:i/>
              </w:rPr>
              <w:rFonts/>
              <w:t xml:space="preserve">Exp19_Excel_Ch05_Cap_Apartments.xlsx</w:t>
            </w:r>
            <w:r>
              <w:rPr>
                <w:sz/>
              </w:rPr>
              <w:rFonts/>
              <w:t xml:space="preserve">. Exit Excel. Submit the file as directed.</w:t>
            </w:r>
          </w:p>
        </w:tc>
        <w:tc>
          <w:p>
            <w: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CC7606" w:rsidTr="00CC7606" w14:paraId="61ACF448"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CC7606" w:rsidRDefault="00CC7606" w14:paraId="02D7A622" w14:textId="6D4F4FC9">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00CC7606" w:rsidRDefault="00CC7606" w14:paraId="260D2764" w14:textId="7836E72B">
            <w:pPr>
              <w:jc w:val="center"/>
              <w:rPr>
                <w:rFonts w:cs="Arial"/>
                <w:b/>
                <w:sz w:val="22"/>
                <w:szCs w:val="22"/>
              </w:rPr>
            </w:pPr>
            <w:r>
              <w:rPr>
                <w:rFonts w:cs="Arial"/>
                <w:b/>
                <w:bCs/>
              </w:rPr>
              <w:t>100</w:t>
            </w:r>
          </w:p>
        </w:tc>
      </w:tr>
    </w:tbl>
    <w:p w:rsidRPr="00C75EE3" w:rsidR="00AF2002" w:rsidP="007E7F78" w:rsidRDefault="00AF2002" w14:paraId="2173083B" w14:textId="77777777">
      <w:pPr>
        <w:pStyle w:val="PlainText"/>
        <w:tabs>
          <w:tab w:val="left" w:pos="8970"/>
        </w:tabs>
        <w:rPr>
          <w:rFonts w:ascii="Arial" w:hAnsi="Arial" w:cs="Arial"/>
          <w:sz w:val="18"/>
          <w:szCs w:val="18"/>
        </w:rPr>
      </w:pPr>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33E2F" w14:textId="77777777" w:rsidR="006A2CA1" w:rsidRDefault="006A2CA1" w:rsidP="00DA5AAC">
      <w:pPr>
        <w:pStyle w:val="Title"/>
      </w:pPr>
      <w:r>
        <w:separator/>
      </w:r>
    </w:p>
  </w:endnote>
  <w:endnote w:type="continuationSeparator" w:id="0">
    <w:p w14:paraId="101349BA" w14:textId="77777777" w:rsidR="006A2CA1" w:rsidRDefault="006A2CA1"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2D401C83">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07/07/2022</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CC7606">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E24B05">
      <w:rPr>
        <w:rStyle w:val="PageNumber"/>
        <w:rFonts w:cs="Tahoma"/>
        <w:sz w:val="16"/>
        <w:szCs w:val="16"/>
      </w:rPr>
      <w:t>Exp19_Excel_Ch05_Cap - Apartments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487B4" w14:textId="77777777" w:rsidR="006A2CA1" w:rsidRDefault="006A2CA1" w:rsidP="00DA5AAC">
      <w:pPr>
        <w:pStyle w:val="Title"/>
      </w:pPr>
      <w:r>
        <w:separator/>
      </w:r>
    </w:p>
  </w:footnote>
  <w:footnote w:type="continuationSeparator" w:id="0">
    <w:p w14:paraId="03361721" w14:textId="77777777" w:rsidR="006A2CA1" w:rsidRDefault="006A2CA1"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Excel 2019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243CE"/>
    <w:rsid w:val="00031344"/>
    <w:rsid w:val="00035E90"/>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C5517"/>
    <w:rsid w:val="000D3E52"/>
    <w:rsid w:val="000E377F"/>
    <w:rsid w:val="001173AE"/>
    <w:rsid w:val="00120A46"/>
    <w:rsid w:val="001328F7"/>
    <w:rsid w:val="00135826"/>
    <w:rsid w:val="00137B5F"/>
    <w:rsid w:val="00151F8E"/>
    <w:rsid w:val="0015388D"/>
    <w:rsid w:val="001623C8"/>
    <w:rsid w:val="0016618F"/>
    <w:rsid w:val="00172C85"/>
    <w:rsid w:val="00185D71"/>
    <w:rsid w:val="00190BC0"/>
    <w:rsid w:val="001A53D2"/>
    <w:rsid w:val="001A55B4"/>
    <w:rsid w:val="001B026B"/>
    <w:rsid w:val="001B0767"/>
    <w:rsid w:val="001B26E4"/>
    <w:rsid w:val="001C0188"/>
    <w:rsid w:val="001C0A0D"/>
    <w:rsid w:val="001C5AC4"/>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413B"/>
    <w:rsid w:val="002A6E01"/>
    <w:rsid w:val="002B0C02"/>
    <w:rsid w:val="002B280E"/>
    <w:rsid w:val="002B70C6"/>
    <w:rsid w:val="002C29C1"/>
    <w:rsid w:val="002C30C6"/>
    <w:rsid w:val="002C511F"/>
    <w:rsid w:val="002D606D"/>
    <w:rsid w:val="002E4DBD"/>
    <w:rsid w:val="002E5C49"/>
    <w:rsid w:val="002F4EA7"/>
    <w:rsid w:val="00300217"/>
    <w:rsid w:val="0030138D"/>
    <w:rsid w:val="00301ADF"/>
    <w:rsid w:val="00301CBF"/>
    <w:rsid w:val="00311E53"/>
    <w:rsid w:val="00315049"/>
    <w:rsid w:val="00321F12"/>
    <w:rsid w:val="00334702"/>
    <w:rsid w:val="003455AE"/>
    <w:rsid w:val="003465E6"/>
    <w:rsid w:val="00361C01"/>
    <w:rsid w:val="00367D63"/>
    <w:rsid w:val="003737B6"/>
    <w:rsid w:val="003741D3"/>
    <w:rsid w:val="00387755"/>
    <w:rsid w:val="003910EC"/>
    <w:rsid w:val="00392A8B"/>
    <w:rsid w:val="00392F13"/>
    <w:rsid w:val="003A11C4"/>
    <w:rsid w:val="003A376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87E70"/>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2838"/>
    <w:rsid w:val="005B6C96"/>
    <w:rsid w:val="005C112D"/>
    <w:rsid w:val="005C1EF0"/>
    <w:rsid w:val="005C2D7F"/>
    <w:rsid w:val="005D0B7E"/>
    <w:rsid w:val="005D507B"/>
    <w:rsid w:val="005F0E3E"/>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A24BB"/>
    <w:rsid w:val="006A2CA1"/>
    <w:rsid w:val="006B5454"/>
    <w:rsid w:val="006B574B"/>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042A"/>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221A"/>
    <w:rsid w:val="008D3107"/>
    <w:rsid w:val="008E1250"/>
    <w:rsid w:val="008E12B7"/>
    <w:rsid w:val="008E308F"/>
    <w:rsid w:val="008E3442"/>
    <w:rsid w:val="008F0A04"/>
    <w:rsid w:val="009057A8"/>
    <w:rsid w:val="00914EDF"/>
    <w:rsid w:val="009166EE"/>
    <w:rsid w:val="0092554B"/>
    <w:rsid w:val="00930D14"/>
    <w:rsid w:val="009345F0"/>
    <w:rsid w:val="00935C91"/>
    <w:rsid w:val="00937970"/>
    <w:rsid w:val="00941661"/>
    <w:rsid w:val="00954EB3"/>
    <w:rsid w:val="009566E3"/>
    <w:rsid w:val="0095702E"/>
    <w:rsid w:val="00960CBA"/>
    <w:rsid w:val="00964457"/>
    <w:rsid w:val="009659E7"/>
    <w:rsid w:val="009667A2"/>
    <w:rsid w:val="0097384A"/>
    <w:rsid w:val="00980491"/>
    <w:rsid w:val="009A41B9"/>
    <w:rsid w:val="009A7170"/>
    <w:rsid w:val="009C0021"/>
    <w:rsid w:val="009C4EAA"/>
    <w:rsid w:val="009C75F8"/>
    <w:rsid w:val="009D1D49"/>
    <w:rsid w:val="009D7744"/>
    <w:rsid w:val="009E66F7"/>
    <w:rsid w:val="009E76B1"/>
    <w:rsid w:val="009F1032"/>
    <w:rsid w:val="009F2AB3"/>
    <w:rsid w:val="009F4ED1"/>
    <w:rsid w:val="009F501E"/>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04A4"/>
    <w:rsid w:val="00A714B1"/>
    <w:rsid w:val="00A75B71"/>
    <w:rsid w:val="00A910B9"/>
    <w:rsid w:val="00AA1CBE"/>
    <w:rsid w:val="00AA5AC9"/>
    <w:rsid w:val="00AB70E0"/>
    <w:rsid w:val="00AC1A3B"/>
    <w:rsid w:val="00AC43E3"/>
    <w:rsid w:val="00AD3780"/>
    <w:rsid w:val="00AD54B8"/>
    <w:rsid w:val="00AD72E2"/>
    <w:rsid w:val="00AE002E"/>
    <w:rsid w:val="00AE51FE"/>
    <w:rsid w:val="00AF2002"/>
    <w:rsid w:val="00AF251D"/>
    <w:rsid w:val="00B0147F"/>
    <w:rsid w:val="00B04690"/>
    <w:rsid w:val="00B0554F"/>
    <w:rsid w:val="00B0651E"/>
    <w:rsid w:val="00B06EDB"/>
    <w:rsid w:val="00B12F8F"/>
    <w:rsid w:val="00B15342"/>
    <w:rsid w:val="00B21F17"/>
    <w:rsid w:val="00B27921"/>
    <w:rsid w:val="00B45564"/>
    <w:rsid w:val="00B56039"/>
    <w:rsid w:val="00B63193"/>
    <w:rsid w:val="00B707B3"/>
    <w:rsid w:val="00B70F23"/>
    <w:rsid w:val="00B8044A"/>
    <w:rsid w:val="00B81C49"/>
    <w:rsid w:val="00B82901"/>
    <w:rsid w:val="00B8416D"/>
    <w:rsid w:val="00B92871"/>
    <w:rsid w:val="00B92AE5"/>
    <w:rsid w:val="00B92FFD"/>
    <w:rsid w:val="00BC4170"/>
    <w:rsid w:val="00BC583A"/>
    <w:rsid w:val="00BD34CF"/>
    <w:rsid w:val="00BD56A1"/>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C1888"/>
    <w:rsid w:val="00CC7606"/>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87005"/>
    <w:rsid w:val="00D9449F"/>
    <w:rsid w:val="00D94B98"/>
    <w:rsid w:val="00D9693B"/>
    <w:rsid w:val="00DA3AA4"/>
    <w:rsid w:val="00DA5AAC"/>
    <w:rsid w:val="00DB172E"/>
    <w:rsid w:val="00DD2022"/>
    <w:rsid w:val="00DD6AC4"/>
    <w:rsid w:val="00DE5096"/>
    <w:rsid w:val="00DE537B"/>
    <w:rsid w:val="00DE56AA"/>
    <w:rsid w:val="00DE6D60"/>
    <w:rsid w:val="00DF4409"/>
    <w:rsid w:val="00E002D7"/>
    <w:rsid w:val="00E00A27"/>
    <w:rsid w:val="00E11183"/>
    <w:rsid w:val="00E143F5"/>
    <w:rsid w:val="00E17041"/>
    <w:rsid w:val="00E24B05"/>
    <w:rsid w:val="00E4057F"/>
    <w:rsid w:val="00E41AD5"/>
    <w:rsid w:val="00E43828"/>
    <w:rsid w:val="00E52F7C"/>
    <w:rsid w:val="00E721AC"/>
    <w:rsid w:val="00E8269F"/>
    <w:rsid w:val="00EA34AF"/>
    <w:rsid w:val="00EA3D30"/>
    <w:rsid w:val="00EA5F23"/>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53F4E"/>
    <w:rsid w:val="00F66B88"/>
    <w:rsid w:val="00F71C08"/>
    <w:rsid w:val="00F73B7C"/>
    <w:rsid w:val="00F74B25"/>
    <w:rsid w:val="00F82A3D"/>
    <w:rsid w:val="00F841F9"/>
    <w:rsid w:val="00F85C0D"/>
    <w:rsid w:val="00F85F1C"/>
    <w:rsid w:val="00F93864"/>
    <w:rsid w:val="00FA2585"/>
    <w:rsid w:val="00FA5920"/>
    <w:rsid w:val="00FA69B1"/>
    <w:rsid w:val="00FA70E8"/>
    <w:rsid w:val="00FB30E8"/>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A704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2A413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customStyle="1" w:styleId="Heading1Char">
    <w:name w:val="Heading 1 Char"/>
    <w:basedOn w:val="DefaultParagraphFont"/>
    <w:link w:val="Heading1"/>
    <w:rsid w:val="00A704A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A413B"/>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CC7606"/>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407583375">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642C6E41-70A7-42FC-A2E4-33ECCF4E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8</cp:revision>
  <cp:lastPrinted>2001-10-24T11:02:00Z</cp:lastPrinted>
  <dcterms:created xsi:type="dcterms:W3CDTF">2019-04-17T06:08:00Z</dcterms:created>
  <dcterms:modified xsi:type="dcterms:W3CDTF">2019-05-01T11:36:00Z</dcterms:modified>
</cp:coreProperties>
</file>